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F74670" w14:textId="77777777" w:rsidR="00F422D3" w:rsidRDefault="00F422D3" w:rsidP="004D482C">
      <w:pPr>
        <w:pStyle w:val="Titul1"/>
        <w:jc w:val="both"/>
      </w:pPr>
      <w:r>
        <w:t xml:space="preserve">SMLOUVA O DÍLO </w:t>
      </w:r>
    </w:p>
    <w:p w14:paraId="408CA5CD" w14:textId="4FB9EAC9" w:rsidR="00746F9E" w:rsidRPr="00746F9E" w:rsidRDefault="00F422D3" w:rsidP="00746F9E">
      <w:pPr>
        <w:pStyle w:val="Titul2"/>
        <w:rPr>
          <w:bCs/>
        </w:rPr>
      </w:pPr>
      <w:r>
        <w:t>Název zakázky:</w:t>
      </w:r>
      <w:r w:rsidR="003F0E62">
        <w:t xml:space="preserve"> </w:t>
      </w:r>
      <w:bookmarkStart w:id="0" w:name="_Hlk207175384"/>
      <w:r w:rsidR="00746F9E" w:rsidRPr="00746F9E">
        <w:rPr>
          <w:bCs/>
        </w:rPr>
        <w:t>Vypracování projektové dokumentace „Oprava trati v úseku Dlouhá Třebová – Ústí nad</w:t>
      </w:r>
      <w:r w:rsidR="00746F9E">
        <w:rPr>
          <w:bCs/>
        </w:rPr>
        <w:t xml:space="preserve"> </w:t>
      </w:r>
      <w:r w:rsidR="00746F9E" w:rsidRPr="00746F9E">
        <w:rPr>
          <w:bCs/>
        </w:rPr>
        <w:t>Orlicí, most v km 252,986</w:t>
      </w:r>
      <w:r w:rsidR="00746F9E">
        <w:rPr>
          <w:bCs/>
        </w:rPr>
        <w:t>“</w:t>
      </w:r>
      <w:bookmarkEnd w:id="0"/>
    </w:p>
    <w:p w14:paraId="6EC18B07" w14:textId="77777777" w:rsidR="00746F9E" w:rsidRPr="00746F9E" w:rsidRDefault="00746F9E" w:rsidP="00746F9E">
      <w:pPr>
        <w:pStyle w:val="Titul2"/>
      </w:pPr>
    </w:p>
    <w:p w14:paraId="46430014" w14:textId="11FF786B" w:rsidR="007A6E42" w:rsidRPr="00D32554" w:rsidRDefault="007A6E42" w:rsidP="00746F9E">
      <w:pPr>
        <w:pStyle w:val="Titul2"/>
      </w:pPr>
      <w:r>
        <w:t>Smluvní strany</w:t>
      </w:r>
    </w:p>
    <w:p w14:paraId="1366E579" w14:textId="77777777" w:rsidR="001C2A3F" w:rsidRPr="001C2A3F" w:rsidRDefault="001C2A3F" w:rsidP="004D482C">
      <w:pPr>
        <w:numPr>
          <w:ilvl w:val="1"/>
          <w:numId w:val="13"/>
        </w:numPr>
        <w:tabs>
          <w:tab w:val="left" w:pos="567"/>
          <w:tab w:val="left" w:pos="1985"/>
          <w:tab w:val="right" w:pos="5670"/>
        </w:tabs>
        <w:spacing w:after="0" w:line="240" w:lineRule="auto"/>
        <w:contextualSpacing/>
        <w:jc w:val="both"/>
        <w:rPr>
          <w:rFonts w:eastAsia="Times New Roman" w:cs="Arial"/>
          <w:b/>
          <w:snapToGrid w:val="0"/>
          <w:lang w:eastAsia="cs-CZ"/>
        </w:rPr>
      </w:pPr>
      <w:r w:rsidRPr="001C2A3F">
        <w:rPr>
          <w:rFonts w:eastAsia="Times New Roman" w:cs="Arial"/>
          <w:b/>
          <w:snapToGrid w:val="0"/>
          <w:lang w:eastAsia="cs-CZ"/>
        </w:rPr>
        <w:t>Objednatel:</w:t>
      </w:r>
      <w:r w:rsidRPr="001C2A3F">
        <w:rPr>
          <w:rFonts w:eastAsia="Times New Roman" w:cs="Arial"/>
          <w:b/>
          <w:snapToGrid w:val="0"/>
          <w:lang w:eastAsia="cs-CZ"/>
        </w:rPr>
        <w:tab/>
      </w:r>
    </w:p>
    <w:p w14:paraId="6D7DFD24" w14:textId="77777777" w:rsidR="001C2A3F" w:rsidRPr="001C2A3F" w:rsidRDefault="001C2A3F" w:rsidP="004D482C">
      <w:pPr>
        <w:tabs>
          <w:tab w:val="left" w:pos="567"/>
          <w:tab w:val="left" w:pos="1985"/>
          <w:tab w:val="right" w:pos="5670"/>
        </w:tabs>
        <w:spacing w:before="120" w:after="0" w:line="240" w:lineRule="auto"/>
        <w:jc w:val="both"/>
        <w:rPr>
          <w:rFonts w:eastAsia="Times New Roman" w:cs="Arial"/>
          <w:snapToGrid w:val="0"/>
          <w:lang w:eastAsia="cs-CZ"/>
        </w:rPr>
      </w:pPr>
      <w:r w:rsidRPr="001C2A3F">
        <w:rPr>
          <w:rFonts w:eastAsia="Times New Roman" w:cs="Arial"/>
          <w:b/>
          <w:snapToGrid w:val="0"/>
          <w:lang w:eastAsia="cs-CZ"/>
        </w:rPr>
        <w:tab/>
      </w:r>
      <w:r w:rsidRPr="001C2A3F">
        <w:rPr>
          <w:rFonts w:eastAsia="Times New Roman" w:cs="Arial"/>
          <w:snapToGrid w:val="0"/>
          <w:lang w:eastAsia="cs-CZ"/>
        </w:rPr>
        <w:t>Název:</w:t>
      </w:r>
      <w:r w:rsidRPr="001C2A3F">
        <w:rPr>
          <w:rFonts w:eastAsia="Times New Roman" w:cs="Arial"/>
          <w:b/>
          <w:snapToGrid w:val="0"/>
          <w:lang w:eastAsia="cs-CZ"/>
        </w:rPr>
        <w:t xml:space="preserve"> </w:t>
      </w:r>
      <w:r w:rsidR="00385359">
        <w:rPr>
          <w:rFonts w:eastAsia="Times New Roman" w:cs="Arial"/>
          <w:b/>
          <w:snapToGrid w:val="0"/>
          <w:lang w:eastAsia="cs-CZ"/>
        </w:rPr>
        <w:t>Správa železnic</w:t>
      </w:r>
      <w:r w:rsidRPr="001C2A3F">
        <w:rPr>
          <w:rFonts w:eastAsia="Times New Roman" w:cs="Arial"/>
          <w:b/>
          <w:snapToGrid w:val="0"/>
          <w:lang w:eastAsia="cs-CZ"/>
        </w:rPr>
        <w:t>, státní organizace</w:t>
      </w:r>
    </w:p>
    <w:p w14:paraId="15653209" w14:textId="12526A35" w:rsidR="001C2A3F" w:rsidRPr="001C2A3F" w:rsidRDefault="001C2A3F" w:rsidP="004D482C">
      <w:pPr>
        <w:tabs>
          <w:tab w:val="left" w:pos="567"/>
        </w:tabs>
        <w:spacing w:after="0" w:line="240" w:lineRule="auto"/>
        <w:jc w:val="both"/>
        <w:rPr>
          <w:rFonts w:eastAsia="Times New Roman" w:cs="Arial"/>
          <w:snapToGrid w:val="0"/>
          <w:lang w:eastAsia="cs-CZ"/>
        </w:rPr>
      </w:pPr>
      <w:r w:rsidRPr="001C2A3F">
        <w:rPr>
          <w:rFonts w:eastAsia="Times New Roman" w:cs="Arial"/>
          <w:snapToGrid w:val="0"/>
          <w:lang w:eastAsia="cs-CZ"/>
        </w:rPr>
        <w:tab/>
        <w:t xml:space="preserve">Sídlo: </w:t>
      </w:r>
      <w:r w:rsidR="00E77621" w:rsidRPr="00E77621">
        <w:rPr>
          <w:rFonts w:eastAsia="Times New Roman" w:cs="Arial"/>
          <w:snapToGrid w:val="0"/>
          <w:lang w:eastAsia="cs-CZ"/>
        </w:rPr>
        <w:t>Dlážděná 1003/7, Nové Město, 110 00 Praha 1</w:t>
      </w:r>
    </w:p>
    <w:p w14:paraId="663D42BB" w14:textId="77777777" w:rsidR="001C2A3F" w:rsidRPr="001C2A3F" w:rsidRDefault="001C2A3F" w:rsidP="004D482C">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t>IČO: 70994234</w:t>
      </w:r>
      <w:r w:rsidRPr="001C2A3F">
        <w:rPr>
          <w:rFonts w:eastAsia="Times New Roman" w:cs="Arial"/>
          <w:snapToGrid w:val="0"/>
          <w:lang w:eastAsia="cs-CZ"/>
        </w:rPr>
        <w:tab/>
      </w:r>
    </w:p>
    <w:p w14:paraId="5735FA5E" w14:textId="77777777" w:rsidR="001C2A3F" w:rsidRPr="001C2A3F" w:rsidRDefault="001C2A3F" w:rsidP="004D482C">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t>DIČ: CZ70994234</w:t>
      </w:r>
    </w:p>
    <w:p w14:paraId="4CD2BA58" w14:textId="399AAC79" w:rsidR="001C2A3F" w:rsidRPr="001C2A3F" w:rsidRDefault="001C2A3F" w:rsidP="004D482C">
      <w:pPr>
        <w:tabs>
          <w:tab w:val="left" w:pos="567"/>
        </w:tabs>
        <w:spacing w:after="0" w:line="240" w:lineRule="auto"/>
        <w:ind w:left="567"/>
        <w:jc w:val="both"/>
        <w:rPr>
          <w:rFonts w:eastAsia="Times New Roman" w:cs="Arial"/>
          <w:snapToGrid w:val="0"/>
          <w:lang w:eastAsia="cs-CZ"/>
        </w:rPr>
      </w:pPr>
      <w:r w:rsidRPr="001C2A3F">
        <w:rPr>
          <w:rFonts w:eastAsia="Times New Roman" w:cs="Arial"/>
          <w:snapToGrid w:val="0"/>
          <w:lang w:eastAsia="cs-CZ"/>
        </w:rPr>
        <w:t xml:space="preserve">Zapsaná: v obchodním rejstříku vedeném Městským </w:t>
      </w:r>
      <w:r w:rsidR="00171486">
        <w:rPr>
          <w:rFonts w:eastAsia="Times New Roman" w:cs="Arial"/>
          <w:snapToGrid w:val="0"/>
          <w:lang w:eastAsia="cs-CZ"/>
        </w:rPr>
        <w:t>soudem v Praze, oddíl A, vložka </w:t>
      </w:r>
      <w:r w:rsidRPr="001C2A3F">
        <w:rPr>
          <w:rFonts w:eastAsia="Times New Roman" w:cs="Arial"/>
          <w:snapToGrid w:val="0"/>
          <w:lang w:eastAsia="cs-CZ"/>
        </w:rPr>
        <w:t>48384</w:t>
      </w:r>
    </w:p>
    <w:p w14:paraId="4B43A5C6" w14:textId="67143EEC" w:rsidR="001C2A3F" w:rsidRPr="001C2A3F" w:rsidRDefault="001C2A3F" w:rsidP="004D482C">
      <w:pPr>
        <w:tabs>
          <w:tab w:val="left" w:pos="567"/>
          <w:tab w:val="left" w:pos="1985"/>
          <w:tab w:val="left" w:pos="3544"/>
        </w:tabs>
        <w:spacing w:after="0" w:line="240" w:lineRule="auto"/>
        <w:ind w:left="1980" w:hanging="1980"/>
        <w:jc w:val="both"/>
        <w:rPr>
          <w:rFonts w:eastAsia="Times New Roman" w:cs="Arial"/>
          <w:snapToGrid w:val="0"/>
          <w:lang w:eastAsia="cs-CZ"/>
        </w:rPr>
      </w:pPr>
      <w:r w:rsidRPr="001C2A3F">
        <w:rPr>
          <w:rFonts w:eastAsia="Times New Roman" w:cs="Arial"/>
          <w:snapToGrid w:val="0"/>
          <w:lang w:eastAsia="cs-CZ"/>
        </w:rPr>
        <w:tab/>
        <w:t>Zastoupená:</w:t>
      </w:r>
      <w:r w:rsidRPr="001C2A3F">
        <w:rPr>
          <w:rFonts w:eastAsia="Times New Roman" w:cs="Arial"/>
          <w:snapToGrid w:val="0"/>
          <w:lang w:eastAsia="cs-CZ"/>
        </w:rPr>
        <w:tab/>
      </w:r>
      <w:r w:rsidRPr="00E04266">
        <w:rPr>
          <w:rFonts w:eastAsia="Times New Roman" w:cs="Arial"/>
          <w:bCs/>
          <w:snapToGrid w:val="0"/>
          <w:lang w:eastAsia="cs-CZ"/>
        </w:rPr>
        <w:t xml:space="preserve">Ing. </w:t>
      </w:r>
      <w:r w:rsidR="00E8059D" w:rsidRPr="00E04266">
        <w:rPr>
          <w:rFonts w:eastAsia="Times New Roman" w:cs="Arial"/>
          <w:bCs/>
          <w:snapToGrid w:val="0"/>
          <w:lang w:eastAsia="cs-CZ"/>
        </w:rPr>
        <w:t>Pavlou Kosinovou</w:t>
      </w:r>
      <w:r w:rsidRPr="001C2A3F">
        <w:rPr>
          <w:rFonts w:eastAsia="Times New Roman" w:cs="Arial"/>
          <w:snapToGrid w:val="0"/>
          <w:lang w:eastAsia="cs-CZ"/>
        </w:rPr>
        <w:t>, ředitel</w:t>
      </w:r>
      <w:r w:rsidR="00E04266">
        <w:rPr>
          <w:rFonts w:eastAsia="Times New Roman" w:cs="Arial"/>
          <w:snapToGrid w:val="0"/>
          <w:lang w:eastAsia="cs-CZ"/>
        </w:rPr>
        <w:t>kou</w:t>
      </w:r>
      <w:r w:rsidRPr="001C2A3F">
        <w:rPr>
          <w:rFonts w:eastAsia="Times New Roman" w:cs="Arial"/>
          <w:snapToGrid w:val="0"/>
          <w:lang w:eastAsia="cs-CZ"/>
        </w:rPr>
        <w:t xml:space="preserve"> Oblastního ředitelství Hradec Králové</w:t>
      </w:r>
      <w:r w:rsidR="00EB421D">
        <w:rPr>
          <w:rFonts w:eastAsia="Times New Roman" w:cs="Arial"/>
          <w:snapToGrid w:val="0"/>
          <w:lang w:eastAsia="cs-CZ"/>
        </w:rPr>
        <w:t xml:space="preserve">, </w:t>
      </w:r>
      <w:r w:rsidR="00EB421D" w:rsidRPr="00EB421D">
        <w:rPr>
          <w:rFonts w:eastAsia="Times New Roman" w:cs="Arial"/>
          <w:snapToGrid w:val="0"/>
          <w:lang w:eastAsia="cs-CZ"/>
        </w:rPr>
        <w:t xml:space="preserve">na </w:t>
      </w:r>
      <w:r w:rsidR="00EB421D" w:rsidRPr="00572051">
        <w:rPr>
          <w:rFonts w:eastAsia="Times New Roman" w:cs="Arial"/>
          <w:snapToGrid w:val="0"/>
          <w:lang w:eastAsia="cs-CZ"/>
        </w:rPr>
        <w:t>základě pověření č. 3</w:t>
      </w:r>
      <w:r w:rsidR="00E8059D" w:rsidRPr="00572051">
        <w:rPr>
          <w:rFonts w:eastAsia="Times New Roman" w:cs="Arial"/>
          <w:snapToGrid w:val="0"/>
          <w:lang w:eastAsia="cs-CZ"/>
        </w:rPr>
        <w:t>430</w:t>
      </w:r>
      <w:r w:rsidR="00EB421D" w:rsidRPr="00572051">
        <w:rPr>
          <w:rFonts w:eastAsia="Times New Roman" w:cs="Arial"/>
          <w:snapToGrid w:val="0"/>
          <w:lang w:eastAsia="cs-CZ"/>
        </w:rPr>
        <w:t xml:space="preserve"> ze dne 1</w:t>
      </w:r>
      <w:r w:rsidR="00E8059D" w:rsidRPr="00572051">
        <w:rPr>
          <w:rFonts w:eastAsia="Times New Roman" w:cs="Arial"/>
          <w:snapToGrid w:val="0"/>
          <w:lang w:eastAsia="cs-CZ"/>
        </w:rPr>
        <w:t>2</w:t>
      </w:r>
      <w:r w:rsidR="00EB421D" w:rsidRPr="00572051">
        <w:rPr>
          <w:rFonts w:eastAsia="Times New Roman" w:cs="Arial"/>
          <w:snapToGrid w:val="0"/>
          <w:lang w:eastAsia="cs-CZ"/>
        </w:rPr>
        <w:t xml:space="preserve">. </w:t>
      </w:r>
      <w:r w:rsidR="00E8059D" w:rsidRPr="00572051">
        <w:rPr>
          <w:rFonts w:eastAsia="Times New Roman" w:cs="Arial"/>
          <w:snapToGrid w:val="0"/>
          <w:lang w:eastAsia="cs-CZ"/>
        </w:rPr>
        <w:t>12</w:t>
      </w:r>
      <w:r w:rsidR="00EB421D" w:rsidRPr="00572051">
        <w:rPr>
          <w:rFonts w:eastAsia="Times New Roman" w:cs="Arial"/>
          <w:snapToGrid w:val="0"/>
          <w:lang w:eastAsia="cs-CZ"/>
        </w:rPr>
        <w:t>. 202</w:t>
      </w:r>
      <w:r w:rsidR="00E8059D" w:rsidRPr="00572051">
        <w:rPr>
          <w:rFonts w:eastAsia="Times New Roman" w:cs="Arial"/>
          <w:snapToGrid w:val="0"/>
          <w:lang w:eastAsia="cs-CZ"/>
        </w:rPr>
        <w:t>3</w:t>
      </w:r>
    </w:p>
    <w:p w14:paraId="7D3B74AB" w14:textId="77777777" w:rsidR="001C2A3F" w:rsidRPr="001C2A3F" w:rsidRDefault="001C2A3F" w:rsidP="004D482C">
      <w:pPr>
        <w:tabs>
          <w:tab w:val="left" w:pos="567"/>
          <w:tab w:val="left" w:pos="1985"/>
          <w:tab w:val="left" w:pos="3544"/>
        </w:tabs>
        <w:spacing w:after="0" w:line="240" w:lineRule="auto"/>
        <w:jc w:val="both"/>
        <w:rPr>
          <w:rFonts w:eastAsia="Times New Roman" w:cs="Arial"/>
          <w:snapToGrid w:val="0"/>
          <w:lang w:eastAsia="cs-CZ"/>
        </w:rPr>
      </w:pPr>
      <w:r w:rsidRPr="001C2A3F">
        <w:rPr>
          <w:rFonts w:eastAsia="Times New Roman" w:cs="Arial"/>
          <w:snapToGrid w:val="0"/>
          <w:lang w:eastAsia="cs-CZ"/>
        </w:rPr>
        <w:tab/>
        <w:t>Bankovní spojení: Česká národní banka, č. účtu: 14606011/0710</w:t>
      </w:r>
    </w:p>
    <w:p w14:paraId="6CF7B8DB" w14:textId="77777777" w:rsidR="001C2A3F" w:rsidRPr="001C2A3F" w:rsidRDefault="001C2A3F" w:rsidP="004D482C">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r>
      <w:r w:rsidRPr="001C2A3F">
        <w:rPr>
          <w:rFonts w:eastAsia="Times New Roman" w:cs="Arial"/>
          <w:snapToGrid w:val="0"/>
          <w:color w:val="FFFFFF"/>
          <w:lang w:eastAsia="cs-CZ"/>
        </w:rPr>
        <w:t xml:space="preserve">. </w:t>
      </w:r>
    </w:p>
    <w:p w14:paraId="767BA9C2" w14:textId="77777777" w:rsidR="001C2A3F" w:rsidRPr="001C2A3F" w:rsidRDefault="007162F4" w:rsidP="004D482C">
      <w:pPr>
        <w:tabs>
          <w:tab w:val="left" w:pos="567"/>
          <w:tab w:val="right" w:pos="5670"/>
        </w:tabs>
        <w:spacing w:after="0" w:line="240" w:lineRule="auto"/>
        <w:ind w:left="1021" w:hanging="1021"/>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Kontaktní osoby:</w:t>
      </w:r>
    </w:p>
    <w:p w14:paraId="012C6F97" w14:textId="77777777" w:rsidR="001C2A3F" w:rsidRPr="001C2A3F" w:rsidRDefault="001C2A3F" w:rsidP="004D482C">
      <w:pPr>
        <w:numPr>
          <w:ilvl w:val="0"/>
          <w:numId w:val="12"/>
        </w:numPr>
        <w:tabs>
          <w:tab w:val="left" w:pos="567"/>
          <w:tab w:val="left" w:pos="3544"/>
        </w:tabs>
        <w:spacing w:after="0" w:line="240" w:lineRule="auto"/>
        <w:ind w:left="1134" w:hanging="425"/>
        <w:rPr>
          <w:rFonts w:eastAsia="Times New Roman" w:cs="Arial"/>
          <w:snapToGrid w:val="0"/>
          <w:lang w:eastAsia="cs-CZ"/>
        </w:rPr>
      </w:pPr>
      <w:r w:rsidRPr="001C2A3F">
        <w:rPr>
          <w:rFonts w:eastAsia="Times New Roman" w:cs="Arial"/>
          <w:snapToGrid w:val="0"/>
          <w:lang w:eastAsia="cs-CZ"/>
        </w:rPr>
        <w:t>ve věcech smluvních:</w:t>
      </w:r>
      <w:r w:rsidRPr="001C2A3F">
        <w:rPr>
          <w:rFonts w:eastAsia="Times New Roman" w:cs="Arial"/>
          <w:snapToGrid w:val="0"/>
          <w:lang w:eastAsia="cs-CZ"/>
        </w:rPr>
        <w:tab/>
        <w:t>Mgr. Filip Kudláček, tel.: 972 342 048, Kudlacek@</w:t>
      </w:r>
      <w:r w:rsidR="001E6B7C">
        <w:rPr>
          <w:rFonts w:eastAsia="Times New Roman" w:cs="Arial"/>
          <w:snapToGrid w:val="0"/>
          <w:lang w:eastAsia="cs-CZ"/>
        </w:rPr>
        <w:t>spravazeleznic</w:t>
      </w:r>
      <w:r w:rsidRPr="001C2A3F">
        <w:rPr>
          <w:rFonts w:eastAsia="Times New Roman" w:cs="Arial"/>
          <w:snapToGrid w:val="0"/>
          <w:lang w:eastAsia="cs-CZ"/>
        </w:rPr>
        <w:t>.cz</w:t>
      </w:r>
    </w:p>
    <w:p w14:paraId="20C1ADED" w14:textId="77C63D56" w:rsidR="001C2A3F" w:rsidRPr="001C2A3F" w:rsidRDefault="001C2A3F" w:rsidP="004D482C">
      <w:pPr>
        <w:tabs>
          <w:tab w:val="left" w:pos="567"/>
          <w:tab w:val="left" w:pos="3544"/>
        </w:tabs>
        <w:spacing w:after="0" w:line="240" w:lineRule="auto"/>
        <w:ind w:left="1134" w:hanging="425"/>
        <w:rPr>
          <w:rFonts w:eastAsia="Times New Roman" w:cs="Arial"/>
          <w:snapToGrid w:val="0"/>
          <w:lang w:eastAsia="cs-CZ"/>
        </w:rPr>
      </w:pPr>
      <w:r w:rsidRPr="001C2A3F">
        <w:rPr>
          <w:rFonts w:eastAsia="Times New Roman" w:cs="Arial"/>
          <w:snapToGrid w:val="0"/>
          <w:lang w:eastAsia="cs-CZ"/>
        </w:rPr>
        <w:tab/>
      </w:r>
      <w:r w:rsidRPr="001C2A3F">
        <w:rPr>
          <w:rFonts w:eastAsia="Times New Roman" w:cs="Arial"/>
          <w:snapToGrid w:val="0"/>
          <w:lang w:eastAsia="cs-CZ"/>
        </w:rPr>
        <w:tab/>
        <w:t xml:space="preserve">Ing. Jan Jirowetz, tel.: 972 341 425, </w:t>
      </w:r>
      <w:r w:rsidRPr="002A40A5">
        <w:rPr>
          <w:rFonts w:eastAsia="Times New Roman" w:cs="Arial"/>
          <w:snapToGrid w:val="0"/>
          <w:lang w:eastAsia="cs-CZ"/>
        </w:rPr>
        <w:t>ORHKRzvz@</w:t>
      </w:r>
      <w:r w:rsidR="00855710" w:rsidRPr="002A40A5">
        <w:rPr>
          <w:rFonts w:eastAsia="Times New Roman" w:cs="Arial"/>
          <w:snapToGrid w:val="0"/>
          <w:lang w:eastAsia="cs-CZ"/>
        </w:rPr>
        <w:t>spravazeleznic</w:t>
      </w:r>
      <w:r w:rsidRPr="002A40A5">
        <w:rPr>
          <w:rFonts w:eastAsia="Times New Roman" w:cs="Arial"/>
          <w:snapToGrid w:val="0"/>
          <w:lang w:eastAsia="cs-CZ"/>
        </w:rPr>
        <w:t>.cz</w:t>
      </w:r>
    </w:p>
    <w:p w14:paraId="32B7ACD8" w14:textId="77777777" w:rsidR="00572051" w:rsidRDefault="001C2A3F" w:rsidP="004D482C">
      <w:pPr>
        <w:numPr>
          <w:ilvl w:val="0"/>
          <w:numId w:val="12"/>
        </w:numPr>
        <w:tabs>
          <w:tab w:val="left" w:pos="567"/>
          <w:tab w:val="left" w:pos="3544"/>
        </w:tabs>
        <w:spacing w:after="0" w:line="240" w:lineRule="auto"/>
        <w:ind w:left="1134" w:hanging="425"/>
        <w:rPr>
          <w:rFonts w:eastAsia="Times New Roman" w:cs="Arial"/>
          <w:snapToGrid w:val="0"/>
          <w:lang w:eastAsia="cs-CZ"/>
        </w:rPr>
      </w:pPr>
      <w:r w:rsidRPr="00572051">
        <w:rPr>
          <w:rFonts w:eastAsia="Times New Roman" w:cs="Arial"/>
          <w:snapToGrid w:val="0"/>
          <w:lang w:eastAsia="cs-CZ"/>
        </w:rPr>
        <w:t>ve věcech technických:</w:t>
      </w:r>
      <w:r w:rsidR="00566EF0">
        <w:rPr>
          <w:rFonts w:eastAsia="Times New Roman" w:cs="Arial"/>
          <w:snapToGrid w:val="0"/>
          <w:lang w:eastAsia="cs-CZ"/>
        </w:rPr>
        <w:tab/>
      </w:r>
      <w:r w:rsidR="00572051" w:rsidRPr="00572051">
        <w:rPr>
          <w:rFonts w:eastAsia="Times New Roman" w:cs="Arial"/>
          <w:snapToGrid w:val="0"/>
          <w:lang w:eastAsia="cs-CZ"/>
        </w:rPr>
        <w:t>Jiří Tucauer</w:t>
      </w:r>
      <w:r w:rsidR="00566EF0">
        <w:rPr>
          <w:rFonts w:eastAsia="Times New Roman" w:cs="Arial"/>
          <w:snapToGrid w:val="0"/>
          <w:lang w:eastAsia="cs-CZ"/>
        </w:rPr>
        <w:t xml:space="preserve">, tel.: </w:t>
      </w:r>
      <w:r w:rsidR="00572051" w:rsidRPr="00572051">
        <w:rPr>
          <w:rFonts w:eastAsia="Times New Roman" w:cs="Arial"/>
          <w:snapToGrid w:val="0"/>
          <w:lang w:eastAsia="cs-CZ"/>
        </w:rPr>
        <w:t>+420 972 341 335</w:t>
      </w:r>
      <w:r w:rsidR="00566EF0">
        <w:rPr>
          <w:rFonts w:eastAsia="Times New Roman" w:cs="Arial"/>
          <w:snapToGrid w:val="0"/>
          <w:lang w:eastAsia="cs-CZ"/>
        </w:rPr>
        <w:t xml:space="preserve">, </w:t>
      </w:r>
    </w:p>
    <w:p w14:paraId="413A2E2C" w14:textId="5655C01B" w:rsidR="001C2A3F" w:rsidRPr="001C2A3F" w:rsidRDefault="00572051" w:rsidP="00572051">
      <w:pPr>
        <w:tabs>
          <w:tab w:val="left" w:pos="567"/>
          <w:tab w:val="left" w:pos="3544"/>
        </w:tabs>
        <w:spacing w:after="0" w:line="240" w:lineRule="auto"/>
        <w:ind w:left="1134"/>
        <w:rPr>
          <w:rFonts w:eastAsia="Times New Roman" w:cs="Arial"/>
          <w:snapToGrid w:val="0"/>
          <w:lang w:eastAsia="cs-CZ"/>
        </w:rPr>
      </w:pPr>
      <w:r w:rsidRPr="00572051">
        <w:rPr>
          <w:rFonts w:eastAsia="Times New Roman" w:cs="Arial"/>
          <w:snapToGrid w:val="0"/>
          <w:lang w:eastAsia="cs-CZ"/>
        </w:rPr>
        <w:t xml:space="preserve">Tucauer </w:t>
      </w:r>
      <w:r w:rsidR="00566EF0">
        <w:rPr>
          <w:rFonts w:eastAsia="Times New Roman" w:cs="Arial"/>
          <w:snapToGrid w:val="0"/>
          <w:lang w:eastAsia="cs-CZ"/>
        </w:rPr>
        <w:t>@spravazeleznic.cz</w:t>
      </w:r>
    </w:p>
    <w:p w14:paraId="700A217D" w14:textId="77777777" w:rsidR="001C2A3F" w:rsidRPr="001C2A3F" w:rsidRDefault="001C2A3F" w:rsidP="004D482C">
      <w:pPr>
        <w:tabs>
          <w:tab w:val="left" w:pos="567"/>
          <w:tab w:val="left" w:pos="3544"/>
        </w:tabs>
        <w:spacing w:after="0" w:line="240" w:lineRule="auto"/>
        <w:ind w:left="1134"/>
        <w:jc w:val="both"/>
        <w:rPr>
          <w:rFonts w:eastAsia="Times New Roman" w:cs="Arial"/>
          <w:snapToGrid w:val="0"/>
          <w:lang w:eastAsia="cs-CZ"/>
        </w:rPr>
      </w:pPr>
      <w:r w:rsidRPr="001C2A3F">
        <w:rPr>
          <w:rFonts w:eastAsia="Times New Roman" w:cs="Arial"/>
          <w:snapToGrid w:val="0"/>
          <w:lang w:eastAsia="cs-CZ"/>
        </w:rPr>
        <w:tab/>
      </w:r>
      <w:r w:rsidRPr="001C2A3F">
        <w:rPr>
          <w:rFonts w:eastAsia="Times New Roman" w:cs="Arial"/>
          <w:snapToGrid w:val="0"/>
          <w:lang w:eastAsia="cs-CZ"/>
        </w:rPr>
        <w:tab/>
      </w:r>
      <w:r w:rsidRPr="001C2A3F">
        <w:rPr>
          <w:rFonts w:eastAsia="Times New Roman" w:cs="Arial"/>
          <w:snapToGrid w:val="0"/>
          <w:lang w:eastAsia="cs-CZ"/>
        </w:rPr>
        <w:tab/>
      </w:r>
      <w:r w:rsidRPr="001C2A3F">
        <w:rPr>
          <w:rFonts w:eastAsia="Times New Roman" w:cs="Arial"/>
          <w:snapToGrid w:val="0"/>
          <w:lang w:eastAsia="cs-CZ"/>
        </w:rPr>
        <w:tab/>
      </w:r>
    </w:p>
    <w:p w14:paraId="4FB3B64A" w14:textId="77777777" w:rsidR="001C2A3F" w:rsidRPr="001C2A3F" w:rsidRDefault="001C2A3F" w:rsidP="004D482C">
      <w:pPr>
        <w:tabs>
          <w:tab w:val="left" w:pos="567"/>
          <w:tab w:val="left" w:pos="1985"/>
          <w:tab w:val="left" w:pos="3544"/>
        </w:tabs>
        <w:spacing w:after="0" w:line="240" w:lineRule="auto"/>
        <w:ind w:left="1134"/>
        <w:jc w:val="both"/>
        <w:rPr>
          <w:rFonts w:eastAsia="Times New Roman" w:cs="Arial"/>
          <w:snapToGrid w:val="0"/>
          <w:lang w:eastAsia="cs-CZ"/>
        </w:rPr>
      </w:pPr>
    </w:p>
    <w:p w14:paraId="3C6514B7" w14:textId="77777777" w:rsidR="00596502" w:rsidRPr="00596502" w:rsidRDefault="00517326" w:rsidP="004D482C">
      <w:pPr>
        <w:tabs>
          <w:tab w:val="left" w:pos="567"/>
          <w:tab w:val="left" w:pos="1985"/>
          <w:tab w:val="left" w:pos="4395"/>
        </w:tabs>
        <w:spacing w:after="0" w:line="240" w:lineRule="auto"/>
        <w:jc w:val="both"/>
        <w:rPr>
          <w:rFonts w:eastAsia="Times New Roman" w:cs="Arial"/>
          <w:b/>
          <w:snapToGrid w:val="0"/>
          <w:lang w:eastAsia="cs-CZ"/>
        </w:rPr>
      </w:pPr>
      <w:r>
        <w:rPr>
          <w:rFonts w:eastAsia="Times New Roman" w:cs="Arial"/>
          <w:snapToGrid w:val="0"/>
          <w:lang w:eastAsia="cs-CZ"/>
        </w:rPr>
        <w:tab/>
      </w:r>
      <w:r w:rsidR="00596502" w:rsidRPr="00596502">
        <w:rPr>
          <w:rFonts w:eastAsia="Times New Roman" w:cs="Arial"/>
          <w:b/>
          <w:snapToGrid w:val="0"/>
          <w:lang w:eastAsia="cs-CZ"/>
        </w:rPr>
        <w:t>Kontakt:</w:t>
      </w:r>
    </w:p>
    <w:p w14:paraId="0CD89689" w14:textId="77777777" w:rsidR="00596502" w:rsidRDefault="00596502" w:rsidP="004D482C">
      <w:pPr>
        <w:tabs>
          <w:tab w:val="left" w:pos="567"/>
          <w:tab w:val="left" w:pos="1985"/>
          <w:tab w:val="left" w:pos="4395"/>
        </w:tabs>
        <w:spacing w:after="0" w:line="240" w:lineRule="auto"/>
        <w:jc w:val="both"/>
        <w:rPr>
          <w:rFonts w:eastAsia="Times New Roman" w:cs="Arial"/>
          <w:snapToGrid w:val="0"/>
          <w:lang w:eastAsia="cs-CZ"/>
        </w:rPr>
      </w:pPr>
    </w:p>
    <w:p w14:paraId="6C13C861" w14:textId="77777777" w:rsidR="001C2A3F" w:rsidRPr="00000F1F" w:rsidRDefault="00596502" w:rsidP="004D482C">
      <w:pPr>
        <w:tabs>
          <w:tab w:val="left" w:pos="1985"/>
          <w:tab w:val="left" w:pos="4395"/>
        </w:tabs>
        <w:spacing w:after="0" w:line="240" w:lineRule="auto"/>
        <w:ind w:left="567"/>
        <w:jc w:val="both"/>
        <w:rPr>
          <w:rFonts w:eastAsia="Times New Roman" w:cs="Arial"/>
          <w:b/>
          <w:snapToGrid w:val="0"/>
          <w:lang w:eastAsia="cs-CZ"/>
        </w:rPr>
      </w:pPr>
      <w:r>
        <w:rPr>
          <w:rFonts w:eastAsia="Times New Roman" w:cs="Arial"/>
          <w:b/>
          <w:snapToGrid w:val="0"/>
          <w:lang w:eastAsia="cs-CZ"/>
        </w:rPr>
        <w:t>Korespondenční adresa</w:t>
      </w:r>
      <w:r w:rsidR="001C2A3F" w:rsidRPr="00000F1F">
        <w:rPr>
          <w:rFonts w:eastAsia="Times New Roman" w:cs="Arial"/>
          <w:b/>
          <w:snapToGrid w:val="0"/>
          <w:lang w:eastAsia="cs-CZ"/>
        </w:rPr>
        <w:t>:</w:t>
      </w:r>
    </w:p>
    <w:p w14:paraId="4DFB1D6F" w14:textId="77777777" w:rsidR="001C2A3F" w:rsidRPr="001C2A3F" w:rsidRDefault="00517326" w:rsidP="004D482C">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385359">
        <w:rPr>
          <w:rFonts w:eastAsia="Times New Roman" w:cs="Arial"/>
          <w:snapToGrid w:val="0"/>
          <w:lang w:eastAsia="cs-CZ"/>
        </w:rPr>
        <w:t>Správa železnic</w:t>
      </w:r>
      <w:r w:rsidR="001C2A3F" w:rsidRPr="001C2A3F">
        <w:rPr>
          <w:rFonts w:eastAsia="Times New Roman" w:cs="Arial"/>
          <w:snapToGrid w:val="0"/>
          <w:lang w:eastAsia="cs-CZ"/>
        </w:rPr>
        <w:t>, státní organizace</w:t>
      </w:r>
    </w:p>
    <w:p w14:paraId="35A51041" w14:textId="77777777" w:rsidR="001C2A3F" w:rsidRPr="001C2A3F" w:rsidRDefault="00517326" w:rsidP="004D482C">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Oblastní ředitelství Hradec Králové</w:t>
      </w:r>
    </w:p>
    <w:p w14:paraId="186D5ACB" w14:textId="63A1F4D4" w:rsidR="001C2A3F" w:rsidRPr="001C2A3F" w:rsidRDefault="00517326" w:rsidP="004D482C">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U Fotochemy 259</w:t>
      </w:r>
      <w:r w:rsidR="007D7429">
        <w:rPr>
          <w:rFonts w:eastAsia="Times New Roman" w:cs="Arial"/>
          <w:snapToGrid w:val="0"/>
          <w:lang w:eastAsia="cs-CZ"/>
        </w:rPr>
        <w:t>/8</w:t>
      </w:r>
      <w:r w:rsidR="001C2A3F" w:rsidRPr="001C2A3F">
        <w:rPr>
          <w:rFonts w:eastAsia="Times New Roman" w:cs="Arial"/>
          <w:snapToGrid w:val="0"/>
          <w:lang w:eastAsia="cs-CZ"/>
        </w:rPr>
        <w:t>, poštovní schránka 26</w:t>
      </w:r>
    </w:p>
    <w:p w14:paraId="3640D4AB" w14:textId="422FE21D" w:rsidR="001C2A3F" w:rsidRPr="001C2A3F" w:rsidRDefault="00517326" w:rsidP="004D482C">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50</w:t>
      </w:r>
      <w:r w:rsidR="007D7429">
        <w:rPr>
          <w:rFonts w:eastAsia="Times New Roman" w:cs="Arial"/>
          <w:snapToGrid w:val="0"/>
          <w:lang w:eastAsia="cs-CZ"/>
        </w:rPr>
        <w:t>0</w:t>
      </w:r>
      <w:r w:rsidR="001C2A3F" w:rsidRPr="001C2A3F">
        <w:rPr>
          <w:rFonts w:eastAsia="Times New Roman" w:cs="Arial"/>
          <w:snapToGrid w:val="0"/>
          <w:lang w:eastAsia="cs-CZ"/>
        </w:rPr>
        <w:t xml:space="preserve"> 0</w:t>
      </w:r>
      <w:r w:rsidR="007D7429">
        <w:rPr>
          <w:rFonts w:eastAsia="Times New Roman" w:cs="Arial"/>
          <w:snapToGrid w:val="0"/>
          <w:lang w:eastAsia="cs-CZ"/>
        </w:rPr>
        <w:t>2</w:t>
      </w:r>
      <w:r w:rsidR="001C2A3F" w:rsidRPr="001C2A3F">
        <w:rPr>
          <w:rFonts w:eastAsia="Times New Roman" w:cs="Arial"/>
          <w:snapToGrid w:val="0"/>
          <w:lang w:eastAsia="cs-CZ"/>
        </w:rPr>
        <w:t xml:space="preserve"> Hradec Králové</w:t>
      </w:r>
    </w:p>
    <w:p w14:paraId="702B836D" w14:textId="29BAF262" w:rsidR="001C2A3F" w:rsidRDefault="00E033DB" w:rsidP="004D482C">
      <w:pPr>
        <w:pStyle w:val="Textbezodsazen"/>
        <w:tabs>
          <w:tab w:val="left" w:pos="567"/>
        </w:tabs>
        <w:spacing w:before="120"/>
      </w:pPr>
      <w:r>
        <w:tab/>
        <w:t>(dále jen „O</w:t>
      </w:r>
      <w:r w:rsidR="00517326">
        <w:t>bjednatel“)</w:t>
      </w:r>
    </w:p>
    <w:p w14:paraId="505DEE99" w14:textId="77777777" w:rsidR="00000F1F" w:rsidRDefault="00000F1F" w:rsidP="004D482C">
      <w:pPr>
        <w:pStyle w:val="Textbezodsazen"/>
        <w:ind w:left="567"/>
        <w:rPr>
          <w:b/>
        </w:rPr>
      </w:pPr>
    </w:p>
    <w:p w14:paraId="3E97431E" w14:textId="77777777" w:rsidR="00000F1F" w:rsidRPr="001D580D" w:rsidRDefault="00000F1F" w:rsidP="004D482C">
      <w:pPr>
        <w:pStyle w:val="Textbezodsazen"/>
        <w:ind w:left="567"/>
        <w:rPr>
          <w:b/>
        </w:rPr>
      </w:pPr>
      <w:r w:rsidRPr="001D580D">
        <w:rPr>
          <w:b/>
        </w:rPr>
        <w:t>Adresa pro zasílání elektronických faktur:</w:t>
      </w:r>
    </w:p>
    <w:p w14:paraId="4BF6A014" w14:textId="3181FB79" w:rsidR="00000F1F" w:rsidRDefault="00000F1F" w:rsidP="004D482C">
      <w:pPr>
        <w:pStyle w:val="Textbezodsazen"/>
        <w:ind w:firstLine="567"/>
      </w:pPr>
      <w:r>
        <w:t xml:space="preserve">E-mail: </w:t>
      </w:r>
      <w:r w:rsidR="00881A03">
        <w:t>ePodatelnaCFU</w:t>
      </w:r>
      <w:r w:rsidR="00230947" w:rsidRPr="00230947">
        <w:t>@spravazeleznic.cz</w:t>
      </w:r>
    </w:p>
    <w:p w14:paraId="4F67F25C" w14:textId="77777777" w:rsidR="00000F1F" w:rsidRDefault="00000F1F" w:rsidP="004D482C">
      <w:pPr>
        <w:pStyle w:val="Textbezodsazen"/>
        <w:ind w:firstLine="567"/>
      </w:pPr>
    </w:p>
    <w:p w14:paraId="61C99E1E" w14:textId="191BB0C8" w:rsidR="00C63E53" w:rsidRDefault="00C63E53" w:rsidP="004D482C">
      <w:pPr>
        <w:pStyle w:val="Textbezodsazen"/>
        <w:ind w:firstLine="567"/>
        <w:rPr>
          <w:b/>
        </w:rPr>
      </w:pPr>
      <w:r w:rsidRPr="00B42F40">
        <w:t xml:space="preserve">číslo smlouvy: </w:t>
      </w:r>
      <w:r w:rsidR="00566EF0" w:rsidRPr="00566EF0">
        <w:rPr>
          <w:highlight w:val="cyan"/>
        </w:rPr>
        <w:fldChar w:fldCharType="begin">
          <w:ffData>
            <w:name w:val="Text26"/>
            <w:enabled/>
            <w:calcOnExit w:val="0"/>
            <w:textInput/>
          </w:ffData>
        </w:fldChar>
      </w:r>
      <w:bookmarkStart w:id="1" w:name="Text26"/>
      <w:r w:rsidR="00566EF0" w:rsidRPr="00566EF0">
        <w:rPr>
          <w:highlight w:val="cyan"/>
        </w:rPr>
        <w:instrText xml:space="preserve"> FORMTEXT </w:instrText>
      </w:r>
      <w:r w:rsidR="00566EF0" w:rsidRPr="00566EF0">
        <w:rPr>
          <w:highlight w:val="cyan"/>
        </w:rPr>
      </w:r>
      <w:r w:rsidR="00566EF0" w:rsidRPr="00566EF0">
        <w:rPr>
          <w:highlight w:val="cyan"/>
        </w:rPr>
        <w:fldChar w:fldCharType="separate"/>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highlight w:val="cyan"/>
        </w:rPr>
        <w:fldChar w:fldCharType="end"/>
      </w:r>
      <w:bookmarkEnd w:id="1"/>
    </w:p>
    <w:p w14:paraId="0EC3D7EB" w14:textId="452F7D50" w:rsidR="00C63E53" w:rsidRDefault="00C63E53" w:rsidP="004D482C">
      <w:pPr>
        <w:pStyle w:val="Textbezodsazen"/>
        <w:ind w:left="567"/>
        <w:rPr>
          <w:b/>
        </w:rPr>
      </w:pPr>
      <w:r>
        <w:t>ev. č. registru VZ</w:t>
      </w:r>
      <w:r w:rsidRPr="00B42F40">
        <w:t xml:space="preserve">: </w:t>
      </w:r>
      <w:r w:rsidR="005537FB">
        <w:t>64025086</w:t>
      </w:r>
    </w:p>
    <w:p w14:paraId="0A3EFEE2" w14:textId="2476D4C7" w:rsidR="00C63E53" w:rsidRDefault="00C63E53" w:rsidP="004D482C">
      <w:pPr>
        <w:pStyle w:val="Textbezodsazen"/>
        <w:ind w:left="567"/>
      </w:pPr>
      <w:r>
        <w:t xml:space="preserve">číslo jednací: </w:t>
      </w:r>
      <w:r w:rsidR="00566EF0" w:rsidRPr="00566EF0">
        <w:rPr>
          <w:highlight w:val="cyan"/>
        </w:rPr>
        <w:fldChar w:fldCharType="begin">
          <w:ffData>
            <w:name w:val="Text26"/>
            <w:enabled/>
            <w:calcOnExit w:val="0"/>
            <w:textInput/>
          </w:ffData>
        </w:fldChar>
      </w:r>
      <w:r w:rsidR="00566EF0" w:rsidRPr="00566EF0">
        <w:rPr>
          <w:highlight w:val="cyan"/>
        </w:rPr>
        <w:instrText xml:space="preserve"> FORMTEXT </w:instrText>
      </w:r>
      <w:r w:rsidR="00566EF0" w:rsidRPr="00566EF0">
        <w:rPr>
          <w:highlight w:val="cyan"/>
        </w:rPr>
      </w:r>
      <w:r w:rsidR="00566EF0" w:rsidRPr="00566EF0">
        <w:rPr>
          <w:highlight w:val="cyan"/>
        </w:rPr>
        <w:fldChar w:fldCharType="separate"/>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highlight w:val="cyan"/>
        </w:rPr>
        <w:fldChar w:fldCharType="end"/>
      </w:r>
    </w:p>
    <w:p w14:paraId="2DC4D388" w14:textId="77777777" w:rsidR="00B42F40" w:rsidRPr="00B42F40" w:rsidRDefault="00F422D3" w:rsidP="004D482C">
      <w:pPr>
        <w:pStyle w:val="Textbezodsazen"/>
        <w:ind w:firstLine="709"/>
      </w:pPr>
      <w:r w:rsidRPr="00B42F40">
        <w:t>a</w:t>
      </w:r>
    </w:p>
    <w:p w14:paraId="72F3E16B" w14:textId="77777777" w:rsidR="009020DB" w:rsidRPr="009020DB" w:rsidRDefault="009020DB" w:rsidP="004D482C">
      <w:pPr>
        <w:numPr>
          <w:ilvl w:val="1"/>
          <w:numId w:val="13"/>
        </w:numPr>
        <w:tabs>
          <w:tab w:val="left" w:pos="567"/>
          <w:tab w:val="left" w:pos="1985"/>
          <w:tab w:val="right" w:pos="5670"/>
        </w:tabs>
        <w:spacing w:after="0" w:line="240" w:lineRule="auto"/>
        <w:contextualSpacing/>
        <w:jc w:val="both"/>
        <w:rPr>
          <w:rFonts w:eastAsia="Times New Roman" w:cs="Arial"/>
          <w:b/>
          <w:snapToGrid w:val="0"/>
          <w:lang w:eastAsia="cs-CZ"/>
        </w:rPr>
      </w:pPr>
      <w:r w:rsidRPr="009020DB">
        <w:rPr>
          <w:rFonts w:eastAsia="Times New Roman" w:cs="Arial"/>
          <w:b/>
          <w:snapToGrid w:val="0"/>
          <w:lang w:eastAsia="cs-CZ"/>
        </w:rPr>
        <w:lastRenderedPageBreak/>
        <w:t>Zhotovitel:</w:t>
      </w:r>
      <w:r w:rsidRPr="009020DB">
        <w:rPr>
          <w:rFonts w:eastAsia="Times New Roman" w:cs="Arial"/>
          <w:b/>
          <w:snapToGrid w:val="0"/>
          <w:lang w:eastAsia="cs-CZ"/>
        </w:rPr>
        <w:tab/>
      </w:r>
    </w:p>
    <w:p w14:paraId="111BBDFC" w14:textId="739F8BC8" w:rsidR="009020DB" w:rsidRPr="009020DB" w:rsidRDefault="009020DB" w:rsidP="004D482C">
      <w:pPr>
        <w:tabs>
          <w:tab w:val="left" w:pos="567"/>
          <w:tab w:val="left" w:pos="1985"/>
          <w:tab w:val="right" w:pos="5670"/>
        </w:tabs>
        <w:spacing w:before="120" w:after="0" w:line="240" w:lineRule="auto"/>
        <w:jc w:val="both"/>
        <w:rPr>
          <w:rFonts w:eastAsia="Times New Roman" w:cs="Arial"/>
          <w:snapToGrid w:val="0"/>
          <w:lang w:eastAsia="cs-CZ"/>
        </w:rPr>
      </w:pPr>
      <w:r w:rsidRPr="009020DB">
        <w:rPr>
          <w:rFonts w:eastAsia="Times New Roman" w:cs="Arial"/>
          <w:b/>
          <w:snapToGrid w:val="0"/>
          <w:lang w:eastAsia="cs-CZ"/>
        </w:rPr>
        <w:tab/>
      </w:r>
      <w:r w:rsidRPr="009020DB">
        <w:rPr>
          <w:rFonts w:eastAsia="Times New Roman" w:cs="Arial"/>
          <w:snapToGrid w:val="0"/>
          <w:lang w:eastAsia="cs-CZ"/>
        </w:rPr>
        <w:t>Název:</w:t>
      </w:r>
      <w:r w:rsidRPr="009020DB">
        <w:rPr>
          <w:rFonts w:eastAsia="Times New Roman" w:cs="Arial"/>
          <w:b/>
          <w:snapToGrid w:val="0"/>
          <w:lang w:eastAsia="cs-CZ"/>
        </w:rPr>
        <w:t xml:space="preserve"> </w:t>
      </w:r>
      <w:r w:rsidR="00566EF0" w:rsidRPr="00566EF0">
        <w:rPr>
          <w:rFonts w:eastAsia="Times New Roman" w:cs="Arial"/>
          <w:b/>
          <w:snapToGrid w:val="0"/>
          <w:highlight w:val="yellow"/>
          <w:lang w:eastAsia="cs-CZ"/>
        </w:rPr>
        <w:fldChar w:fldCharType="begin">
          <w:ffData>
            <w:name w:val="Text7"/>
            <w:enabled/>
            <w:calcOnExit w:val="0"/>
            <w:textInput>
              <w:default w:val="&quot;[VLOŽÍ ZHOTOVITEL]&quot;"/>
            </w:textInput>
          </w:ffData>
        </w:fldChar>
      </w:r>
      <w:bookmarkStart w:id="2" w:name="Text7"/>
      <w:r w:rsidR="00566EF0" w:rsidRPr="00566EF0">
        <w:rPr>
          <w:rFonts w:eastAsia="Times New Roman" w:cs="Arial"/>
          <w:b/>
          <w:snapToGrid w:val="0"/>
          <w:highlight w:val="yellow"/>
          <w:lang w:eastAsia="cs-CZ"/>
        </w:rPr>
        <w:instrText xml:space="preserve"> FORMTEXT </w:instrText>
      </w:r>
      <w:r w:rsidR="00566EF0" w:rsidRPr="00566EF0">
        <w:rPr>
          <w:rFonts w:eastAsia="Times New Roman" w:cs="Arial"/>
          <w:b/>
          <w:snapToGrid w:val="0"/>
          <w:highlight w:val="yellow"/>
          <w:lang w:eastAsia="cs-CZ"/>
        </w:rPr>
      </w:r>
      <w:r w:rsidR="00566EF0" w:rsidRPr="00566EF0">
        <w:rPr>
          <w:rFonts w:eastAsia="Times New Roman" w:cs="Arial"/>
          <w:b/>
          <w:snapToGrid w:val="0"/>
          <w:highlight w:val="yellow"/>
          <w:lang w:eastAsia="cs-CZ"/>
        </w:rPr>
        <w:fldChar w:fldCharType="separate"/>
      </w:r>
      <w:r w:rsidR="00566EF0" w:rsidRPr="00566EF0">
        <w:rPr>
          <w:rFonts w:eastAsia="Times New Roman" w:cs="Arial"/>
          <w:b/>
          <w:noProof/>
          <w:snapToGrid w:val="0"/>
          <w:highlight w:val="yellow"/>
          <w:lang w:eastAsia="cs-CZ"/>
        </w:rPr>
        <w:t>"[VLOŽÍ ZHOTOVITEL]"</w:t>
      </w:r>
      <w:r w:rsidR="00566EF0" w:rsidRPr="00566EF0">
        <w:rPr>
          <w:rFonts w:eastAsia="Times New Roman" w:cs="Arial"/>
          <w:b/>
          <w:snapToGrid w:val="0"/>
          <w:highlight w:val="yellow"/>
          <w:lang w:eastAsia="cs-CZ"/>
        </w:rPr>
        <w:fldChar w:fldCharType="end"/>
      </w:r>
      <w:bookmarkEnd w:id="2"/>
      <w:r w:rsidRPr="009020DB">
        <w:rPr>
          <w:rFonts w:eastAsia="Times New Roman" w:cs="Arial"/>
          <w:snapToGrid w:val="0"/>
          <w:lang w:eastAsia="cs-CZ"/>
        </w:rPr>
        <w:tab/>
      </w:r>
    </w:p>
    <w:p w14:paraId="7054269D" w14:textId="205E8ED0" w:rsidR="009020DB" w:rsidRPr="009020DB" w:rsidRDefault="009020DB" w:rsidP="004D482C">
      <w:pPr>
        <w:tabs>
          <w:tab w:val="left" w:pos="567"/>
          <w:tab w:val="left" w:pos="1985"/>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Sídlo: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bookmarkStart w:id="3" w:name="Text10"/>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bookmarkEnd w:id="3"/>
    </w:p>
    <w:p w14:paraId="675A4C78" w14:textId="56F203DC" w:rsidR="009020DB" w:rsidRPr="009020DB" w:rsidRDefault="009020DB" w:rsidP="004D482C">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IČO: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p>
    <w:p w14:paraId="0E34861E" w14:textId="065AF110" w:rsidR="009020DB" w:rsidRPr="009020DB" w:rsidRDefault="009020DB" w:rsidP="004D482C">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DIČ: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p>
    <w:p w14:paraId="1009DD4E" w14:textId="4B9EBDE0" w:rsidR="009020DB" w:rsidRPr="009020DB" w:rsidRDefault="009020DB" w:rsidP="004D482C">
      <w:pPr>
        <w:tabs>
          <w:tab w:val="left" w:pos="567"/>
        </w:tabs>
        <w:spacing w:after="0" w:line="240" w:lineRule="auto"/>
        <w:ind w:left="567"/>
        <w:jc w:val="both"/>
        <w:rPr>
          <w:rFonts w:eastAsia="Times New Roman" w:cs="Arial"/>
          <w:snapToGrid w:val="0"/>
          <w:lang w:eastAsia="cs-CZ"/>
        </w:rPr>
      </w:pPr>
      <w:r w:rsidRPr="009020DB">
        <w:rPr>
          <w:rFonts w:eastAsia="Times New Roman" w:cs="Arial"/>
          <w:snapToGrid w:val="0"/>
          <w:lang w:eastAsia="cs-CZ"/>
        </w:rPr>
        <w:t xml:space="preserve">Zapsaná: v obchodním rejstříku vedeném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soudem v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oddíl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vložka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p>
    <w:p w14:paraId="657BB9D9" w14:textId="63B75675" w:rsidR="009020DB" w:rsidRPr="009020DB" w:rsidRDefault="009020DB" w:rsidP="004D482C">
      <w:pPr>
        <w:tabs>
          <w:tab w:val="left" w:pos="567"/>
          <w:tab w:val="left" w:pos="1985"/>
          <w:tab w:val="left" w:pos="3544"/>
        </w:tabs>
        <w:spacing w:after="0" w:line="240" w:lineRule="auto"/>
        <w:jc w:val="both"/>
        <w:rPr>
          <w:rFonts w:eastAsia="Times New Roman" w:cs="Arial"/>
          <w:b/>
          <w:snapToGrid w:val="0"/>
          <w:lang w:eastAsia="cs-CZ"/>
        </w:rPr>
      </w:pPr>
      <w:r w:rsidRPr="009020DB">
        <w:rPr>
          <w:rFonts w:eastAsia="Times New Roman" w:cs="Arial"/>
          <w:snapToGrid w:val="0"/>
          <w:lang w:eastAsia="cs-CZ"/>
        </w:rPr>
        <w:tab/>
        <w:t>Zastoupená:</w:t>
      </w:r>
      <w:r w:rsidRPr="009020DB">
        <w:rPr>
          <w:rFonts w:eastAsia="Times New Roman" w:cs="Arial"/>
          <w:snapToGrid w:val="0"/>
          <w:lang w:eastAsia="cs-CZ"/>
        </w:rPr>
        <w:tab/>
      </w:r>
      <w:r w:rsidR="00566EF0" w:rsidRPr="00355CB8">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355CB8">
        <w:rPr>
          <w:rFonts w:eastAsia="Times New Roman" w:cs="Arial"/>
          <w:snapToGrid w:val="0"/>
          <w:highlight w:val="yellow"/>
          <w:lang w:eastAsia="cs-CZ"/>
        </w:rPr>
        <w:instrText xml:space="preserve"> FORMTEXT </w:instrText>
      </w:r>
      <w:r w:rsidR="00566EF0" w:rsidRPr="00355CB8">
        <w:rPr>
          <w:rFonts w:eastAsia="Times New Roman" w:cs="Arial"/>
          <w:snapToGrid w:val="0"/>
          <w:highlight w:val="yellow"/>
          <w:lang w:eastAsia="cs-CZ"/>
        </w:rPr>
      </w:r>
      <w:r w:rsidR="00566EF0" w:rsidRPr="00355CB8">
        <w:rPr>
          <w:rFonts w:eastAsia="Times New Roman" w:cs="Arial"/>
          <w:snapToGrid w:val="0"/>
          <w:highlight w:val="yellow"/>
          <w:lang w:eastAsia="cs-CZ"/>
        </w:rPr>
        <w:fldChar w:fldCharType="separate"/>
      </w:r>
      <w:r w:rsidR="00566EF0" w:rsidRPr="00355CB8">
        <w:rPr>
          <w:rFonts w:eastAsia="Times New Roman" w:cs="Arial"/>
          <w:noProof/>
          <w:snapToGrid w:val="0"/>
          <w:highlight w:val="yellow"/>
          <w:lang w:eastAsia="cs-CZ"/>
        </w:rPr>
        <w:t>"[VLOŽÍ ZHOTOVITEL]"</w:t>
      </w:r>
      <w:r w:rsidR="00566EF0" w:rsidRPr="00355CB8">
        <w:rPr>
          <w:rFonts w:eastAsia="Times New Roman" w:cs="Arial"/>
          <w:snapToGrid w:val="0"/>
          <w:highlight w:val="yellow"/>
          <w:lang w:eastAsia="cs-CZ"/>
        </w:rPr>
        <w:fldChar w:fldCharType="end"/>
      </w:r>
      <w:r w:rsidRPr="00355CB8">
        <w:rPr>
          <w:rFonts w:eastAsia="Times New Roman" w:cs="Arial"/>
          <w:snapToGrid w:val="0"/>
          <w:highlight w:val="yellow"/>
          <w:lang w:eastAsia="cs-CZ"/>
        </w:rPr>
        <w:t>, jednatelem</w:t>
      </w:r>
      <w:r w:rsidRPr="009020DB">
        <w:rPr>
          <w:rFonts w:eastAsia="Times New Roman" w:cs="Arial"/>
          <w:snapToGrid w:val="0"/>
          <w:lang w:eastAsia="cs-CZ"/>
        </w:rPr>
        <w:t xml:space="preserve"> </w:t>
      </w:r>
    </w:p>
    <w:p w14:paraId="5695A2BB" w14:textId="3EA99AC8" w:rsidR="009020DB" w:rsidRPr="009020DB" w:rsidRDefault="009020DB" w:rsidP="004D482C">
      <w:pPr>
        <w:tabs>
          <w:tab w:val="left" w:pos="567"/>
          <w:tab w:val="left" w:pos="1985"/>
          <w:tab w:val="left" w:pos="2410"/>
        </w:tabs>
        <w:spacing w:after="0" w:line="240" w:lineRule="auto"/>
        <w:jc w:val="both"/>
        <w:rPr>
          <w:rFonts w:eastAsia="Times New Roman" w:cs="Arial"/>
          <w:snapToGrid w:val="0"/>
          <w:lang w:eastAsia="cs-CZ"/>
        </w:rPr>
      </w:pPr>
      <w:r w:rsidRPr="009020DB">
        <w:rPr>
          <w:rFonts w:eastAsia="Times New Roman" w:cs="Arial"/>
          <w:snapToGrid w:val="0"/>
          <w:lang w:eastAsia="cs-CZ"/>
        </w:rPr>
        <w:tab/>
        <w:t>Bankovní spojení:</w:t>
      </w:r>
      <w:r w:rsidRPr="009020DB">
        <w:rPr>
          <w:rFonts w:eastAsia="Times New Roman" w:cs="Arial"/>
          <w:snapToGrid w:val="0"/>
          <w:lang w:eastAsia="cs-CZ"/>
        </w:rPr>
        <w:tab/>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č. účtu: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p>
    <w:p w14:paraId="4590C529" w14:textId="77777777" w:rsidR="009020DB" w:rsidRPr="009020DB" w:rsidRDefault="009020DB" w:rsidP="004D482C">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Kontaktní osoby:</w:t>
      </w:r>
    </w:p>
    <w:p w14:paraId="5DE89EF1" w14:textId="0FD2E225" w:rsidR="009020DB" w:rsidRPr="009020DB" w:rsidRDefault="009020DB" w:rsidP="004D482C">
      <w:pPr>
        <w:numPr>
          <w:ilvl w:val="0"/>
          <w:numId w:val="14"/>
        </w:numPr>
        <w:tabs>
          <w:tab w:val="left" w:pos="567"/>
          <w:tab w:val="left" w:pos="3544"/>
        </w:tabs>
        <w:spacing w:after="0" w:line="240" w:lineRule="auto"/>
        <w:ind w:left="1134" w:hanging="425"/>
        <w:contextualSpacing/>
        <w:jc w:val="both"/>
        <w:rPr>
          <w:rFonts w:eastAsia="Times New Roman" w:cs="Arial"/>
          <w:snapToGrid w:val="0"/>
          <w:lang w:eastAsia="cs-CZ"/>
        </w:rPr>
      </w:pPr>
      <w:r w:rsidRPr="009020DB">
        <w:rPr>
          <w:rFonts w:eastAsia="Times New Roman" w:cs="Arial"/>
          <w:snapToGrid w:val="0"/>
          <w:lang w:eastAsia="cs-CZ"/>
        </w:rPr>
        <w:t>ve věcech smluvních:</w:t>
      </w:r>
      <w:r w:rsidRPr="009020DB">
        <w:rPr>
          <w:rFonts w:eastAsia="Times New Roman" w:cs="Arial"/>
          <w:snapToGrid w:val="0"/>
          <w:lang w:eastAsia="cs-CZ"/>
        </w:rPr>
        <w:tab/>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tel. </w:t>
      </w:r>
      <w:r w:rsidRPr="00566EF0">
        <w:rPr>
          <w:rFonts w:eastAsia="Times New Roman" w:cs="Arial"/>
          <w:snapToGrid w:val="0"/>
          <w:highlight w:val="yellow"/>
          <w:lang w:eastAsia="cs-CZ"/>
        </w:rPr>
        <w:fldChar w:fldCharType="begin">
          <w:ffData>
            <w:name w:val="Text5"/>
            <w:enabled/>
            <w:calcOnExit w:val="0"/>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w:t>
      </w:r>
      <w:r w:rsidR="0020183E">
        <w:rPr>
          <w:rFonts w:eastAsia="Times New Roman" w:cs="Arial"/>
          <w:snapToGrid w:val="0"/>
          <w:highlight w:val="yellow"/>
          <w:lang w:eastAsia="cs-CZ"/>
        </w:rPr>
        <w:fldChar w:fldCharType="begin">
          <w:ffData>
            <w:name w:val="Text6"/>
            <w:enabled/>
            <w:calcOnExit w:val="0"/>
            <w:textInput>
              <w:default w:val="       @"/>
            </w:textInput>
          </w:ffData>
        </w:fldChar>
      </w:r>
      <w:bookmarkStart w:id="4" w:name="Text6"/>
      <w:r w:rsidR="0020183E">
        <w:rPr>
          <w:rFonts w:eastAsia="Times New Roman" w:cs="Arial"/>
          <w:snapToGrid w:val="0"/>
          <w:highlight w:val="yellow"/>
          <w:lang w:eastAsia="cs-CZ"/>
        </w:rPr>
        <w:instrText xml:space="preserve"> FORMTEXT </w:instrText>
      </w:r>
      <w:r w:rsidR="0020183E">
        <w:rPr>
          <w:rFonts w:eastAsia="Times New Roman" w:cs="Arial"/>
          <w:snapToGrid w:val="0"/>
          <w:highlight w:val="yellow"/>
          <w:lang w:eastAsia="cs-CZ"/>
        </w:rPr>
      </w:r>
      <w:r w:rsidR="0020183E">
        <w:rPr>
          <w:rFonts w:eastAsia="Times New Roman" w:cs="Arial"/>
          <w:snapToGrid w:val="0"/>
          <w:highlight w:val="yellow"/>
          <w:lang w:eastAsia="cs-CZ"/>
        </w:rPr>
        <w:fldChar w:fldCharType="separate"/>
      </w:r>
      <w:r w:rsidR="0020183E">
        <w:rPr>
          <w:rFonts w:eastAsia="Times New Roman" w:cs="Arial"/>
          <w:noProof/>
          <w:snapToGrid w:val="0"/>
          <w:highlight w:val="yellow"/>
          <w:lang w:eastAsia="cs-CZ"/>
        </w:rPr>
        <w:t xml:space="preserve">       @</w:t>
      </w:r>
      <w:r w:rsidR="0020183E">
        <w:rPr>
          <w:rFonts w:eastAsia="Times New Roman" w:cs="Arial"/>
          <w:snapToGrid w:val="0"/>
          <w:highlight w:val="yellow"/>
          <w:lang w:eastAsia="cs-CZ"/>
        </w:rPr>
        <w:fldChar w:fldCharType="end"/>
      </w:r>
      <w:bookmarkEnd w:id="4"/>
    </w:p>
    <w:p w14:paraId="402676B7" w14:textId="6087B4E4" w:rsidR="009020DB" w:rsidRPr="009020DB" w:rsidRDefault="009020DB" w:rsidP="004D482C">
      <w:pPr>
        <w:numPr>
          <w:ilvl w:val="0"/>
          <w:numId w:val="14"/>
        </w:numPr>
        <w:tabs>
          <w:tab w:val="left" w:pos="567"/>
          <w:tab w:val="left" w:pos="3544"/>
        </w:tabs>
        <w:spacing w:after="0" w:line="240" w:lineRule="auto"/>
        <w:ind w:left="1134" w:hanging="425"/>
        <w:jc w:val="both"/>
        <w:rPr>
          <w:rFonts w:eastAsia="Times New Roman" w:cs="Arial"/>
          <w:snapToGrid w:val="0"/>
          <w:lang w:eastAsia="cs-CZ"/>
        </w:rPr>
      </w:pPr>
      <w:r w:rsidRPr="009020DB">
        <w:rPr>
          <w:rFonts w:eastAsia="Times New Roman" w:cs="Arial"/>
          <w:snapToGrid w:val="0"/>
          <w:lang w:eastAsia="cs-CZ"/>
        </w:rPr>
        <w:t xml:space="preserve">ve věcech technických: </w:t>
      </w:r>
      <w:r w:rsidRPr="009020DB">
        <w:rPr>
          <w:rFonts w:eastAsia="Times New Roman" w:cs="Arial"/>
          <w:snapToGrid w:val="0"/>
          <w:lang w:eastAsia="cs-CZ"/>
        </w:rPr>
        <w:tab/>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tel. </w:t>
      </w:r>
      <w:r w:rsidRPr="00566EF0">
        <w:rPr>
          <w:rFonts w:eastAsia="Times New Roman" w:cs="Arial"/>
          <w:snapToGrid w:val="0"/>
          <w:highlight w:val="yellow"/>
          <w:lang w:eastAsia="cs-CZ"/>
        </w:rPr>
        <w:fldChar w:fldCharType="begin">
          <w:ffData>
            <w:name w:val="Text5"/>
            <w:enabled/>
            <w:calcOnExit w:val="0"/>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w:t>
      </w:r>
      <w:r w:rsidR="0020183E">
        <w:rPr>
          <w:rFonts w:eastAsia="Times New Roman" w:cs="Arial"/>
          <w:snapToGrid w:val="0"/>
          <w:highlight w:val="yellow"/>
          <w:lang w:eastAsia="cs-CZ"/>
        </w:rPr>
        <w:fldChar w:fldCharType="begin">
          <w:ffData>
            <w:name w:val="Text6"/>
            <w:enabled/>
            <w:calcOnExit w:val="0"/>
            <w:textInput>
              <w:default w:val="       @"/>
            </w:textInput>
          </w:ffData>
        </w:fldChar>
      </w:r>
      <w:r w:rsidR="0020183E">
        <w:rPr>
          <w:rFonts w:eastAsia="Times New Roman" w:cs="Arial"/>
          <w:snapToGrid w:val="0"/>
          <w:highlight w:val="yellow"/>
          <w:lang w:eastAsia="cs-CZ"/>
        </w:rPr>
        <w:instrText xml:space="preserve"> FORMTEXT </w:instrText>
      </w:r>
      <w:r w:rsidR="0020183E">
        <w:rPr>
          <w:rFonts w:eastAsia="Times New Roman" w:cs="Arial"/>
          <w:snapToGrid w:val="0"/>
          <w:highlight w:val="yellow"/>
          <w:lang w:eastAsia="cs-CZ"/>
        </w:rPr>
      </w:r>
      <w:r w:rsidR="0020183E">
        <w:rPr>
          <w:rFonts w:eastAsia="Times New Roman" w:cs="Arial"/>
          <w:snapToGrid w:val="0"/>
          <w:highlight w:val="yellow"/>
          <w:lang w:eastAsia="cs-CZ"/>
        </w:rPr>
        <w:fldChar w:fldCharType="separate"/>
      </w:r>
      <w:r w:rsidR="0020183E">
        <w:rPr>
          <w:rFonts w:eastAsia="Times New Roman" w:cs="Arial"/>
          <w:noProof/>
          <w:snapToGrid w:val="0"/>
          <w:highlight w:val="yellow"/>
          <w:lang w:eastAsia="cs-CZ"/>
        </w:rPr>
        <w:t xml:space="preserve">       @</w:t>
      </w:r>
      <w:r w:rsidR="0020183E">
        <w:rPr>
          <w:rFonts w:eastAsia="Times New Roman" w:cs="Arial"/>
          <w:snapToGrid w:val="0"/>
          <w:highlight w:val="yellow"/>
          <w:lang w:eastAsia="cs-CZ"/>
        </w:rPr>
        <w:fldChar w:fldCharType="end"/>
      </w:r>
    </w:p>
    <w:p w14:paraId="1EA52B4A" w14:textId="4F7A63FE" w:rsidR="009020DB" w:rsidRDefault="009020DB" w:rsidP="004D482C">
      <w:pPr>
        <w:tabs>
          <w:tab w:val="left" w:pos="567"/>
          <w:tab w:val="left" w:pos="3544"/>
        </w:tabs>
        <w:spacing w:after="0" w:line="240" w:lineRule="auto"/>
        <w:ind w:left="1134"/>
        <w:jc w:val="both"/>
        <w:rPr>
          <w:rFonts w:eastAsia="Times New Roman" w:cs="Arial"/>
          <w:snapToGrid w:val="0"/>
          <w:lang w:eastAsia="cs-CZ"/>
        </w:rPr>
      </w:pPr>
      <w:r w:rsidRPr="009020DB">
        <w:rPr>
          <w:rFonts w:eastAsia="Times New Roman" w:cs="Arial"/>
          <w:snapToGrid w:val="0"/>
          <w:lang w:eastAsia="cs-CZ"/>
        </w:rPr>
        <w:tab/>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tel. </w:t>
      </w:r>
      <w:r w:rsidRPr="00566EF0">
        <w:rPr>
          <w:rFonts w:eastAsia="Times New Roman" w:cs="Arial"/>
          <w:snapToGrid w:val="0"/>
          <w:highlight w:val="yellow"/>
          <w:lang w:eastAsia="cs-CZ"/>
        </w:rPr>
        <w:fldChar w:fldCharType="begin">
          <w:ffData>
            <w:name w:val="Text5"/>
            <w:enabled/>
            <w:calcOnExit w:val="0"/>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w:t>
      </w:r>
      <w:r w:rsidR="0020183E">
        <w:rPr>
          <w:rFonts w:eastAsia="Times New Roman" w:cs="Arial"/>
          <w:snapToGrid w:val="0"/>
          <w:highlight w:val="yellow"/>
          <w:lang w:eastAsia="cs-CZ"/>
        </w:rPr>
        <w:fldChar w:fldCharType="begin">
          <w:ffData>
            <w:name w:val="Text6"/>
            <w:enabled/>
            <w:calcOnExit w:val="0"/>
            <w:textInput>
              <w:default w:val="       @"/>
            </w:textInput>
          </w:ffData>
        </w:fldChar>
      </w:r>
      <w:r w:rsidR="0020183E">
        <w:rPr>
          <w:rFonts w:eastAsia="Times New Roman" w:cs="Arial"/>
          <w:snapToGrid w:val="0"/>
          <w:highlight w:val="yellow"/>
          <w:lang w:eastAsia="cs-CZ"/>
        </w:rPr>
        <w:instrText xml:space="preserve"> FORMTEXT </w:instrText>
      </w:r>
      <w:r w:rsidR="0020183E">
        <w:rPr>
          <w:rFonts w:eastAsia="Times New Roman" w:cs="Arial"/>
          <w:snapToGrid w:val="0"/>
          <w:highlight w:val="yellow"/>
          <w:lang w:eastAsia="cs-CZ"/>
        </w:rPr>
      </w:r>
      <w:r w:rsidR="0020183E">
        <w:rPr>
          <w:rFonts w:eastAsia="Times New Roman" w:cs="Arial"/>
          <w:snapToGrid w:val="0"/>
          <w:highlight w:val="yellow"/>
          <w:lang w:eastAsia="cs-CZ"/>
        </w:rPr>
        <w:fldChar w:fldCharType="separate"/>
      </w:r>
      <w:r w:rsidR="0020183E">
        <w:rPr>
          <w:rFonts w:eastAsia="Times New Roman" w:cs="Arial"/>
          <w:noProof/>
          <w:snapToGrid w:val="0"/>
          <w:highlight w:val="yellow"/>
          <w:lang w:eastAsia="cs-CZ"/>
        </w:rPr>
        <w:t xml:space="preserve">       @</w:t>
      </w:r>
      <w:r w:rsidR="0020183E">
        <w:rPr>
          <w:rFonts w:eastAsia="Times New Roman" w:cs="Arial"/>
          <w:snapToGrid w:val="0"/>
          <w:highlight w:val="yellow"/>
          <w:lang w:eastAsia="cs-CZ"/>
        </w:rPr>
        <w:fldChar w:fldCharType="end"/>
      </w:r>
    </w:p>
    <w:p w14:paraId="68551783" w14:textId="2483BFA4" w:rsidR="00F22A59" w:rsidRPr="009020DB" w:rsidRDefault="00F22A59" w:rsidP="004D482C">
      <w:pPr>
        <w:numPr>
          <w:ilvl w:val="0"/>
          <w:numId w:val="14"/>
        </w:numPr>
        <w:tabs>
          <w:tab w:val="left" w:pos="567"/>
          <w:tab w:val="left" w:pos="3544"/>
        </w:tabs>
        <w:spacing w:after="0" w:line="240" w:lineRule="auto"/>
        <w:ind w:left="1134" w:hanging="425"/>
        <w:jc w:val="both"/>
        <w:rPr>
          <w:rFonts w:eastAsia="Times New Roman" w:cs="Arial"/>
          <w:snapToGrid w:val="0"/>
          <w:lang w:eastAsia="cs-CZ"/>
        </w:rPr>
      </w:pPr>
      <w:r w:rsidRPr="00F22A59">
        <w:rPr>
          <w:rFonts w:eastAsia="Times New Roman" w:cs="Arial"/>
          <w:snapToGrid w:val="0"/>
          <w:lang w:eastAsia="cs-CZ"/>
        </w:rPr>
        <w:t>vedoucí projektu:</w:t>
      </w:r>
      <w:r w:rsidRPr="00F22A59">
        <w:rPr>
          <w:rFonts w:eastAsia="Times New Roman" w:cs="Arial"/>
          <w:snapToGrid w:val="0"/>
          <w:lang w:eastAsia="cs-CZ"/>
        </w:rPr>
        <w:tab/>
      </w:r>
      <w:r w:rsidRPr="0020183E">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Pr="0020183E">
        <w:rPr>
          <w:rFonts w:eastAsia="Times New Roman" w:cs="Arial"/>
          <w:snapToGrid w:val="0"/>
          <w:highlight w:val="yellow"/>
          <w:lang w:eastAsia="cs-CZ"/>
        </w:rPr>
        <w:instrText xml:space="preserve"> FORMTEXT </w:instrText>
      </w:r>
      <w:r w:rsidRPr="0020183E">
        <w:rPr>
          <w:rFonts w:eastAsia="Times New Roman" w:cs="Arial"/>
          <w:snapToGrid w:val="0"/>
          <w:highlight w:val="yellow"/>
          <w:lang w:eastAsia="cs-CZ"/>
        </w:rPr>
      </w:r>
      <w:r w:rsidRPr="0020183E">
        <w:rPr>
          <w:rFonts w:eastAsia="Times New Roman" w:cs="Arial"/>
          <w:snapToGrid w:val="0"/>
          <w:highlight w:val="yellow"/>
          <w:lang w:eastAsia="cs-CZ"/>
        </w:rPr>
        <w:fldChar w:fldCharType="separate"/>
      </w:r>
      <w:r w:rsidRPr="0020183E">
        <w:rPr>
          <w:rFonts w:eastAsia="Times New Roman" w:cs="Arial"/>
          <w:snapToGrid w:val="0"/>
          <w:highlight w:val="yellow"/>
          <w:lang w:eastAsia="cs-CZ"/>
        </w:rPr>
        <w:t>"[VLOŽÍ ZHOTOVITEL]"</w:t>
      </w:r>
      <w:r w:rsidRPr="0020183E">
        <w:rPr>
          <w:rFonts w:eastAsia="Times New Roman" w:cs="Arial"/>
          <w:snapToGrid w:val="0"/>
          <w:highlight w:val="yellow"/>
          <w:lang w:eastAsia="cs-CZ"/>
        </w:rPr>
        <w:fldChar w:fldCharType="end"/>
      </w:r>
      <w:r w:rsidRPr="00F22A59">
        <w:rPr>
          <w:rFonts w:eastAsia="Times New Roman" w:cs="Arial"/>
          <w:snapToGrid w:val="0"/>
          <w:lang w:eastAsia="cs-CZ"/>
        </w:rPr>
        <w:t xml:space="preserve">, tel. </w:t>
      </w:r>
      <w:r w:rsidRPr="0020183E">
        <w:rPr>
          <w:rFonts w:eastAsia="Times New Roman" w:cs="Arial"/>
          <w:snapToGrid w:val="0"/>
          <w:highlight w:val="yellow"/>
          <w:lang w:eastAsia="cs-CZ"/>
        </w:rPr>
        <w:fldChar w:fldCharType="begin">
          <w:ffData>
            <w:name w:val="Text5"/>
            <w:enabled/>
            <w:calcOnExit w:val="0"/>
            <w:textInput/>
          </w:ffData>
        </w:fldChar>
      </w:r>
      <w:r w:rsidRPr="0020183E">
        <w:rPr>
          <w:rFonts w:eastAsia="Times New Roman" w:cs="Arial"/>
          <w:snapToGrid w:val="0"/>
          <w:highlight w:val="yellow"/>
          <w:lang w:eastAsia="cs-CZ"/>
        </w:rPr>
        <w:instrText xml:space="preserve"> FORMTEXT </w:instrText>
      </w:r>
      <w:r w:rsidRPr="0020183E">
        <w:rPr>
          <w:rFonts w:eastAsia="Times New Roman" w:cs="Arial"/>
          <w:snapToGrid w:val="0"/>
          <w:highlight w:val="yellow"/>
          <w:lang w:eastAsia="cs-CZ"/>
        </w:rPr>
      </w:r>
      <w:r w:rsidRPr="0020183E">
        <w:rPr>
          <w:rFonts w:eastAsia="Times New Roman" w:cs="Arial"/>
          <w:snapToGrid w:val="0"/>
          <w:highlight w:val="yellow"/>
          <w:lang w:eastAsia="cs-CZ"/>
        </w:rPr>
        <w:fldChar w:fldCharType="separate"/>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fldChar w:fldCharType="end"/>
      </w:r>
      <w:r w:rsidRPr="00F22A59">
        <w:rPr>
          <w:rFonts w:eastAsia="Times New Roman" w:cs="Arial"/>
          <w:snapToGrid w:val="0"/>
          <w:lang w:eastAsia="cs-CZ"/>
        </w:rPr>
        <w:t xml:space="preserve">, </w:t>
      </w:r>
      <w:r w:rsidR="0020183E">
        <w:rPr>
          <w:rFonts w:eastAsia="Times New Roman" w:cs="Arial"/>
          <w:snapToGrid w:val="0"/>
          <w:highlight w:val="yellow"/>
          <w:lang w:eastAsia="cs-CZ"/>
        </w:rPr>
        <w:fldChar w:fldCharType="begin">
          <w:ffData>
            <w:name w:val="Text6"/>
            <w:enabled/>
            <w:calcOnExit w:val="0"/>
            <w:textInput>
              <w:default w:val="       @"/>
            </w:textInput>
          </w:ffData>
        </w:fldChar>
      </w:r>
      <w:r w:rsidR="0020183E">
        <w:rPr>
          <w:rFonts w:eastAsia="Times New Roman" w:cs="Arial"/>
          <w:snapToGrid w:val="0"/>
          <w:highlight w:val="yellow"/>
          <w:lang w:eastAsia="cs-CZ"/>
        </w:rPr>
        <w:instrText xml:space="preserve"> FORMTEXT </w:instrText>
      </w:r>
      <w:r w:rsidR="0020183E">
        <w:rPr>
          <w:rFonts w:eastAsia="Times New Roman" w:cs="Arial"/>
          <w:snapToGrid w:val="0"/>
          <w:highlight w:val="yellow"/>
          <w:lang w:eastAsia="cs-CZ"/>
        </w:rPr>
      </w:r>
      <w:r w:rsidR="0020183E">
        <w:rPr>
          <w:rFonts w:eastAsia="Times New Roman" w:cs="Arial"/>
          <w:snapToGrid w:val="0"/>
          <w:highlight w:val="yellow"/>
          <w:lang w:eastAsia="cs-CZ"/>
        </w:rPr>
        <w:fldChar w:fldCharType="separate"/>
      </w:r>
      <w:r w:rsidR="0020183E">
        <w:rPr>
          <w:rFonts w:eastAsia="Times New Roman" w:cs="Arial"/>
          <w:noProof/>
          <w:snapToGrid w:val="0"/>
          <w:highlight w:val="yellow"/>
          <w:lang w:eastAsia="cs-CZ"/>
        </w:rPr>
        <w:t xml:space="preserve">       @</w:t>
      </w:r>
      <w:r w:rsidR="0020183E">
        <w:rPr>
          <w:rFonts w:eastAsia="Times New Roman" w:cs="Arial"/>
          <w:snapToGrid w:val="0"/>
          <w:highlight w:val="yellow"/>
          <w:lang w:eastAsia="cs-CZ"/>
        </w:rPr>
        <w:fldChar w:fldCharType="end"/>
      </w:r>
    </w:p>
    <w:p w14:paraId="417A836F" w14:textId="1BA65990" w:rsidR="009020DB" w:rsidRDefault="009020DB" w:rsidP="004D482C">
      <w:pPr>
        <w:tabs>
          <w:tab w:val="left" w:pos="567"/>
          <w:tab w:val="left" w:pos="3544"/>
        </w:tabs>
        <w:spacing w:after="0" w:line="240" w:lineRule="auto"/>
        <w:ind w:left="1134"/>
        <w:jc w:val="both"/>
        <w:rPr>
          <w:rFonts w:eastAsia="Times New Roman" w:cs="Arial"/>
          <w:snapToGrid w:val="0"/>
          <w:lang w:eastAsia="cs-CZ"/>
        </w:rPr>
      </w:pPr>
    </w:p>
    <w:p w14:paraId="188D86DA" w14:textId="7CA6ACC1" w:rsidR="0020183E" w:rsidRPr="00F7521D" w:rsidRDefault="0020183E" w:rsidP="004D482C">
      <w:pPr>
        <w:numPr>
          <w:ilvl w:val="0"/>
          <w:numId w:val="14"/>
        </w:numPr>
        <w:tabs>
          <w:tab w:val="left" w:pos="567"/>
          <w:tab w:val="left" w:pos="3544"/>
        </w:tabs>
        <w:spacing w:after="0" w:line="240" w:lineRule="auto"/>
        <w:ind w:left="1134" w:hanging="425"/>
        <w:jc w:val="both"/>
        <w:rPr>
          <w:rFonts w:eastAsia="Times New Roman" w:cs="Arial"/>
          <w:snapToGrid w:val="0"/>
          <w:lang w:eastAsia="cs-CZ"/>
        </w:rPr>
      </w:pPr>
      <w:r w:rsidRPr="00F7521D">
        <w:rPr>
          <w:rFonts w:eastAsia="Times New Roman" w:cs="Arial"/>
          <w:snapToGrid w:val="0"/>
          <w:lang w:eastAsia="cs-CZ"/>
        </w:rPr>
        <w:t>specialista na geodetické práce:</w:t>
      </w:r>
    </w:p>
    <w:p w14:paraId="213E6DF0" w14:textId="63C3A9B3" w:rsidR="0020183E" w:rsidRDefault="0020183E" w:rsidP="004D482C">
      <w:pPr>
        <w:tabs>
          <w:tab w:val="left" w:pos="567"/>
          <w:tab w:val="left" w:pos="3544"/>
        </w:tabs>
        <w:spacing w:after="0" w:line="240" w:lineRule="auto"/>
        <w:ind w:left="1134"/>
        <w:jc w:val="both"/>
        <w:rPr>
          <w:rFonts w:eastAsia="Times New Roman" w:cs="Arial"/>
          <w:snapToGrid w:val="0"/>
          <w:lang w:eastAsia="cs-CZ"/>
        </w:rPr>
      </w:pPr>
      <w:r>
        <w:rPr>
          <w:rFonts w:eastAsia="Times New Roman" w:cs="Arial"/>
          <w:snapToGrid w:val="0"/>
          <w:lang w:eastAsia="cs-CZ"/>
        </w:rPr>
        <w:tab/>
      </w:r>
      <w:r>
        <w:rPr>
          <w:rFonts w:eastAsia="Times New Roman" w:cs="Arial"/>
          <w:snapToGrid w:val="0"/>
          <w:lang w:eastAsia="cs-CZ"/>
        </w:rPr>
        <w:tab/>
      </w:r>
      <w:r w:rsidRPr="0020183E">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Pr="0020183E">
        <w:rPr>
          <w:rFonts w:eastAsia="Times New Roman" w:cs="Arial"/>
          <w:snapToGrid w:val="0"/>
          <w:highlight w:val="yellow"/>
          <w:lang w:eastAsia="cs-CZ"/>
        </w:rPr>
        <w:instrText xml:space="preserve"> FORMTEXT </w:instrText>
      </w:r>
      <w:r w:rsidRPr="0020183E">
        <w:rPr>
          <w:rFonts w:eastAsia="Times New Roman" w:cs="Arial"/>
          <w:snapToGrid w:val="0"/>
          <w:highlight w:val="yellow"/>
          <w:lang w:eastAsia="cs-CZ"/>
        </w:rPr>
      </w:r>
      <w:r w:rsidRPr="0020183E">
        <w:rPr>
          <w:rFonts w:eastAsia="Times New Roman" w:cs="Arial"/>
          <w:snapToGrid w:val="0"/>
          <w:highlight w:val="yellow"/>
          <w:lang w:eastAsia="cs-CZ"/>
        </w:rPr>
        <w:fldChar w:fldCharType="separate"/>
      </w:r>
      <w:r w:rsidRPr="0020183E">
        <w:rPr>
          <w:rFonts w:eastAsia="Times New Roman" w:cs="Arial"/>
          <w:snapToGrid w:val="0"/>
          <w:highlight w:val="yellow"/>
          <w:lang w:eastAsia="cs-CZ"/>
        </w:rPr>
        <w:t>"[VLOŽÍ ZHOTOVITEL]"</w:t>
      </w:r>
      <w:r w:rsidRPr="0020183E">
        <w:rPr>
          <w:rFonts w:eastAsia="Times New Roman" w:cs="Arial"/>
          <w:snapToGrid w:val="0"/>
          <w:highlight w:val="yellow"/>
          <w:lang w:eastAsia="cs-CZ"/>
        </w:rPr>
        <w:fldChar w:fldCharType="end"/>
      </w:r>
      <w:r w:rsidRPr="00F22A59">
        <w:rPr>
          <w:rFonts w:eastAsia="Times New Roman" w:cs="Arial"/>
          <w:snapToGrid w:val="0"/>
          <w:lang w:eastAsia="cs-CZ"/>
        </w:rPr>
        <w:t xml:space="preserve">, tel. </w:t>
      </w:r>
      <w:r w:rsidRPr="0020183E">
        <w:rPr>
          <w:rFonts w:eastAsia="Times New Roman" w:cs="Arial"/>
          <w:snapToGrid w:val="0"/>
          <w:highlight w:val="yellow"/>
          <w:lang w:eastAsia="cs-CZ"/>
        </w:rPr>
        <w:fldChar w:fldCharType="begin">
          <w:ffData>
            <w:name w:val="Text5"/>
            <w:enabled/>
            <w:calcOnExit w:val="0"/>
            <w:textInput/>
          </w:ffData>
        </w:fldChar>
      </w:r>
      <w:r w:rsidRPr="0020183E">
        <w:rPr>
          <w:rFonts w:eastAsia="Times New Roman" w:cs="Arial"/>
          <w:snapToGrid w:val="0"/>
          <w:highlight w:val="yellow"/>
          <w:lang w:eastAsia="cs-CZ"/>
        </w:rPr>
        <w:instrText xml:space="preserve"> FORMTEXT </w:instrText>
      </w:r>
      <w:r w:rsidRPr="0020183E">
        <w:rPr>
          <w:rFonts w:eastAsia="Times New Roman" w:cs="Arial"/>
          <w:snapToGrid w:val="0"/>
          <w:highlight w:val="yellow"/>
          <w:lang w:eastAsia="cs-CZ"/>
        </w:rPr>
      </w:r>
      <w:r w:rsidRPr="0020183E">
        <w:rPr>
          <w:rFonts w:eastAsia="Times New Roman" w:cs="Arial"/>
          <w:snapToGrid w:val="0"/>
          <w:highlight w:val="yellow"/>
          <w:lang w:eastAsia="cs-CZ"/>
        </w:rPr>
        <w:fldChar w:fldCharType="separate"/>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fldChar w:fldCharType="end"/>
      </w:r>
      <w:r w:rsidRPr="00F22A59">
        <w:rPr>
          <w:rFonts w:eastAsia="Times New Roman" w:cs="Arial"/>
          <w:snapToGrid w:val="0"/>
          <w:lang w:eastAsia="cs-CZ"/>
        </w:rPr>
        <w:t xml:space="preserve">, </w:t>
      </w:r>
      <w:r>
        <w:rPr>
          <w:rFonts w:eastAsia="Times New Roman" w:cs="Arial"/>
          <w:snapToGrid w:val="0"/>
          <w:highlight w:val="yellow"/>
          <w:lang w:eastAsia="cs-CZ"/>
        </w:rPr>
        <w:fldChar w:fldCharType="begin">
          <w:ffData>
            <w:name w:val="Text6"/>
            <w:enabled/>
            <w:calcOnExit w:val="0"/>
            <w:textInput>
              <w:default w:val="       @"/>
            </w:textInput>
          </w:ffData>
        </w:fldChar>
      </w:r>
      <w:r>
        <w:rPr>
          <w:rFonts w:eastAsia="Times New Roman" w:cs="Arial"/>
          <w:snapToGrid w:val="0"/>
          <w:highlight w:val="yellow"/>
          <w:lang w:eastAsia="cs-CZ"/>
        </w:rPr>
        <w:instrText xml:space="preserve"> FORMTEXT </w:instrText>
      </w:r>
      <w:r>
        <w:rPr>
          <w:rFonts w:eastAsia="Times New Roman" w:cs="Arial"/>
          <w:snapToGrid w:val="0"/>
          <w:highlight w:val="yellow"/>
          <w:lang w:eastAsia="cs-CZ"/>
        </w:rPr>
      </w:r>
      <w:r>
        <w:rPr>
          <w:rFonts w:eastAsia="Times New Roman" w:cs="Arial"/>
          <w:snapToGrid w:val="0"/>
          <w:highlight w:val="yellow"/>
          <w:lang w:eastAsia="cs-CZ"/>
        </w:rPr>
        <w:fldChar w:fldCharType="separate"/>
      </w:r>
      <w:r>
        <w:rPr>
          <w:rFonts w:eastAsia="Times New Roman" w:cs="Arial"/>
          <w:noProof/>
          <w:snapToGrid w:val="0"/>
          <w:highlight w:val="yellow"/>
          <w:lang w:eastAsia="cs-CZ"/>
        </w:rPr>
        <w:t xml:space="preserve">       @</w:t>
      </w:r>
      <w:r>
        <w:rPr>
          <w:rFonts w:eastAsia="Times New Roman" w:cs="Arial"/>
          <w:snapToGrid w:val="0"/>
          <w:highlight w:val="yellow"/>
          <w:lang w:eastAsia="cs-CZ"/>
        </w:rPr>
        <w:fldChar w:fldCharType="end"/>
      </w:r>
    </w:p>
    <w:p w14:paraId="301D036D" w14:textId="77777777" w:rsidR="0020183E" w:rsidRPr="009020DB" w:rsidRDefault="0020183E" w:rsidP="004D482C">
      <w:pPr>
        <w:tabs>
          <w:tab w:val="left" w:pos="567"/>
          <w:tab w:val="left" w:pos="3544"/>
        </w:tabs>
        <w:spacing w:after="0" w:line="240" w:lineRule="auto"/>
        <w:ind w:left="1134"/>
        <w:jc w:val="both"/>
        <w:rPr>
          <w:rFonts w:eastAsia="Times New Roman" w:cs="Arial"/>
          <w:snapToGrid w:val="0"/>
          <w:lang w:eastAsia="cs-CZ"/>
        </w:rPr>
      </w:pPr>
    </w:p>
    <w:p w14:paraId="14111317" w14:textId="77777777" w:rsidR="009020DB" w:rsidRPr="009020DB" w:rsidRDefault="009020DB" w:rsidP="004D482C">
      <w:pPr>
        <w:tabs>
          <w:tab w:val="left" w:pos="1985"/>
          <w:tab w:val="left" w:pos="4395"/>
        </w:tabs>
        <w:spacing w:after="0" w:line="240" w:lineRule="auto"/>
        <w:ind w:left="1134" w:hanging="425"/>
        <w:jc w:val="both"/>
        <w:rPr>
          <w:rFonts w:eastAsia="Times New Roman" w:cs="Arial"/>
          <w:snapToGrid w:val="0"/>
          <w:lang w:eastAsia="cs-CZ"/>
        </w:rPr>
      </w:pPr>
    </w:p>
    <w:p w14:paraId="6E16240E" w14:textId="77777777" w:rsidR="009020DB" w:rsidRPr="009020DB" w:rsidRDefault="009020DB" w:rsidP="004D482C">
      <w:pPr>
        <w:tabs>
          <w:tab w:val="left" w:pos="567"/>
          <w:tab w:val="left" w:pos="1985"/>
          <w:tab w:val="left" w:pos="4395"/>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Kontaktní adresa: viz sídlo zhotovitele </w:t>
      </w:r>
    </w:p>
    <w:p w14:paraId="627230F5" w14:textId="426BD10A" w:rsidR="009020DB" w:rsidRPr="009020DB" w:rsidRDefault="009020DB" w:rsidP="004D482C">
      <w:pPr>
        <w:pStyle w:val="Textbezodsazen"/>
        <w:tabs>
          <w:tab w:val="left" w:pos="567"/>
        </w:tabs>
        <w:spacing w:before="120"/>
        <w:rPr>
          <w:rFonts w:eastAsia="Times New Roman" w:cs="Arial"/>
          <w:snapToGrid w:val="0"/>
          <w:lang w:eastAsia="cs-CZ"/>
        </w:rPr>
      </w:pPr>
      <w:r w:rsidRPr="009020DB">
        <w:rPr>
          <w:rFonts w:eastAsia="Times New Roman" w:cs="Arial"/>
          <w:snapToGrid w:val="0"/>
          <w:lang w:eastAsia="cs-CZ"/>
        </w:rPr>
        <w:tab/>
        <w:t xml:space="preserve">(dále jen </w:t>
      </w:r>
      <w:r w:rsidR="00517326">
        <w:rPr>
          <w:rFonts w:eastAsia="Times New Roman" w:cs="Arial"/>
          <w:snapToGrid w:val="0"/>
          <w:lang w:eastAsia="cs-CZ"/>
        </w:rPr>
        <w:t>„</w:t>
      </w:r>
      <w:r w:rsidR="00E033DB">
        <w:rPr>
          <w:rFonts w:eastAsia="Times New Roman" w:cs="Arial"/>
          <w:snapToGrid w:val="0"/>
          <w:lang w:eastAsia="cs-CZ"/>
        </w:rPr>
        <w:t>Z</w:t>
      </w:r>
      <w:r w:rsidRPr="009020DB">
        <w:rPr>
          <w:rFonts w:eastAsia="Times New Roman" w:cs="Arial"/>
          <w:snapToGrid w:val="0"/>
          <w:lang w:eastAsia="cs-CZ"/>
        </w:rPr>
        <w:t>hotovitel</w:t>
      </w:r>
      <w:r w:rsidR="00517326">
        <w:rPr>
          <w:rFonts w:eastAsia="Times New Roman" w:cs="Arial"/>
          <w:snapToGrid w:val="0"/>
          <w:lang w:eastAsia="cs-CZ"/>
        </w:rPr>
        <w:t>“</w:t>
      </w:r>
      <w:r w:rsidRPr="009020DB">
        <w:rPr>
          <w:rFonts w:eastAsia="Times New Roman" w:cs="Arial"/>
          <w:snapToGrid w:val="0"/>
          <w:lang w:eastAsia="cs-CZ"/>
        </w:rPr>
        <w:t>)</w:t>
      </w:r>
    </w:p>
    <w:p w14:paraId="51CD1B38" w14:textId="1B44C15B" w:rsidR="00F422D3" w:rsidRPr="00B42F40" w:rsidRDefault="00F422D3" w:rsidP="009E5A01">
      <w:pPr>
        <w:pStyle w:val="Textbezodsazen"/>
        <w:ind w:firstLine="567"/>
      </w:pPr>
      <w:r w:rsidRPr="00B42F40">
        <w:t xml:space="preserve">číslo smlouvy: </w:t>
      </w:r>
      <w:r w:rsidR="00355CB8"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355CB8" w:rsidRPr="00566EF0">
        <w:rPr>
          <w:rFonts w:eastAsia="Times New Roman" w:cs="Arial"/>
          <w:snapToGrid w:val="0"/>
          <w:highlight w:val="yellow"/>
          <w:lang w:eastAsia="cs-CZ"/>
        </w:rPr>
        <w:instrText xml:space="preserve"> FORMTEXT </w:instrText>
      </w:r>
      <w:r w:rsidR="00355CB8" w:rsidRPr="00566EF0">
        <w:rPr>
          <w:rFonts w:eastAsia="Times New Roman" w:cs="Arial"/>
          <w:snapToGrid w:val="0"/>
          <w:highlight w:val="yellow"/>
          <w:lang w:eastAsia="cs-CZ"/>
        </w:rPr>
      </w:r>
      <w:r w:rsidR="00355CB8" w:rsidRPr="00566EF0">
        <w:rPr>
          <w:rFonts w:eastAsia="Times New Roman" w:cs="Arial"/>
          <w:snapToGrid w:val="0"/>
          <w:highlight w:val="yellow"/>
          <w:lang w:eastAsia="cs-CZ"/>
        </w:rPr>
        <w:fldChar w:fldCharType="separate"/>
      </w:r>
      <w:r w:rsidR="00355CB8" w:rsidRPr="00566EF0">
        <w:rPr>
          <w:rFonts w:eastAsia="Times New Roman" w:cs="Arial"/>
          <w:noProof/>
          <w:snapToGrid w:val="0"/>
          <w:highlight w:val="yellow"/>
          <w:lang w:eastAsia="cs-CZ"/>
        </w:rPr>
        <w:t>"[VLOŽÍ ZHOTOVITEL]"</w:t>
      </w:r>
      <w:r w:rsidR="00355CB8" w:rsidRPr="00566EF0">
        <w:rPr>
          <w:rFonts w:eastAsia="Times New Roman" w:cs="Arial"/>
          <w:snapToGrid w:val="0"/>
          <w:highlight w:val="yellow"/>
          <w:lang w:eastAsia="cs-CZ"/>
        </w:rPr>
        <w:fldChar w:fldCharType="end"/>
      </w:r>
    </w:p>
    <w:p w14:paraId="449A029E" w14:textId="77777777" w:rsidR="00B42F40" w:rsidRPr="00B42F40" w:rsidRDefault="00D32554" w:rsidP="004D482C">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636347FB" w14:textId="77777777" w:rsidR="00F24489" w:rsidRDefault="00D32554" w:rsidP="004D482C">
      <w:pPr>
        <w:pStyle w:val="Textbezodsazen"/>
        <w:rPr>
          <w:b/>
        </w:rPr>
      </w:pPr>
      <w:r w:rsidRPr="00D32554">
        <w:rPr>
          <w:b/>
        </w:rPr>
        <w:t>Smluvní strany, vědomy si svých závazků v této Smlouvě obsažených a s úmyslem být touto Smlouvou vázány, dohodly se na následujícím znění Smlouvy:</w:t>
      </w:r>
    </w:p>
    <w:p w14:paraId="72CD4731" w14:textId="77777777" w:rsidR="00EF05B5" w:rsidRDefault="00EF05B5" w:rsidP="00BB2130">
      <w:pPr>
        <w:pStyle w:val="Nadpis1-1"/>
      </w:pPr>
      <w:r>
        <w:t>Výchozí podklady a Údaje</w:t>
      </w:r>
    </w:p>
    <w:p w14:paraId="483108EE" w14:textId="77777777" w:rsidR="00EF05B5" w:rsidRPr="00EF05B5" w:rsidRDefault="00EF05B5" w:rsidP="004D482C">
      <w:pPr>
        <w:jc w:val="both"/>
      </w:pPr>
      <w:r w:rsidRPr="00EF05B5">
        <w:t>Smlouva bude plněna v souladu se zněním následujících dokumentů:</w:t>
      </w:r>
    </w:p>
    <w:p w14:paraId="1C305C1E" w14:textId="200975F9" w:rsidR="00EF05B5" w:rsidRPr="00657A25" w:rsidRDefault="00EF05B5" w:rsidP="004D482C">
      <w:pPr>
        <w:pStyle w:val="Text1-1"/>
      </w:pPr>
      <w:r w:rsidRPr="00657A25">
        <w:t>Výzva k podání nabídky na realizaci veřejné zakázky</w:t>
      </w:r>
      <w:r w:rsidR="003F0E62">
        <w:t xml:space="preserve"> Vypracování projektové dokumentace</w:t>
      </w:r>
      <w:r w:rsidRPr="00657A25">
        <w:t xml:space="preserve"> „</w:t>
      </w:r>
      <w:r w:rsidR="00A4070D" w:rsidRPr="00A4070D">
        <w:t>Oprava trati v úseku Dlouhá Třebová – Ústí nad Orlicí, most v km 252,986</w:t>
      </w:r>
      <w:r w:rsidRPr="00657A25">
        <w:t xml:space="preserve">“, č. </w:t>
      </w:r>
      <w:r w:rsidRPr="00B61444">
        <w:t>j</w:t>
      </w:r>
      <w:r w:rsidRPr="00566EF0">
        <w:t>.:</w:t>
      </w:r>
      <w:r w:rsidR="00566EF0">
        <w:t xml:space="preserve"> </w:t>
      </w:r>
      <w:r w:rsidR="00566EF0" w:rsidRPr="00566EF0">
        <w:rPr>
          <w:highlight w:val="cyan"/>
        </w:rPr>
        <w:fldChar w:fldCharType="begin">
          <w:ffData>
            <w:name w:val=""/>
            <w:enabled/>
            <w:calcOnExit w:val="0"/>
            <w:textInput>
              <w:default w:val="&quot;[VLOŽÍ OBJEDNATEL]&quot;"/>
            </w:textInput>
          </w:ffData>
        </w:fldChar>
      </w:r>
      <w:r w:rsidR="00566EF0" w:rsidRPr="00566EF0">
        <w:rPr>
          <w:highlight w:val="cyan"/>
        </w:rPr>
        <w:instrText xml:space="preserve"> FORMTEXT </w:instrText>
      </w:r>
      <w:r w:rsidR="00566EF0" w:rsidRPr="00566EF0">
        <w:rPr>
          <w:highlight w:val="cyan"/>
        </w:rPr>
      </w:r>
      <w:r w:rsidR="00566EF0" w:rsidRPr="00566EF0">
        <w:rPr>
          <w:highlight w:val="cyan"/>
        </w:rPr>
        <w:fldChar w:fldCharType="separate"/>
      </w:r>
      <w:r w:rsidR="00566EF0" w:rsidRPr="00566EF0">
        <w:rPr>
          <w:noProof/>
          <w:highlight w:val="cyan"/>
        </w:rPr>
        <w:t>"[VLOŽÍ OBJEDNATEL]"</w:t>
      </w:r>
      <w:r w:rsidR="00566EF0" w:rsidRPr="00566EF0">
        <w:rPr>
          <w:highlight w:val="cyan"/>
        </w:rPr>
        <w:fldChar w:fldCharType="end"/>
      </w:r>
      <w:r w:rsidR="00566EF0" w:rsidRPr="00566EF0">
        <w:t xml:space="preserve"> </w:t>
      </w:r>
      <w:r w:rsidRPr="00657A25">
        <w:t xml:space="preserve">(dále jen „Výzva“). </w:t>
      </w:r>
    </w:p>
    <w:p w14:paraId="064AB395" w14:textId="03980AB0" w:rsidR="00EF05B5" w:rsidRPr="00C42371" w:rsidRDefault="00EF05B5" w:rsidP="004D482C">
      <w:pPr>
        <w:pStyle w:val="Text1-1"/>
      </w:pPr>
      <w:r w:rsidRPr="00C42371">
        <w:t xml:space="preserve">Nabídka vybraného zhotovitele obdržená </w:t>
      </w:r>
      <w:r w:rsidR="004053C8">
        <w:t>prostřednictvím elektronického nástroje E</w:t>
      </w:r>
      <w:r w:rsidR="00F02D99">
        <w:t> </w:t>
      </w:r>
      <w:r w:rsidR="004053C8">
        <w:t xml:space="preserve">ZAK </w:t>
      </w:r>
      <w:r w:rsidRPr="00C42371">
        <w:t>dne</w:t>
      </w:r>
      <w:r>
        <w:t xml:space="preserve"> </w:t>
      </w:r>
      <w:r w:rsidR="00566EF0" w:rsidRPr="00566EF0">
        <w:rPr>
          <w:highlight w:val="cyan"/>
        </w:rPr>
        <w:fldChar w:fldCharType="begin">
          <w:ffData>
            <w:name w:val=""/>
            <w:enabled/>
            <w:calcOnExit w:val="0"/>
            <w:textInput>
              <w:default w:val="&quot;[VLOŽÍ OBJEDNATEL]&quot;"/>
            </w:textInput>
          </w:ffData>
        </w:fldChar>
      </w:r>
      <w:r w:rsidR="00566EF0" w:rsidRPr="00566EF0">
        <w:rPr>
          <w:highlight w:val="cyan"/>
        </w:rPr>
        <w:instrText xml:space="preserve"> FORMTEXT </w:instrText>
      </w:r>
      <w:r w:rsidR="00566EF0" w:rsidRPr="00566EF0">
        <w:rPr>
          <w:highlight w:val="cyan"/>
        </w:rPr>
      </w:r>
      <w:r w:rsidR="00566EF0" w:rsidRPr="00566EF0">
        <w:rPr>
          <w:highlight w:val="cyan"/>
        </w:rPr>
        <w:fldChar w:fldCharType="separate"/>
      </w:r>
      <w:r w:rsidR="00566EF0" w:rsidRPr="00566EF0">
        <w:rPr>
          <w:noProof/>
          <w:highlight w:val="cyan"/>
        </w:rPr>
        <w:t>"[VLOŽÍ OBJEDNATEL]"</w:t>
      </w:r>
      <w:r w:rsidR="00566EF0" w:rsidRPr="00566EF0">
        <w:rPr>
          <w:highlight w:val="cyan"/>
        </w:rPr>
        <w:fldChar w:fldCharType="end"/>
      </w:r>
      <w:r w:rsidR="00566EF0">
        <w:t xml:space="preserve"> </w:t>
      </w:r>
      <w:r w:rsidR="004053C8">
        <w:t>(dále jen „Nabídka“)</w:t>
      </w:r>
      <w:r w:rsidRPr="00C42371">
        <w:t>.</w:t>
      </w:r>
    </w:p>
    <w:p w14:paraId="7AD815F2" w14:textId="4BDD27D5" w:rsidR="00EF05B5" w:rsidRPr="00EF05B5" w:rsidRDefault="00EF05B5" w:rsidP="004D482C">
      <w:pPr>
        <w:pStyle w:val="Text1-1"/>
      </w:pPr>
      <w:r w:rsidRPr="00324258">
        <w:t xml:space="preserve">Zákon č. </w:t>
      </w:r>
      <w:r w:rsidR="00280F6D">
        <w:t>283/2021 Sb., stavební zákon, ve znění pozdějších předpisů</w:t>
      </w:r>
      <w:r w:rsidRPr="00324258">
        <w:t>, a</w:t>
      </w:r>
      <w:r w:rsidR="008B2FF7">
        <w:t> </w:t>
      </w:r>
      <w:r w:rsidRPr="00324258">
        <w:t>jeho prováděcí vyhlášky, vyhláška č.177/1995 Sb., kterou se vydává stavební a</w:t>
      </w:r>
      <w:r w:rsidR="008B2FF7">
        <w:t> </w:t>
      </w:r>
      <w:r w:rsidRPr="00324258">
        <w:t>technický řád drah,</w:t>
      </w:r>
      <w:r>
        <w:t xml:space="preserve"> </w:t>
      </w:r>
      <w:r w:rsidRPr="00A02B1F">
        <w:t xml:space="preserve">zákon č. 266/1994 Sb., o dráhách, vyhláška č. </w:t>
      </w:r>
      <w:r w:rsidR="00BB2130">
        <w:t xml:space="preserve">227/2024 </w:t>
      </w:r>
      <w:r w:rsidRPr="00A02B1F">
        <w:t>Sb., o</w:t>
      </w:r>
      <w:r w:rsidR="008B2FF7">
        <w:t> </w:t>
      </w:r>
      <w:r w:rsidRPr="00A02B1F">
        <w:t>rozsahu a obsahu projektové dokumentace</w:t>
      </w:r>
      <w:r w:rsidR="00512880">
        <w:t xml:space="preserve"> staveb</w:t>
      </w:r>
      <w:r w:rsidRPr="00A02B1F">
        <w:t xml:space="preserve"> dopravní</w:t>
      </w:r>
      <w:r w:rsidR="00512880">
        <w:t xml:space="preserve"> infrastruktury</w:t>
      </w:r>
      <w:r w:rsidRPr="00A02B1F">
        <w:t>, vyhláška č. 173/1995 Sb., kterou se vydává dopravní řád drah,</w:t>
      </w:r>
      <w:r>
        <w:t xml:space="preserve"> </w:t>
      </w:r>
      <w:r w:rsidRPr="00A02B1F">
        <w:t xml:space="preserve">příslušné technické normy (ČSN, </w:t>
      </w:r>
      <w:r w:rsidR="00BB2130" w:rsidRPr="00A02B1F">
        <w:t>EN, TNŽ</w:t>
      </w:r>
      <w:r w:rsidRPr="00A02B1F">
        <w:t xml:space="preserve">), </w:t>
      </w:r>
      <w:r w:rsidRPr="00EF05B5">
        <w:t>drážní předpisy a další relevantní právní předpisy, vše ve znění pozdějších předpisů.</w:t>
      </w:r>
    </w:p>
    <w:p w14:paraId="4ECED54E" w14:textId="77777777" w:rsidR="00EF05B5" w:rsidRPr="00092818" w:rsidRDefault="00EF05B5" w:rsidP="004D482C">
      <w:pPr>
        <w:pStyle w:val="Text1-1"/>
      </w:pPr>
      <w:r>
        <w:t>Dokumentace k předmětné veřejné zakázce, která</w:t>
      </w:r>
      <w:r w:rsidRPr="00092818">
        <w:t xml:space="preserve"> je </w:t>
      </w:r>
      <w:r>
        <w:t>součástí Zadávací dokumentace.</w:t>
      </w:r>
    </w:p>
    <w:p w14:paraId="6FD9FCDB" w14:textId="184E0A54" w:rsidR="00EF05B5" w:rsidRPr="00EF05B5" w:rsidRDefault="00EF05B5" w:rsidP="004D482C">
      <w:pPr>
        <w:pStyle w:val="Text1-1"/>
      </w:pPr>
      <w:r w:rsidRPr="00EF05B5">
        <w:rPr>
          <w:snapToGrid w:val="0"/>
          <w:lang w:eastAsia="cs-CZ"/>
        </w:rPr>
        <w:t>Technické kvalitativní podmínky staveb státních drah (dále jen „TKP“), české tech</w:t>
      </w:r>
      <w:r w:rsidR="00642E18">
        <w:rPr>
          <w:snapToGrid w:val="0"/>
          <w:lang w:eastAsia="cs-CZ"/>
        </w:rPr>
        <w:t>nické normy a interní předpisy O</w:t>
      </w:r>
      <w:r w:rsidRPr="00EF05B5">
        <w:rPr>
          <w:snapToGrid w:val="0"/>
          <w:lang w:eastAsia="cs-CZ"/>
        </w:rPr>
        <w:t>bjednatele vyjmenované v příslušných kapitolách TKP staveb státních drah, Obchodní podmínky na projekční práce u OŘ Hradec Králové, zákony a vyhlášky týkající se ekologie, požární ochrany, bezpečnosti a ochrany zdraví při práci, předpis SŽDC Bp1, dokumentace a</w:t>
      </w:r>
      <w:r w:rsidR="008B2FF7">
        <w:rPr>
          <w:snapToGrid w:val="0"/>
          <w:lang w:eastAsia="cs-CZ"/>
        </w:rPr>
        <w:t> </w:t>
      </w:r>
      <w:r w:rsidRPr="00EF05B5">
        <w:rPr>
          <w:snapToGrid w:val="0"/>
          <w:lang w:eastAsia="cs-CZ"/>
        </w:rPr>
        <w:t>technické podmínky výrobců zařízení a další relevantní předpisy, vše ve</w:t>
      </w:r>
      <w:r w:rsidR="00F02D99">
        <w:rPr>
          <w:snapToGrid w:val="0"/>
          <w:lang w:eastAsia="cs-CZ"/>
        </w:rPr>
        <w:t> </w:t>
      </w:r>
      <w:r w:rsidRPr="00EF05B5">
        <w:rPr>
          <w:snapToGrid w:val="0"/>
          <w:lang w:eastAsia="cs-CZ"/>
        </w:rPr>
        <w:t>znění pozdějších předpisů.</w:t>
      </w:r>
    </w:p>
    <w:p w14:paraId="18C65080" w14:textId="2EB05858" w:rsidR="007D0186" w:rsidRDefault="007D0186" w:rsidP="004D482C">
      <w:pPr>
        <w:pStyle w:val="Text1-1"/>
      </w:pPr>
      <w:r w:rsidRPr="007D0186">
        <w:t xml:space="preserve">Zhotovitel podpisem této </w:t>
      </w:r>
      <w:r w:rsidR="00642E18">
        <w:t>S</w:t>
      </w:r>
      <w:r w:rsidRPr="007D0186">
        <w:t xml:space="preserve">mlouvy potvrzuje, že je se všemi dokumenty tvořícími zadávací dokumentaci na realizaci díla seznámen a bez výhrad s nimi souhlasí. </w:t>
      </w:r>
    </w:p>
    <w:p w14:paraId="0B0B0A8E" w14:textId="7119CBB8" w:rsidR="007D0186" w:rsidRPr="00783C51" w:rsidRDefault="007D0186" w:rsidP="004D482C">
      <w:pPr>
        <w:pStyle w:val="Text1-1"/>
      </w:pPr>
      <w:r w:rsidRPr="00783C51">
        <w:t xml:space="preserve">Zhotovitel prohlašuje, že dokumenty uvedené v této </w:t>
      </w:r>
      <w:r w:rsidR="00642E18">
        <w:t>S</w:t>
      </w:r>
      <w:r w:rsidRPr="00783C51">
        <w:t>mlouvě mu by</w:t>
      </w:r>
      <w:r>
        <w:t xml:space="preserve">ly před podpisem této </w:t>
      </w:r>
      <w:r w:rsidR="00642E18">
        <w:t>S</w:t>
      </w:r>
      <w:r>
        <w:t>mlouvy k </w:t>
      </w:r>
      <w:r w:rsidRPr="00783C51">
        <w:t>dispozici, že byl s jejich obsahem seznámen, a že jejich obsah je pro</w:t>
      </w:r>
      <w:r w:rsidR="009A0905">
        <w:t> </w:t>
      </w:r>
      <w:r w:rsidRPr="00783C51">
        <w:t>něj závazný.</w:t>
      </w:r>
    </w:p>
    <w:p w14:paraId="41A0AB13" w14:textId="22528D67" w:rsidR="007D0186" w:rsidRDefault="007D0186" w:rsidP="004D482C">
      <w:pPr>
        <w:pStyle w:val="Text1-1"/>
      </w:pPr>
      <w:r w:rsidRPr="00092818">
        <w:lastRenderedPageBreak/>
        <w:t xml:space="preserve">Zhotovitel se zavazuje respektovat změny předpisů </w:t>
      </w:r>
      <w:r w:rsidR="00642E18">
        <w:t>O</w:t>
      </w:r>
      <w:r w:rsidRPr="00092818">
        <w:t>bjednatele a norem, které se týkají předmětného díla a jeho součástí, i pokud k nim dojde během provádění díla a</w:t>
      </w:r>
      <w:r w:rsidR="008B2FF7">
        <w:t> </w:t>
      </w:r>
      <w:r w:rsidRPr="00092818">
        <w:t xml:space="preserve">budou </w:t>
      </w:r>
      <w:r w:rsidR="00642E18">
        <w:t>O</w:t>
      </w:r>
      <w:r w:rsidRPr="00092818">
        <w:t xml:space="preserve">bjednatelem uplatněny. Tyto změny budou řešeny písemnými dodatky k této </w:t>
      </w:r>
      <w:r w:rsidR="00642E18">
        <w:t>S</w:t>
      </w:r>
      <w:r w:rsidRPr="00092818">
        <w:t>mlouvě.</w:t>
      </w:r>
    </w:p>
    <w:p w14:paraId="4BCFC84D" w14:textId="77777777" w:rsidR="00F24489" w:rsidRDefault="007D0186" w:rsidP="004D482C">
      <w:pPr>
        <w:pStyle w:val="Nadpis1-1"/>
        <w:jc w:val="both"/>
      </w:pPr>
      <w:r>
        <w:t>Název a předmět díla</w:t>
      </w:r>
    </w:p>
    <w:p w14:paraId="7D4407FD" w14:textId="2D917BD6" w:rsidR="007D0186" w:rsidRPr="00324258" w:rsidRDefault="007D0186" w:rsidP="004D482C">
      <w:pPr>
        <w:pStyle w:val="Text1-1"/>
      </w:pPr>
      <w:r w:rsidRPr="00324258">
        <w:t xml:space="preserve">Název díla: </w:t>
      </w:r>
      <w:r w:rsidR="00746F9E" w:rsidRPr="00746F9E">
        <w:t>Vypracování projektové dokumentace „Oprava trati v úseku Dlouhá Třebová – Ústí nad Orlicí, most v km 252,986“</w:t>
      </w:r>
    </w:p>
    <w:p w14:paraId="35F362D5" w14:textId="2B70E79D" w:rsidR="00D06BD0" w:rsidRDefault="00D06BD0" w:rsidP="004D482C">
      <w:pPr>
        <w:pStyle w:val="Text1-1"/>
        <w:rPr>
          <w:szCs w:val="22"/>
        </w:rPr>
      </w:pPr>
      <w:r w:rsidRPr="00324258">
        <w:rPr>
          <w:szCs w:val="22"/>
        </w:rPr>
        <w:t xml:space="preserve">Předmětem díla je </w:t>
      </w:r>
      <w:r w:rsidRPr="006D7050">
        <w:t xml:space="preserve">vyhotovení projektové dokumentace </w:t>
      </w:r>
      <w:r w:rsidRPr="00434F96">
        <w:t>pro následné zadání veřejné zakázky, která bude splňovat podmínku řádného a jednoznačného zadání pro</w:t>
      </w:r>
      <w:r w:rsidR="00572051" w:rsidRPr="00572051">
        <w:t xml:space="preserve"> opravu mostu v km 252,986 </w:t>
      </w:r>
      <w:r w:rsidR="001C0EDA">
        <w:t>trati v ús</w:t>
      </w:r>
      <w:r w:rsidR="00572051" w:rsidRPr="00572051">
        <w:t>eku Dlouhá Třebová – Ústí nad Orlicí</w:t>
      </w:r>
      <w:r w:rsidR="001C0EDA">
        <w:t xml:space="preserve">, která bude spočívat </w:t>
      </w:r>
      <w:r w:rsidR="00572051" w:rsidRPr="00572051">
        <w:t>v provedení nové celoplošné hydroizolace, sanaci kotevních oblastí konců nosníků a ložisek, doplňující injektáži kanálků příčného předpětí a v montáži nových dilatačních závěrů</w:t>
      </w:r>
      <w:r w:rsidR="00543261">
        <w:rPr>
          <w:rStyle w:val="Odkaznakoment"/>
          <w:rFonts w:cs="Arial"/>
          <w:sz w:val="18"/>
          <w:szCs w:val="18"/>
        </w:rPr>
        <w:t xml:space="preserve"> </w:t>
      </w:r>
      <w:r w:rsidR="008D24EE">
        <w:rPr>
          <w:rStyle w:val="Odkaznakoment"/>
          <w:rFonts w:cs="Arial"/>
          <w:sz w:val="18"/>
          <w:szCs w:val="18"/>
        </w:rPr>
        <w:t>(dále jen „Stavba“)</w:t>
      </w:r>
      <w:r w:rsidRPr="00233C72">
        <w:rPr>
          <w:szCs w:val="22"/>
        </w:rPr>
        <w:t xml:space="preserve">, </w:t>
      </w:r>
      <w:r>
        <w:rPr>
          <w:szCs w:val="22"/>
        </w:rPr>
        <w:t>přičemž konkrétně je </w:t>
      </w:r>
      <w:r w:rsidRPr="000D6FF4">
        <w:rPr>
          <w:szCs w:val="22"/>
        </w:rPr>
        <w:t>rozsah díla popsán v</w:t>
      </w:r>
      <w:r>
        <w:rPr>
          <w:szCs w:val="22"/>
        </w:rPr>
        <w:t> dokumentaci, jež byla zveřejněna jako součást Zadávací dokumentace. Z</w:t>
      </w:r>
      <w:r w:rsidRPr="00AA1FE3">
        <w:rPr>
          <w:szCs w:val="22"/>
        </w:rPr>
        <w:t xml:space="preserve">hotovitel </w:t>
      </w:r>
      <w:r>
        <w:rPr>
          <w:szCs w:val="22"/>
        </w:rPr>
        <w:t>se</w:t>
      </w:r>
      <w:r w:rsidR="009A0905">
        <w:rPr>
          <w:szCs w:val="22"/>
        </w:rPr>
        <w:t> </w:t>
      </w:r>
      <w:r w:rsidRPr="00AA1FE3">
        <w:rPr>
          <w:szCs w:val="22"/>
        </w:rPr>
        <w:t>zavazuje provést dílo v souladu s</w:t>
      </w:r>
      <w:r>
        <w:rPr>
          <w:szCs w:val="22"/>
        </w:rPr>
        <w:t> </w:t>
      </w:r>
      <w:r w:rsidRPr="00AA1FE3">
        <w:rPr>
          <w:szCs w:val="22"/>
        </w:rPr>
        <w:t>podmínkami stanovenými to</w:t>
      </w:r>
      <w:r>
        <w:rPr>
          <w:szCs w:val="22"/>
        </w:rPr>
        <w:t xml:space="preserve">uto </w:t>
      </w:r>
      <w:r w:rsidR="00642E18">
        <w:rPr>
          <w:szCs w:val="22"/>
        </w:rPr>
        <w:t>S</w:t>
      </w:r>
      <w:r>
        <w:rPr>
          <w:szCs w:val="22"/>
        </w:rPr>
        <w:t>mlouvou o </w:t>
      </w:r>
      <w:r w:rsidRPr="00AA1FE3">
        <w:rPr>
          <w:szCs w:val="22"/>
        </w:rPr>
        <w:t>dílo</w:t>
      </w:r>
      <w:r>
        <w:rPr>
          <w:szCs w:val="22"/>
        </w:rPr>
        <w:t xml:space="preserve">, </w:t>
      </w:r>
      <w:r w:rsidRPr="000D6FF4">
        <w:rPr>
          <w:szCs w:val="22"/>
        </w:rPr>
        <w:t xml:space="preserve">Výzvou, Zadávací dokumentací, Nabídkou </w:t>
      </w:r>
      <w:r w:rsidR="00642E18">
        <w:rPr>
          <w:szCs w:val="22"/>
        </w:rPr>
        <w:t>Z</w:t>
      </w:r>
      <w:r w:rsidRPr="000D6FF4">
        <w:rPr>
          <w:szCs w:val="22"/>
        </w:rPr>
        <w:t>hotovitele a ostatními výše uvedenými dokumenty</w:t>
      </w:r>
      <w:r>
        <w:rPr>
          <w:szCs w:val="22"/>
        </w:rPr>
        <w:t>.</w:t>
      </w:r>
    </w:p>
    <w:p w14:paraId="45FADC31" w14:textId="505325A0" w:rsidR="00557DDF" w:rsidRPr="00456B88" w:rsidRDefault="004112D1" w:rsidP="004D482C">
      <w:pPr>
        <w:pStyle w:val="Text1-1"/>
      </w:pPr>
      <w:r>
        <w:t>P</w:t>
      </w:r>
      <w:r w:rsidR="00557DDF" w:rsidRPr="00456B88">
        <w:t>rojektová dokumentace bude obsahovat tyto části:</w:t>
      </w:r>
    </w:p>
    <w:p w14:paraId="43DE2595" w14:textId="77777777" w:rsidR="00557DDF" w:rsidRPr="00572051" w:rsidRDefault="00557DDF" w:rsidP="004D482C">
      <w:pPr>
        <w:pStyle w:val="Nadpis1-1"/>
        <w:numPr>
          <w:ilvl w:val="0"/>
          <w:numId w:val="15"/>
        </w:numPr>
        <w:jc w:val="both"/>
        <w:rPr>
          <w:rFonts w:asciiTheme="minorHAnsi" w:hAnsiTheme="minorHAnsi"/>
          <w:b w:val="0"/>
          <w:caps w:val="0"/>
          <w:sz w:val="18"/>
        </w:rPr>
      </w:pPr>
      <w:r w:rsidRPr="00572051">
        <w:rPr>
          <w:rFonts w:asciiTheme="minorHAnsi" w:hAnsiTheme="minorHAnsi"/>
          <w:b w:val="0"/>
          <w:caps w:val="0"/>
          <w:sz w:val="18"/>
        </w:rPr>
        <w:t>Technická dokumentace</w:t>
      </w:r>
    </w:p>
    <w:p w14:paraId="3C54A08B" w14:textId="77777777" w:rsidR="00557DDF" w:rsidRPr="00572051" w:rsidRDefault="00557DDF" w:rsidP="004D482C">
      <w:pPr>
        <w:pStyle w:val="Nadpis1-1"/>
        <w:numPr>
          <w:ilvl w:val="0"/>
          <w:numId w:val="15"/>
        </w:numPr>
        <w:jc w:val="both"/>
        <w:rPr>
          <w:rFonts w:asciiTheme="minorHAnsi" w:hAnsiTheme="minorHAnsi"/>
          <w:b w:val="0"/>
          <w:caps w:val="0"/>
          <w:sz w:val="18"/>
        </w:rPr>
      </w:pPr>
      <w:r w:rsidRPr="00572051">
        <w:rPr>
          <w:rFonts w:asciiTheme="minorHAnsi" w:hAnsiTheme="minorHAnsi"/>
          <w:b w:val="0"/>
          <w:caps w:val="0"/>
          <w:sz w:val="18"/>
        </w:rPr>
        <w:t>Situace</w:t>
      </w:r>
    </w:p>
    <w:p w14:paraId="159FBF0D" w14:textId="77777777" w:rsidR="00557DDF" w:rsidRPr="00572051" w:rsidRDefault="00557DDF" w:rsidP="004D482C">
      <w:pPr>
        <w:pStyle w:val="Nadpis1-1"/>
        <w:numPr>
          <w:ilvl w:val="0"/>
          <w:numId w:val="15"/>
        </w:numPr>
        <w:jc w:val="both"/>
        <w:rPr>
          <w:rFonts w:asciiTheme="minorHAnsi" w:hAnsiTheme="minorHAnsi"/>
          <w:b w:val="0"/>
          <w:caps w:val="0"/>
          <w:sz w:val="18"/>
        </w:rPr>
      </w:pPr>
      <w:r w:rsidRPr="00572051">
        <w:rPr>
          <w:rFonts w:asciiTheme="minorHAnsi" w:hAnsiTheme="minorHAnsi"/>
          <w:b w:val="0"/>
          <w:caps w:val="0"/>
          <w:sz w:val="18"/>
        </w:rPr>
        <w:t>Podélný profil</w:t>
      </w:r>
    </w:p>
    <w:p w14:paraId="2C71254C" w14:textId="77777777" w:rsidR="00557DDF" w:rsidRPr="00572051" w:rsidRDefault="00557DDF" w:rsidP="004D482C">
      <w:pPr>
        <w:pStyle w:val="Nadpis1-1"/>
        <w:numPr>
          <w:ilvl w:val="0"/>
          <w:numId w:val="15"/>
        </w:numPr>
        <w:jc w:val="both"/>
        <w:rPr>
          <w:rFonts w:asciiTheme="minorHAnsi" w:hAnsiTheme="minorHAnsi"/>
          <w:b w:val="0"/>
          <w:caps w:val="0"/>
          <w:sz w:val="18"/>
        </w:rPr>
      </w:pPr>
      <w:r w:rsidRPr="00572051">
        <w:rPr>
          <w:rFonts w:asciiTheme="minorHAnsi" w:hAnsiTheme="minorHAnsi"/>
          <w:b w:val="0"/>
          <w:caps w:val="0"/>
          <w:sz w:val="18"/>
        </w:rPr>
        <w:t>Vzorové příčné řezy koleje a přejezdu</w:t>
      </w:r>
    </w:p>
    <w:p w14:paraId="0BB0AAB5" w14:textId="77777777" w:rsidR="00557DDF" w:rsidRPr="00572051" w:rsidRDefault="00557DDF" w:rsidP="004D482C">
      <w:pPr>
        <w:pStyle w:val="Nadpis1-1"/>
        <w:numPr>
          <w:ilvl w:val="0"/>
          <w:numId w:val="15"/>
        </w:numPr>
        <w:jc w:val="both"/>
        <w:rPr>
          <w:rFonts w:asciiTheme="minorHAnsi" w:hAnsiTheme="minorHAnsi"/>
          <w:b w:val="0"/>
          <w:caps w:val="0"/>
          <w:sz w:val="18"/>
        </w:rPr>
      </w:pPr>
      <w:r w:rsidRPr="00572051">
        <w:rPr>
          <w:rFonts w:asciiTheme="minorHAnsi" w:hAnsiTheme="minorHAnsi"/>
          <w:b w:val="0"/>
          <w:caps w:val="0"/>
          <w:sz w:val="18"/>
        </w:rPr>
        <w:t>Vytyčovací výkres</w:t>
      </w:r>
    </w:p>
    <w:p w14:paraId="139189EB" w14:textId="77777777" w:rsidR="00557DDF" w:rsidRPr="00572051" w:rsidRDefault="00557DDF" w:rsidP="004D482C">
      <w:pPr>
        <w:pStyle w:val="Nadpis1-1"/>
        <w:numPr>
          <w:ilvl w:val="0"/>
          <w:numId w:val="15"/>
        </w:numPr>
        <w:jc w:val="both"/>
        <w:rPr>
          <w:rFonts w:asciiTheme="minorHAnsi" w:hAnsiTheme="minorHAnsi"/>
          <w:b w:val="0"/>
          <w:caps w:val="0"/>
          <w:sz w:val="18"/>
        </w:rPr>
      </w:pPr>
      <w:r w:rsidRPr="00572051">
        <w:rPr>
          <w:rFonts w:asciiTheme="minorHAnsi" w:hAnsiTheme="minorHAnsi"/>
          <w:b w:val="0"/>
          <w:caps w:val="0"/>
          <w:sz w:val="18"/>
        </w:rPr>
        <w:t>Technologický postup výlukových prací</w:t>
      </w:r>
    </w:p>
    <w:p w14:paraId="5164BDA2" w14:textId="49C1EEA5" w:rsidR="00557DDF" w:rsidRPr="00572051" w:rsidRDefault="00557DDF" w:rsidP="004D482C">
      <w:pPr>
        <w:pStyle w:val="Nadpis1-1"/>
        <w:numPr>
          <w:ilvl w:val="0"/>
          <w:numId w:val="15"/>
        </w:numPr>
        <w:jc w:val="both"/>
        <w:rPr>
          <w:rFonts w:asciiTheme="minorHAnsi" w:hAnsiTheme="minorHAnsi"/>
          <w:b w:val="0"/>
          <w:caps w:val="0"/>
          <w:sz w:val="18"/>
        </w:rPr>
      </w:pPr>
      <w:r w:rsidRPr="00572051">
        <w:rPr>
          <w:rFonts w:asciiTheme="minorHAnsi" w:hAnsiTheme="minorHAnsi"/>
          <w:b w:val="0"/>
          <w:caps w:val="0"/>
          <w:sz w:val="18"/>
        </w:rPr>
        <w:t>Položkový soupis prací s výkazem výměr (oceněný + neoceněný)</w:t>
      </w:r>
      <w:r w:rsidR="00D95B8F" w:rsidRPr="00572051">
        <w:rPr>
          <w:rFonts w:asciiTheme="minorHAnsi" w:hAnsiTheme="minorHAnsi"/>
          <w:b w:val="0"/>
          <w:caps w:val="0"/>
          <w:sz w:val="18"/>
        </w:rPr>
        <w:t xml:space="preserve"> – v členění dle Směrnice SŽ SM011 </w:t>
      </w:r>
    </w:p>
    <w:p w14:paraId="20CBD1B6" w14:textId="77777777" w:rsidR="00557DDF" w:rsidRPr="00572051" w:rsidRDefault="00557DDF" w:rsidP="004D482C">
      <w:pPr>
        <w:pStyle w:val="Nadpis1-1"/>
        <w:numPr>
          <w:ilvl w:val="0"/>
          <w:numId w:val="15"/>
        </w:numPr>
        <w:jc w:val="both"/>
        <w:rPr>
          <w:rFonts w:asciiTheme="minorHAnsi" w:hAnsiTheme="minorHAnsi"/>
          <w:b w:val="0"/>
          <w:caps w:val="0"/>
          <w:sz w:val="18"/>
        </w:rPr>
      </w:pPr>
      <w:r w:rsidRPr="00572051">
        <w:rPr>
          <w:rFonts w:asciiTheme="minorHAnsi" w:hAnsiTheme="minorHAnsi"/>
          <w:b w:val="0"/>
          <w:caps w:val="0"/>
          <w:sz w:val="18"/>
        </w:rPr>
        <w:t>Dokladová část (výpis z katastru nemovitostí, kopie katastrální mapy, příp. informací o</w:t>
      </w:r>
      <w:r w:rsidR="008B2FF7" w:rsidRPr="00572051">
        <w:rPr>
          <w:rFonts w:asciiTheme="minorHAnsi" w:hAnsiTheme="minorHAnsi"/>
          <w:b w:val="0"/>
          <w:caps w:val="0"/>
          <w:sz w:val="18"/>
        </w:rPr>
        <w:t> </w:t>
      </w:r>
      <w:r w:rsidRPr="00572051">
        <w:rPr>
          <w:rFonts w:asciiTheme="minorHAnsi" w:hAnsiTheme="minorHAnsi"/>
          <w:b w:val="0"/>
          <w:caps w:val="0"/>
          <w:sz w:val="18"/>
        </w:rPr>
        <w:t>parcele, projednání s orgány státní správy a správců sítí)</w:t>
      </w:r>
    </w:p>
    <w:p w14:paraId="4638EF22" w14:textId="77777777" w:rsidR="00557DDF" w:rsidRPr="00557DDF" w:rsidRDefault="00557DDF" w:rsidP="004D482C">
      <w:pPr>
        <w:jc w:val="both"/>
      </w:pPr>
      <w:r w:rsidRPr="00557DDF">
        <w:t>Souprava č. 1 a č. 2 bude opatřena razítkem s autorizací.</w:t>
      </w:r>
    </w:p>
    <w:p w14:paraId="113AD827" w14:textId="7337A9E3" w:rsidR="00557DDF" w:rsidRPr="00557DDF" w:rsidRDefault="00557DDF" w:rsidP="004D482C">
      <w:pPr>
        <w:pStyle w:val="Text1-1"/>
      </w:pPr>
      <w:r w:rsidRPr="00557DDF">
        <w:t>Zhotovitel se zavazuje provést výše uvedené dílo (projektovou dokumentaci) dle</w:t>
      </w:r>
      <w:r w:rsidR="009A0905">
        <w:t> </w:t>
      </w:r>
      <w:r w:rsidRPr="00557DDF">
        <w:t xml:space="preserve">podmínek této </w:t>
      </w:r>
      <w:r w:rsidR="00642E18">
        <w:t>S</w:t>
      </w:r>
      <w:r w:rsidRPr="00557DDF">
        <w:t xml:space="preserve">mlouvy řádně a s odbornou péčí a </w:t>
      </w:r>
      <w:r w:rsidR="00642E18">
        <w:t>O</w:t>
      </w:r>
      <w:r w:rsidRPr="00557DDF">
        <w:t xml:space="preserve">bjednatel se zavazuje provedené dílo převzít a zaplatit za něj </w:t>
      </w:r>
      <w:r w:rsidR="00642E18">
        <w:t>Z</w:t>
      </w:r>
      <w:r w:rsidRPr="00557DDF">
        <w:t>hotoviteli dohodnutou cenu. Za dokončené dílo se pokládá jen takové dílo, které nebude mít při předání a převzetí žádnou vadu či</w:t>
      </w:r>
      <w:r w:rsidR="009A0905">
        <w:t> </w:t>
      </w:r>
      <w:r w:rsidRPr="00557DDF">
        <w:t>nedodělek.</w:t>
      </w:r>
    </w:p>
    <w:p w14:paraId="1982F9C1" w14:textId="0C627046" w:rsidR="00624262" w:rsidRPr="00624262" w:rsidRDefault="00624262" w:rsidP="004D482C">
      <w:pPr>
        <w:pStyle w:val="Text1-1"/>
      </w:pPr>
      <w:r w:rsidRPr="00624262">
        <w:t xml:space="preserve">Práce na realizaci díla budou zahájeny ke dni účinnosti </w:t>
      </w:r>
      <w:r w:rsidR="00171486">
        <w:t xml:space="preserve">této </w:t>
      </w:r>
      <w:r w:rsidR="00642E18">
        <w:t>S</w:t>
      </w:r>
      <w:r w:rsidR="00171486">
        <w:t>mlouvy. Ukončení prací na </w:t>
      </w:r>
      <w:r w:rsidRPr="00624262">
        <w:t xml:space="preserve">realizaci díla a předání díla </w:t>
      </w:r>
      <w:r w:rsidR="00642E18">
        <w:t>O</w:t>
      </w:r>
      <w:r w:rsidRPr="00624262">
        <w:t xml:space="preserve">bjednateli na adrese pro doručování písemností proběhne nejpozději v den ukončení díla dle čl. 4.1 této </w:t>
      </w:r>
      <w:r w:rsidR="00642E18">
        <w:t>S</w:t>
      </w:r>
      <w:r w:rsidRPr="00624262">
        <w:t xml:space="preserve">mlouvy, což bude dokumentovat předávací protokol. Přesnou hodinu předání díla si upřesní </w:t>
      </w:r>
      <w:r w:rsidR="00642E18">
        <w:t>Z</w:t>
      </w:r>
      <w:r w:rsidRPr="00624262">
        <w:t>hotovitel s</w:t>
      </w:r>
      <w:r w:rsidR="00554117">
        <w:t> </w:t>
      </w:r>
      <w:r w:rsidR="00642E18">
        <w:t>O</w:t>
      </w:r>
      <w:r w:rsidRPr="00624262">
        <w:t>bjednatelem telefonicky. Předání díla bude provedeno za podmínky, že dílo bude prosté vad a</w:t>
      </w:r>
      <w:r w:rsidR="008B2FF7">
        <w:t> </w:t>
      </w:r>
      <w:r w:rsidRPr="00624262">
        <w:t>nedodělků a v předepsané kvalitě.</w:t>
      </w:r>
    </w:p>
    <w:p w14:paraId="50B433AF" w14:textId="070EFD72" w:rsidR="00624262" w:rsidRPr="00624262" w:rsidRDefault="00624262" w:rsidP="004D482C">
      <w:pPr>
        <w:pStyle w:val="Text1-1"/>
      </w:pPr>
      <w:r w:rsidRPr="00624262">
        <w:t xml:space="preserve">O předání a převzetí díla bude pořízen protokol ve dvou vyhotoveních, z nichž jedno obdrží </w:t>
      </w:r>
      <w:r w:rsidR="00642E18">
        <w:t>O</w:t>
      </w:r>
      <w:r w:rsidRPr="00624262">
        <w:t xml:space="preserve">bjednatel a jedno </w:t>
      </w:r>
      <w:r w:rsidR="00642E18">
        <w:t>Z</w:t>
      </w:r>
      <w:r w:rsidRPr="00624262">
        <w:t xml:space="preserve">hotovitel, podepsaný bude za </w:t>
      </w:r>
      <w:r w:rsidR="00642E18">
        <w:t>O</w:t>
      </w:r>
      <w:r w:rsidR="00D330ED">
        <w:t>bjednatele díla i za </w:t>
      </w:r>
      <w:r w:rsidR="00642E18">
        <w:t>Z</w:t>
      </w:r>
      <w:r w:rsidRPr="00624262">
        <w:t>hotovitele díla kontaktními osobami ve věcech technických.</w:t>
      </w:r>
    </w:p>
    <w:p w14:paraId="2C2FA0DC" w14:textId="340AEB3E" w:rsidR="00624262" w:rsidRPr="00624262" w:rsidRDefault="00624262" w:rsidP="004D482C">
      <w:pPr>
        <w:pStyle w:val="Text1-1"/>
      </w:pPr>
      <w:r w:rsidRPr="00624262">
        <w:t xml:space="preserve">Zhotovitel se zavazuje provést dílo (projektovou dokumentaci) tak, aby splňovalo podmínku řádného a jednoznačného zadání opravných prací (veřejné zakázky) </w:t>
      </w:r>
      <w:r w:rsidR="00642E18">
        <w:t>O</w:t>
      </w:r>
      <w:r w:rsidRPr="00624262">
        <w:t xml:space="preserve">bjednatelem v rámci výběrového řízení na </w:t>
      </w:r>
      <w:r w:rsidR="00642E18">
        <w:t>Z</w:t>
      </w:r>
      <w:r w:rsidRPr="00624262">
        <w:t xml:space="preserve">hotovitele opravných prací (veřejné zakázky) a nevyžadovalo jakékoliv dodatečné dopracování vybraným </w:t>
      </w:r>
      <w:r w:rsidR="00642E18">
        <w:t>Z</w:t>
      </w:r>
      <w:r w:rsidRPr="00624262">
        <w:t>hotovitelem při</w:t>
      </w:r>
      <w:r w:rsidR="00554117">
        <w:t> </w:t>
      </w:r>
      <w:r w:rsidRPr="00624262">
        <w:t>provádění příslušných opravných prací.</w:t>
      </w:r>
    </w:p>
    <w:p w14:paraId="3A3ADB0F" w14:textId="20E4B2EC" w:rsidR="00557DDF" w:rsidRPr="00557DDF" w:rsidRDefault="00624262" w:rsidP="004D482C">
      <w:pPr>
        <w:pStyle w:val="Text1-1"/>
      </w:pPr>
      <w:r w:rsidRPr="00624262">
        <w:t xml:space="preserve">Dílo bude ve vlastnictví České republiky s právem </w:t>
      </w:r>
      <w:r w:rsidR="00171486">
        <w:t>hospodařit s majetkem státu pro </w:t>
      </w:r>
      <w:r w:rsidR="00642E18">
        <w:t>O</w:t>
      </w:r>
      <w:r w:rsidRPr="00624262">
        <w:t>bjednatele.</w:t>
      </w:r>
    </w:p>
    <w:p w14:paraId="7EF29EB2" w14:textId="77777777" w:rsidR="00F24489" w:rsidRDefault="00C11E78" w:rsidP="004D482C">
      <w:pPr>
        <w:pStyle w:val="Nadpis1-1"/>
        <w:jc w:val="both"/>
      </w:pPr>
      <w:r>
        <w:lastRenderedPageBreak/>
        <w:t>TERMÍN PLNĚNÍ</w:t>
      </w:r>
    </w:p>
    <w:p w14:paraId="49B4D773" w14:textId="77777777" w:rsidR="00A209AF" w:rsidRDefault="00A209AF" w:rsidP="004D482C">
      <w:pPr>
        <w:pStyle w:val="Text1-1"/>
      </w:pPr>
      <w:r>
        <w:t>Zhoto</w:t>
      </w:r>
      <w:r w:rsidRPr="00A209AF">
        <w:t>vitel se v souladu se svou Nabídkou zavazuje dokončit a předat Objednateli Dílo nebo jeho jednotlivé části v termínech uvedených v Harmonogramu plnění, který je přílohou č. 3 této Smlouvy (dále jen „Harmonogram plnění“).</w:t>
      </w:r>
    </w:p>
    <w:p w14:paraId="39A60690" w14:textId="781AB5DD" w:rsidR="00A209AF" w:rsidRPr="00A209AF" w:rsidRDefault="008A63A7" w:rsidP="004D482C">
      <w:pPr>
        <w:pStyle w:val="Text1-1"/>
      </w:pPr>
      <w:r>
        <w:t>neobsazeno.</w:t>
      </w:r>
    </w:p>
    <w:p w14:paraId="1C034B06" w14:textId="77777777" w:rsidR="00F24489" w:rsidRDefault="00D84FB3" w:rsidP="004D482C">
      <w:pPr>
        <w:pStyle w:val="Nadpis1-1"/>
        <w:jc w:val="both"/>
      </w:pPr>
      <w:r>
        <w:t>CENA ZA DÍLO</w:t>
      </w:r>
    </w:p>
    <w:p w14:paraId="4561F55A" w14:textId="77777777" w:rsidR="00D84FB3" w:rsidRPr="00092818" w:rsidRDefault="00D84FB3" w:rsidP="004D482C">
      <w:pPr>
        <w:pStyle w:val="Text1-1"/>
      </w:pPr>
      <w:r w:rsidRPr="00834E82">
        <w:t xml:space="preserve">Cena za zhotovení díla byla stanovena na základě </w:t>
      </w:r>
      <w:r w:rsidR="006E055F">
        <w:t>výběrového</w:t>
      </w:r>
      <w:r w:rsidRPr="00834E82">
        <w:t xml:space="preserve"> řízení, je sjednána jako maximální a činí:</w:t>
      </w:r>
    </w:p>
    <w:p w14:paraId="5A0E652C" w14:textId="1011865B" w:rsidR="00D84FB3" w:rsidRPr="00092818" w:rsidRDefault="00D84FB3" w:rsidP="004D482C">
      <w:pPr>
        <w:tabs>
          <w:tab w:val="left" w:pos="1418"/>
          <w:tab w:val="left" w:pos="4253"/>
        </w:tabs>
        <w:spacing w:before="240" w:line="247" w:lineRule="auto"/>
        <w:ind w:right="-1"/>
        <w:jc w:val="both"/>
        <w:rPr>
          <w:rFonts w:ascii="Arial" w:hAnsi="Arial" w:cs="Arial"/>
          <w:sz w:val="22"/>
          <w:szCs w:val="22"/>
        </w:rPr>
      </w:pPr>
      <w:r w:rsidRPr="00092818">
        <w:rPr>
          <w:rFonts w:ascii="Arial" w:hAnsi="Arial" w:cs="Arial"/>
          <w:sz w:val="22"/>
          <w:szCs w:val="22"/>
        </w:rPr>
        <w:tab/>
      </w:r>
      <w:r w:rsidRPr="00D84FB3">
        <w:rPr>
          <w:rFonts w:cs="Arial"/>
          <w:b/>
        </w:rPr>
        <w:t xml:space="preserve">bez </w:t>
      </w:r>
      <w:proofErr w:type="gramStart"/>
      <w:r w:rsidRPr="00D84FB3">
        <w:rPr>
          <w:rFonts w:cs="Arial"/>
          <w:b/>
        </w:rPr>
        <w:t>DPH:</w:t>
      </w:r>
      <w:r>
        <w:rPr>
          <w:rFonts w:ascii="Arial" w:hAnsi="Arial" w:cs="Arial"/>
          <w:sz w:val="22"/>
          <w:szCs w:val="22"/>
        </w:rPr>
        <w:t xml:space="preserve">   </w:t>
      </w:r>
      <w:proofErr w:type="gramEnd"/>
      <w:r w:rsidR="00543261" w:rsidRPr="00566EF0">
        <w:rPr>
          <w:rFonts w:eastAsia="Times New Roman" w:cs="Arial"/>
          <w:b/>
          <w:snapToGrid w:val="0"/>
          <w:highlight w:val="yellow"/>
          <w:lang w:eastAsia="cs-CZ"/>
        </w:rPr>
        <w:fldChar w:fldCharType="begin">
          <w:ffData>
            <w:name w:val="Text7"/>
            <w:enabled/>
            <w:calcOnExit w:val="0"/>
            <w:textInput>
              <w:default w:val="&quot;[VLOŽÍ ZHOTOVITEL]&quot;"/>
            </w:textInput>
          </w:ffData>
        </w:fldChar>
      </w:r>
      <w:r w:rsidR="00543261" w:rsidRPr="00566EF0">
        <w:rPr>
          <w:rFonts w:eastAsia="Times New Roman" w:cs="Arial"/>
          <w:b/>
          <w:snapToGrid w:val="0"/>
          <w:highlight w:val="yellow"/>
          <w:lang w:eastAsia="cs-CZ"/>
        </w:rPr>
        <w:instrText xml:space="preserve"> FORMTEXT </w:instrText>
      </w:r>
      <w:r w:rsidR="00543261" w:rsidRPr="00566EF0">
        <w:rPr>
          <w:rFonts w:eastAsia="Times New Roman" w:cs="Arial"/>
          <w:b/>
          <w:snapToGrid w:val="0"/>
          <w:highlight w:val="yellow"/>
          <w:lang w:eastAsia="cs-CZ"/>
        </w:rPr>
      </w:r>
      <w:r w:rsidR="00543261" w:rsidRPr="00566EF0">
        <w:rPr>
          <w:rFonts w:eastAsia="Times New Roman" w:cs="Arial"/>
          <w:b/>
          <w:snapToGrid w:val="0"/>
          <w:highlight w:val="yellow"/>
          <w:lang w:eastAsia="cs-CZ"/>
        </w:rPr>
        <w:fldChar w:fldCharType="separate"/>
      </w:r>
      <w:r w:rsidR="00543261" w:rsidRPr="00566EF0">
        <w:rPr>
          <w:rFonts w:eastAsia="Times New Roman" w:cs="Arial"/>
          <w:b/>
          <w:noProof/>
          <w:snapToGrid w:val="0"/>
          <w:highlight w:val="yellow"/>
          <w:lang w:eastAsia="cs-CZ"/>
        </w:rPr>
        <w:t>"[VLOŽÍ ZHOTOVITEL]"</w:t>
      </w:r>
      <w:r w:rsidR="00543261" w:rsidRPr="00566EF0">
        <w:rPr>
          <w:rFonts w:eastAsia="Times New Roman" w:cs="Arial"/>
          <w:b/>
          <w:snapToGrid w:val="0"/>
          <w:highlight w:val="yellow"/>
          <w:lang w:eastAsia="cs-CZ"/>
        </w:rPr>
        <w:fldChar w:fldCharType="end"/>
      </w:r>
      <w:r w:rsidRPr="00092818">
        <w:rPr>
          <w:rFonts w:ascii="Arial" w:hAnsi="Arial" w:cs="Arial"/>
          <w:szCs w:val="22"/>
        </w:rPr>
        <w:t xml:space="preserve"> </w:t>
      </w:r>
      <w:r w:rsidRPr="00D84FB3">
        <w:rPr>
          <w:rFonts w:cs="Arial"/>
          <w:b/>
        </w:rPr>
        <w:t>Kč</w:t>
      </w:r>
    </w:p>
    <w:p w14:paraId="754C1CE7" w14:textId="6D47125F" w:rsidR="00D84FB3" w:rsidRPr="00007997" w:rsidRDefault="00D84FB3" w:rsidP="004D482C">
      <w:pPr>
        <w:tabs>
          <w:tab w:val="left" w:pos="1418"/>
          <w:tab w:val="left" w:pos="4253"/>
        </w:tabs>
        <w:spacing w:before="240" w:line="247" w:lineRule="auto"/>
        <w:ind w:right="-1"/>
        <w:jc w:val="both"/>
        <w:rPr>
          <w:rFonts w:cs="Arial"/>
        </w:rPr>
      </w:pPr>
      <w:r>
        <w:rPr>
          <w:rFonts w:ascii="Arial" w:hAnsi="Arial" w:cs="Arial"/>
          <w:sz w:val="22"/>
          <w:szCs w:val="22"/>
        </w:rPr>
        <w:tab/>
      </w:r>
      <w:proofErr w:type="gramStart"/>
      <w:r w:rsidRPr="00007997">
        <w:rPr>
          <w:rFonts w:cs="Arial"/>
        </w:rPr>
        <w:t xml:space="preserve">slovy:   </w:t>
      </w:r>
      <w:proofErr w:type="gramEnd"/>
      <w:r w:rsidRPr="00007997">
        <w:rPr>
          <w:rFonts w:cs="Arial"/>
        </w:rPr>
        <w:t xml:space="preserve">      </w:t>
      </w:r>
      <w:r w:rsidR="00543261" w:rsidRPr="00543261">
        <w:rPr>
          <w:rFonts w:eastAsia="Times New Roman" w:cs="Arial"/>
          <w:snapToGrid w:val="0"/>
          <w:highlight w:val="yellow"/>
          <w:lang w:eastAsia="cs-CZ"/>
        </w:rPr>
        <w:fldChar w:fldCharType="begin">
          <w:ffData>
            <w:name w:val="Text7"/>
            <w:enabled/>
            <w:calcOnExit w:val="0"/>
            <w:textInput>
              <w:default w:val="&quot;[VLOŽÍ ZHOTOVITEL]&quot;"/>
            </w:textInput>
          </w:ffData>
        </w:fldChar>
      </w:r>
      <w:r w:rsidR="00543261" w:rsidRPr="00543261">
        <w:rPr>
          <w:rFonts w:eastAsia="Times New Roman" w:cs="Arial"/>
          <w:snapToGrid w:val="0"/>
          <w:highlight w:val="yellow"/>
          <w:lang w:eastAsia="cs-CZ"/>
        </w:rPr>
        <w:instrText xml:space="preserve"> FORMTEXT </w:instrText>
      </w:r>
      <w:r w:rsidR="00543261" w:rsidRPr="00543261">
        <w:rPr>
          <w:rFonts w:eastAsia="Times New Roman" w:cs="Arial"/>
          <w:snapToGrid w:val="0"/>
          <w:highlight w:val="yellow"/>
          <w:lang w:eastAsia="cs-CZ"/>
        </w:rPr>
      </w:r>
      <w:r w:rsidR="00543261" w:rsidRPr="00543261">
        <w:rPr>
          <w:rFonts w:eastAsia="Times New Roman" w:cs="Arial"/>
          <w:snapToGrid w:val="0"/>
          <w:highlight w:val="yellow"/>
          <w:lang w:eastAsia="cs-CZ"/>
        </w:rPr>
        <w:fldChar w:fldCharType="separate"/>
      </w:r>
      <w:r w:rsidR="00543261" w:rsidRPr="00543261">
        <w:rPr>
          <w:rFonts w:eastAsia="Times New Roman" w:cs="Arial"/>
          <w:noProof/>
          <w:snapToGrid w:val="0"/>
          <w:highlight w:val="yellow"/>
          <w:lang w:eastAsia="cs-CZ"/>
        </w:rPr>
        <w:t>"[VLOŽÍ ZHOTOVITEL]"</w:t>
      </w:r>
      <w:r w:rsidR="00543261" w:rsidRPr="00543261">
        <w:rPr>
          <w:rFonts w:eastAsia="Times New Roman" w:cs="Arial"/>
          <w:snapToGrid w:val="0"/>
          <w:highlight w:val="yellow"/>
          <w:lang w:eastAsia="cs-CZ"/>
        </w:rPr>
        <w:fldChar w:fldCharType="end"/>
      </w:r>
      <w:r w:rsidR="00543261">
        <w:rPr>
          <w:rFonts w:eastAsia="Times New Roman" w:cs="Arial"/>
          <w:b/>
          <w:snapToGrid w:val="0"/>
          <w:lang w:eastAsia="cs-CZ"/>
        </w:rPr>
        <w:t xml:space="preserve"> </w:t>
      </w:r>
      <w:r w:rsidRPr="00007997">
        <w:rPr>
          <w:rFonts w:cs="Arial"/>
        </w:rPr>
        <w:t>korun českých.</w:t>
      </w:r>
    </w:p>
    <w:p w14:paraId="03FDB48C" w14:textId="7E141630" w:rsidR="00D84FB3" w:rsidRPr="00D84FB3" w:rsidRDefault="00D84FB3" w:rsidP="004D482C">
      <w:pPr>
        <w:pStyle w:val="Zkladntext3"/>
        <w:widowControl w:val="0"/>
        <w:spacing w:line="247" w:lineRule="auto"/>
        <w:ind w:left="709" w:right="-1"/>
        <w:jc w:val="both"/>
        <w:rPr>
          <w:rFonts w:cs="Arial"/>
          <w:snapToGrid w:val="0"/>
          <w:sz w:val="18"/>
          <w:szCs w:val="18"/>
        </w:rPr>
      </w:pPr>
      <w:r w:rsidRPr="00D84FB3">
        <w:rPr>
          <w:rFonts w:cs="Arial"/>
          <w:sz w:val="18"/>
          <w:szCs w:val="18"/>
        </w:rPr>
        <w:t>Zhotovitel uzavřením smlouvy o dílo prohlašuje, že cena za dílo obsahuje ocenění díla v rozsahu všech prací a technologických postupů nutný</w:t>
      </w:r>
      <w:r w:rsidR="00171486">
        <w:rPr>
          <w:rFonts w:cs="Arial"/>
          <w:sz w:val="18"/>
          <w:szCs w:val="18"/>
        </w:rPr>
        <w:t>ch k řádnému dokončení díla bez </w:t>
      </w:r>
      <w:r w:rsidRPr="00D84FB3">
        <w:rPr>
          <w:rFonts w:cs="Arial"/>
          <w:sz w:val="18"/>
          <w:szCs w:val="18"/>
        </w:rPr>
        <w:t>vad a je si vědom toho, že nebude v průběhu provádění díla zvyšována cena za</w:t>
      </w:r>
      <w:r w:rsidR="00554117">
        <w:rPr>
          <w:rFonts w:cs="Arial"/>
          <w:sz w:val="18"/>
          <w:szCs w:val="18"/>
        </w:rPr>
        <w:t> </w:t>
      </w:r>
      <w:r w:rsidRPr="00D84FB3">
        <w:rPr>
          <w:rFonts w:cs="Arial"/>
          <w:sz w:val="18"/>
          <w:szCs w:val="18"/>
        </w:rPr>
        <w:t>jeho provedení. Cena za</w:t>
      </w:r>
      <w:r w:rsidR="00642E18">
        <w:rPr>
          <w:rFonts w:cs="Arial"/>
          <w:sz w:val="18"/>
          <w:szCs w:val="18"/>
        </w:rPr>
        <w:t xml:space="preserve"> dílo obsahuje veškeré náklady Z</w:t>
      </w:r>
      <w:r w:rsidRPr="00D84FB3">
        <w:rPr>
          <w:rFonts w:cs="Arial"/>
          <w:sz w:val="18"/>
          <w:szCs w:val="18"/>
        </w:rPr>
        <w:t>hotovitele na provedení díla.</w:t>
      </w:r>
    </w:p>
    <w:p w14:paraId="3703FE41" w14:textId="77777777" w:rsidR="00214C3E" w:rsidRPr="006C7460" w:rsidRDefault="00D84FB3" w:rsidP="004D482C">
      <w:pPr>
        <w:spacing w:line="247" w:lineRule="auto"/>
        <w:ind w:left="709"/>
        <w:jc w:val="both"/>
        <w:rPr>
          <w:rFonts w:cs="Arial"/>
          <w:bCs/>
        </w:rPr>
      </w:pPr>
      <w:r w:rsidRPr="006C7460">
        <w:rPr>
          <w:rFonts w:cs="Arial"/>
          <w:bCs/>
        </w:rPr>
        <w:t>Výše DPH bude účtována dle účinného zákona o DPH.</w:t>
      </w:r>
    </w:p>
    <w:p w14:paraId="2F3DE193" w14:textId="47F997F2" w:rsidR="006C7460" w:rsidRPr="006C7460" w:rsidRDefault="006C7460" w:rsidP="004D482C">
      <w:pPr>
        <w:pStyle w:val="Text1-1"/>
      </w:pPr>
      <w:r w:rsidRPr="006C7460">
        <w:t xml:space="preserve">Pouze po předchozím písemném souhlasu </w:t>
      </w:r>
      <w:r w:rsidR="00642E18">
        <w:t>O</w:t>
      </w:r>
      <w:r w:rsidRPr="006C7460">
        <w:t xml:space="preserve">bjednatele je </w:t>
      </w:r>
      <w:r w:rsidR="00642E18">
        <w:t>Z</w:t>
      </w:r>
      <w:r w:rsidRPr="006C7460">
        <w:t xml:space="preserve">hotovitel oprávněn započíst své pohledávky vůči pohledávkám </w:t>
      </w:r>
      <w:r w:rsidR="00642E18">
        <w:t>O</w:t>
      </w:r>
      <w:r w:rsidRPr="006C7460">
        <w:t xml:space="preserve">bjednatele či použít pohledávky vůči </w:t>
      </w:r>
      <w:r w:rsidR="00642E18">
        <w:t>O</w:t>
      </w:r>
      <w:r w:rsidRPr="006C7460">
        <w:t>bjednateli jako zástavu pro zajištění svých závazků vůči třetí osobě</w:t>
      </w:r>
      <w:r w:rsidR="004408BD">
        <w:t>. Smluvní strany se dohodly, že </w:t>
      </w:r>
      <w:r w:rsidRPr="006C7460">
        <w:t>objednatel je oprávněn započíst svou splatnou i nesplatnou pohledávku vůči i</w:t>
      </w:r>
      <w:r w:rsidR="008B2FF7">
        <w:t> </w:t>
      </w:r>
      <w:r w:rsidRPr="006C7460">
        <w:t xml:space="preserve">nesplatné pohledávce </w:t>
      </w:r>
      <w:r w:rsidR="00642E18">
        <w:t>Z</w:t>
      </w:r>
      <w:r w:rsidRPr="006C7460">
        <w:t>hotovitele.</w:t>
      </w:r>
    </w:p>
    <w:p w14:paraId="740395B2" w14:textId="486F630A" w:rsidR="00214C3E" w:rsidRDefault="006C7460" w:rsidP="004D482C">
      <w:pPr>
        <w:pStyle w:val="Text1-1"/>
      </w:pPr>
      <w:r w:rsidRPr="006C7460">
        <w:t>Zhotovitel se zavazuje, že nepostoupí práva, povinnos</w:t>
      </w:r>
      <w:r w:rsidR="00171486">
        <w:t>ti, závazky a pohledávky z této </w:t>
      </w:r>
      <w:r w:rsidR="00642E18">
        <w:t>S</w:t>
      </w:r>
      <w:r w:rsidRPr="006C7460">
        <w:t xml:space="preserve">mlouvy třetím osobám bez písemného souhlasu </w:t>
      </w:r>
      <w:r w:rsidR="00642E18">
        <w:t>O</w:t>
      </w:r>
      <w:r w:rsidRPr="006C7460">
        <w:t xml:space="preserve">bjednatele. </w:t>
      </w:r>
    </w:p>
    <w:p w14:paraId="4892D0F0" w14:textId="0017777E" w:rsidR="004C5D1C" w:rsidRDefault="004C5D1C" w:rsidP="004D482C">
      <w:pPr>
        <w:pStyle w:val="Text1-1"/>
      </w:pPr>
      <w:r>
        <w:t>Rozpis Ceny díla je přílo</w:t>
      </w:r>
      <w:r w:rsidR="00E37FEA">
        <w:t>hou</w:t>
      </w:r>
      <w:r>
        <w:t xml:space="preserve"> č. 2 této </w:t>
      </w:r>
      <w:r w:rsidR="007D51F3">
        <w:t>S</w:t>
      </w:r>
      <w:r>
        <w:t>mlouvy.</w:t>
      </w:r>
    </w:p>
    <w:p w14:paraId="43666A05" w14:textId="77777777" w:rsidR="006C7460" w:rsidRDefault="006C7460" w:rsidP="004D482C">
      <w:pPr>
        <w:pStyle w:val="Nadpis1-1"/>
        <w:jc w:val="both"/>
      </w:pPr>
      <w:r>
        <w:t>POVINNOSTI SMLUVNÍCH STRAN</w:t>
      </w:r>
    </w:p>
    <w:p w14:paraId="4AFE0BB2" w14:textId="6037E4A6" w:rsidR="006C7460" w:rsidRDefault="006C7460" w:rsidP="004D482C">
      <w:pPr>
        <w:pStyle w:val="Text1-1"/>
      </w:pPr>
      <w:r w:rsidRPr="00092818">
        <w:t>V případě změny v označení smluvních stran, změn pověřených osob, statutárních orgánů a</w:t>
      </w:r>
      <w:r>
        <w:t> </w:t>
      </w:r>
      <w:r w:rsidRPr="00092818">
        <w:t>dalších údajů uvedených v článku 1.</w:t>
      </w:r>
      <w:proofErr w:type="gramStart"/>
      <w:r w:rsidRPr="00092818">
        <w:t>1 – 1</w:t>
      </w:r>
      <w:proofErr w:type="gramEnd"/>
      <w:r w:rsidRPr="00092818">
        <w:t xml:space="preserve">.2 se nepoužije ustanovení článku </w:t>
      </w:r>
      <w:r>
        <w:t>10.2</w:t>
      </w:r>
      <w:r w:rsidRPr="00092818">
        <w:t xml:space="preserve"> </w:t>
      </w:r>
      <w:r w:rsidR="00642E18">
        <w:t>S</w:t>
      </w:r>
      <w:r w:rsidRPr="00092818">
        <w:t>mlouvy. Ke</w:t>
      </w:r>
      <w:r>
        <w:t> </w:t>
      </w:r>
      <w:r w:rsidRPr="00092818">
        <w:t>změně údajů uvedených v článku 1 Smlouvy, postačuje oznámení druhé smluvní straně ve formě doporučeného dopisu s doručenkou. K tomuto dopisu musí být přiložena ověřená listina nebo plná moc, dokládající oznamovanou změnu údajů. Ustanovení tohoto článku se použije i</w:t>
      </w:r>
      <w:r>
        <w:t> </w:t>
      </w:r>
      <w:r w:rsidRPr="00092818">
        <w:t>v případ</w:t>
      </w:r>
      <w:r w:rsidR="004408BD">
        <w:t>ě změny právní formy některé ze </w:t>
      </w:r>
      <w:r w:rsidRPr="00092818">
        <w:t>smluvních stran, zániku smluvní strany s likvidací nebo bez likvidace, kdy</w:t>
      </w:r>
      <w:r>
        <w:t> </w:t>
      </w:r>
      <w:r w:rsidRPr="00092818">
        <w:t>práva a</w:t>
      </w:r>
      <w:r>
        <w:t> </w:t>
      </w:r>
      <w:r w:rsidRPr="00092818">
        <w:t>povinnosti podle obecně závazných právních předpisů přechází na</w:t>
      </w:r>
      <w:r>
        <w:t> </w:t>
      </w:r>
      <w:r w:rsidRPr="00092818">
        <w:t>právního nástupce smluvní strany.</w:t>
      </w:r>
      <w:r>
        <w:t xml:space="preserve"> Ustanovení tohoto článku neplatí pro změny bankovního spojení </w:t>
      </w:r>
      <w:r w:rsidR="00642E18">
        <w:t>Z</w:t>
      </w:r>
      <w:r>
        <w:t xml:space="preserve">hotovitele, které může být měněno pouze formou dodatku. Změna bankovního spojení musí být </w:t>
      </w:r>
      <w:r w:rsidR="00642E18">
        <w:t>Z</w:t>
      </w:r>
      <w:r>
        <w:t>hotovitelem oznámena vždy s předstihem tak, aby mezi smluvními stranami mohl být včas uz</w:t>
      </w:r>
      <w:r w:rsidR="005506BD">
        <w:t>avřen příslušný dodatek k této S</w:t>
      </w:r>
      <w:r>
        <w:t xml:space="preserve">mlouvě. Oznámení o změně bankovního spojení je třeba zaslat ve formě žádosti na provedení změny nebo doplnění bankovního spojení prostřednictvím datové schránky </w:t>
      </w:r>
      <w:r w:rsidR="00642E18">
        <w:t>Z</w:t>
      </w:r>
      <w:r>
        <w:t>hotovitele do datové schránky objednatele</w:t>
      </w:r>
      <w:r w:rsidRPr="00740F61">
        <w:t>.</w:t>
      </w:r>
    </w:p>
    <w:p w14:paraId="0F138941" w14:textId="715685F7" w:rsidR="006C7460" w:rsidRPr="006C7460" w:rsidRDefault="006C7460" w:rsidP="004D482C">
      <w:pPr>
        <w:pStyle w:val="Text1-1"/>
      </w:pPr>
      <w:r w:rsidRPr="006C7460">
        <w:t>Zhotovitel nesmí vyjma geodetických prací pře</w:t>
      </w:r>
      <w:r w:rsidR="00171486">
        <w:t>vést celé dílo ani jeho část na </w:t>
      </w:r>
      <w:r w:rsidRPr="006C7460">
        <w:t xml:space="preserve">poddodavatele, které jmenovitě neuvedl v nabídce a ani nesmí uzavřít poddodavatelskou </w:t>
      </w:r>
      <w:r w:rsidR="00642E18">
        <w:t>S</w:t>
      </w:r>
      <w:r w:rsidRPr="006C7460">
        <w:t xml:space="preserve">mlouvu na žádnou část díla bez předchozího písemného souhlasu </w:t>
      </w:r>
      <w:r w:rsidR="00642E18">
        <w:t>O</w:t>
      </w:r>
      <w:r w:rsidRPr="006C7460">
        <w:t xml:space="preserve">bjednatele. Jednalo by se o podstatné porušení </w:t>
      </w:r>
      <w:r w:rsidR="00642E18">
        <w:t>S</w:t>
      </w:r>
      <w:r w:rsidRPr="006C7460">
        <w:t xml:space="preserve">mlouvy a </w:t>
      </w:r>
      <w:r w:rsidR="00642E18">
        <w:t>O</w:t>
      </w:r>
      <w:r w:rsidRPr="006C7460">
        <w:t>bjednate</w:t>
      </w:r>
      <w:r w:rsidR="00642E18">
        <w:t>l by byl oprávněn odstoupit od S</w:t>
      </w:r>
      <w:r w:rsidRPr="006C7460">
        <w:t>mlouvy.</w:t>
      </w:r>
    </w:p>
    <w:p w14:paraId="7B853111" w14:textId="2BD18650" w:rsidR="006C7460" w:rsidRPr="006C7460" w:rsidRDefault="006C7460" w:rsidP="004D482C">
      <w:pPr>
        <w:pStyle w:val="Text1-1"/>
      </w:pPr>
      <w:r w:rsidRPr="006C7460">
        <w:t>Veškeré plánované pracovní postupy nutné ke zhotovení a ukončení díla a odstraňování jeho vad, na</w:t>
      </w:r>
      <w:r w:rsidR="00642E18">
        <w:t>kolik shoda s požadavky S</w:t>
      </w:r>
      <w:r w:rsidRPr="006C7460">
        <w:t>mlouvy dovolí, budou projektovou dokumentací navrženy tak, aby zbytečně nebo nevhodně nezasaho</w:t>
      </w:r>
      <w:r w:rsidR="004408BD">
        <w:t>valy do okolních nemovitostí ve </w:t>
      </w:r>
      <w:r w:rsidRPr="006C7460">
        <w:t>vlastnictví objednatele či jiných osob.</w:t>
      </w:r>
    </w:p>
    <w:p w14:paraId="3FB84AB1" w14:textId="107D787E" w:rsidR="006C7460" w:rsidRPr="006C7460" w:rsidRDefault="006C7460" w:rsidP="004D482C">
      <w:pPr>
        <w:pStyle w:val="Text1-1"/>
      </w:pPr>
      <w:r w:rsidRPr="006C7460">
        <w:lastRenderedPageBreak/>
        <w:t>Případné změny, týkající se provádění díla, je možné projednat jen s pověřenými osobami objednatele při vzájemných konzultacích a porad</w:t>
      </w:r>
      <w:r w:rsidR="00642E18">
        <w:t>ách. Zhotovitel vyzve zástupce O</w:t>
      </w:r>
      <w:r w:rsidRPr="006C7460">
        <w:t xml:space="preserve">bjednatele ke konzultacím technického řešení a k výrobním poradám nejméně 5 dní před termínem jejich konání. Z jednání </w:t>
      </w:r>
      <w:r w:rsidR="00642E18">
        <w:t>Z</w:t>
      </w:r>
      <w:r w:rsidRPr="006C7460">
        <w:t>hotovitel pořídí zápis, jenž bude součástí odevzdaného díla.</w:t>
      </w:r>
    </w:p>
    <w:p w14:paraId="1C164956" w14:textId="219C4DCB" w:rsidR="006C7460" w:rsidRDefault="006C7460" w:rsidP="004D482C">
      <w:pPr>
        <w:pStyle w:val="Text1-1"/>
      </w:pPr>
      <w:r>
        <w:t xml:space="preserve">Zhotovitel se zavazuje provést dílo svým jménem a na vlastní odpovědnost. Zhotovitel dílo provede dle podmínek této </w:t>
      </w:r>
      <w:r w:rsidR="00642E18">
        <w:t>S</w:t>
      </w:r>
      <w:r>
        <w:t>mlouvy a v souladu se Zadávací dokumentací. Provedením díla se rozumí pouze předání kompletního d</w:t>
      </w:r>
      <w:r w:rsidR="00171486">
        <w:t>íla dle veškerých podmínek této </w:t>
      </w:r>
      <w:r w:rsidR="00642E18">
        <w:t>S</w:t>
      </w:r>
      <w:r>
        <w:t>mlouvy.</w:t>
      </w:r>
    </w:p>
    <w:p w14:paraId="1E082456" w14:textId="1E5A3330" w:rsidR="006C7460" w:rsidRDefault="006C7460" w:rsidP="004D482C">
      <w:pPr>
        <w:pStyle w:val="Text1-1"/>
      </w:pPr>
      <w:r>
        <w:t xml:space="preserve">Pro každé porušení povinností dle této </w:t>
      </w:r>
      <w:r w:rsidR="00642E18">
        <w:t>S</w:t>
      </w:r>
      <w:r>
        <w:t xml:space="preserve">mlouvy </w:t>
      </w:r>
      <w:r w:rsidR="00642E18">
        <w:t>Z</w:t>
      </w:r>
      <w:r>
        <w:t>hotovitelem (bez ohledu na jeho zavinění), zejména podmínek kvality díl</w:t>
      </w:r>
      <w:r w:rsidR="00642E18">
        <w:t>a a termínu předání díla, bude O</w:t>
      </w:r>
      <w:r>
        <w:t xml:space="preserve">bjednatel oprávněn od </w:t>
      </w:r>
      <w:r w:rsidR="00642E18">
        <w:t>S</w:t>
      </w:r>
      <w:r>
        <w:t>mlouvy odstoupit.</w:t>
      </w:r>
    </w:p>
    <w:p w14:paraId="3966C4A5" w14:textId="77777777" w:rsidR="006C7460" w:rsidRDefault="006C7460" w:rsidP="004D482C">
      <w:pPr>
        <w:pStyle w:val="Text1-1"/>
      </w:pPr>
      <w:r>
        <w:t>Veškerá ujednání obsažená ve Výzvě, především v bodě Další podmínky zadavatele, budou dodržena.</w:t>
      </w:r>
    </w:p>
    <w:p w14:paraId="3692B9C5" w14:textId="77777777" w:rsidR="006C7460" w:rsidRDefault="006C7460" w:rsidP="004D482C">
      <w:pPr>
        <w:pStyle w:val="Text1-1"/>
      </w:pPr>
      <w:r>
        <w:t>Smluvní strana, která zavinila a odpovídá za přerušení realizace prací na díle, je povinna druhé smluvní straně nahradit prokazatelně oprávněně vynaložené náklady i</w:t>
      </w:r>
      <w:r w:rsidR="008B2FF7">
        <w:t> </w:t>
      </w:r>
      <w:r>
        <w:t>způsobenou škodu ve smyslu Obchodních podmínek na projekční práce u OŘ HKR.</w:t>
      </w:r>
    </w:p>
    <w:p w14:paraId="35ED8D83" w14:textId="649EAAA4" w:rsidR="006C7460" w:rsidRDefault="006C7460" w:rsidP="004D482C">
      <w:pPr>
        <w:pStyle w:val="Text1-1"/>
      </w:pPr>
      <w:r>
        <w:t xml:space="preserve">Objednatel je oprávněn prostřednictvím osob uvedených v článku 1.1 písm. b) této </w:t>
      </w:r>
      <w:r w:rsidR="00642E18">
        <w:t>S</w:t>
      </w:r>
      <w:r>
        <w:t>mlouvy provádět u všech osob podílejících se na provádění díla, které se pohybují v</w:t>
      </w:r>
      <w:r w:rsidR="008B2FF7">
        <w:t> </w:t>
      </w:r>
      <w:r>
        <w:t xml:space="preserve">obvodu dráhy, kontrolu, zda tyto osoby nejsou pod vlivem alkoholu nebo návykové látky. </w:t>
      </w:r>
    </w:p>
    <w:p w14:paraId="755AB759" w14:textId="52DA7928" w:rsidR="006C7460" w:rsidRDefault="006C7460" w:rsidP="004D482C">
      <w:pPr>
        <w:pStyle w:val="Text1-1"/>
        <w:numPr>
          <w:ilvl w:val="0"/>
          <w:numId w:val="0"/>
        </w:numPr>
        <w:ind w:left="709"/>
      </w:pPr>
      <w:r>
        <w:t xml:space="preserve">Zhotovitel seznámí své zaměstnance a osoby, které užívá při plnění předmětu této </w:t>
      </w:r>
      <w:r w:rsidR="00642E18">
        <w:t>S</w:t>
      </w:r>
      <w:r>
        <w:t xml:space="preserve">mlouvy, a které se budou pohybovat v obvodu dráhy, s povinností </w:t>
      </w:r>
      <w:r w:rsidR="00642E18">
        <w:t>podrobit se</w:t>
      </w:r>
      <w:r w:rsidR="00554117">
        <w:t> </w:t>
      </w:r>
      <w:r w:rsidR="00642E18">
        <w:t>kontrole prováděné O</w:t>
      </w:r>
      <w:r>
        <w:t>bjednatelem.</w:t>
      </w:r>
    </w:p>
    <w:p w14:paraId="3438CC97" w14:textId="77777777" w:rsidR="006C7460" w:rsidRDefault="006C7460" w:rsidP="004D482C">
      <w:pPr>
        <w:pStyle w:val="Text1-1"/>
        <w:numPr>
          <w:ilvl w:val="0"/>
          <w:numId w:val="0"/>
        </w:numPr>
        <w:ind w:left="709"/>
      </w:pPr>
      <w:r>
        <w:t>Kontrola bude prováděna orientační dechovou zkouškou na přítomnost alkoholu a</w:t>
      </w:r>
      <w:r w:rsidR="008B2FF7">
        <w:t> </w:t>
      </w:r>
      <w:r>
        <w:t>slinným testem na přítomnost návykových látek.</w:t>
      </w:r>
    </w:p>
    <w:p w14:paraId="020D8F0E" w14:textId="5145BE48" w:rsidR="006C7460" w:rsidRDefault="006C7460" w:rsidP="004D482C">
      <w:pPr>
        <w:pStyle w:val="Text1-1"/>
        <w:numPr>
          <w:ilvl w:val="0"/>
          <w:numId w:val="0"/>
        </w:numPr>
        <w:ind w:left="709"/>
      </w:pPr>
      <w:r>
        <w:t>Kontrola bude prováděna dle části čtvrté a páté Směrnice SŽDC č. 120 „Dodržování zákazu kouření, požívání alkoholických nápojů a užívání jiných návykových látek“ č.</w:t>
      </w:r>
      <w:r w:rsidR="00413914">
        <w:t> </w:t>
      </w:r>
      <w:r w:rsidR="00171486">
        <w:t>j.: </w:t>
      </w:r>
      <w:r>
        <w:t>36503/2017-SŽDC-GŘ-O10 účinné od 7. 11. 2017, která byla zveřejněna jako součást zadávací dokumentace (dále jen jako „Směrnic</w:t>
      </w:r>
      <w:r w:rsidR="004408BD">
        <w:t>e“), přičemž platí, že pokud se </w:t>
      </w:r>
      <w:r>
        <w:t>v</w:t>
      </w:r>
      <w:r w:rsidR="008B2FF7">
        <w:t> </w:t>
      </w:r>
      <w:r>
        <w:t xml:space="preserve">předmětné Směrnici hovoří o oprávněné osobě nebo o vedoucím zaměstnanci, rozumí se tím vždy osoba uvedená v článku 1.1 písm. </w:t>
      </w:r>
      <w:r w:rsidR="004408BD">
        <w:t xml:space="preserve">b) této </w:t>
      </w:r>
      <w:r w:rsidR="00642E18">
        <w:t>S</w:t>
      </w:r>
      <w:r w:rsidR="004408BD">
        <w:t>mlouvy, pokud se v </w:t>
      </w:r>
      <w:r>
        <w:t xml:space="preserve">předmětné Směrnici hovoří o zaměstnanci, rozumí se jím vždy zaměstnanec </w:t>
      </w:r>
      <w:r w:rsidR="00642E18">
        <w:t>Z</w:t>
      </w:r>
      <w:r>
        <w:t xml:space="preserve">hotovitele nebo jiná osoba, kterou </w:t>
      </w:r>
      <w:r w:rsidR="00642E18">
        <w:t>Z</w:t>
      </w:r>
      <w:r>
        <w:t>hotovitel užívá při provádění díla.</w:t>
      </w:r>
    </w:p>
    <w:p w14:paraId="5D35C987" w14:textId="77777777" w:rsidR="006C7460" w:rsidRDefault="006C7460" w:rsidP="004D482C">
      <w:pPr>
        <w:pStyle w:val="Text1-1"/>
        <w:numPr>
          <w:ilvl w:val="0"/>
          <w:numId w:val="0"/>
        </w:numPr>
        <w:ind w:firstLine="709"/>
      </w:pPr>
      <w:r>
        <w:t>Pozitivní výsledek ověření bude neprodleně oznámen zhotoviteli (telefonicky, emailem).</w:t>
      </w:r>
    </w:p>
    <w:p w14:paraId="738117C9" w14:textId="1167394B" w:rsidR="006C7460" w:rsidRDefault="006C7460" w:rsidP="004D482C">
      <w:pPr>
        <w:pStyle w:val="Text1-1"/>
        <w:numPr>
          <w:ilvl w:val="0"/>
          <w:numId w:val="0"/>
        </w:numPr>
        <w:ind w:firstLine="709"/>
      </w:pPr>
      <w:r>
        <w:t xml:space="preserve">Náklady na vyšetření v případě pozitivního výsledku uhradí </w:t>
      </w:r>
      <w:r w:rsidR="00642E18">
        <w:t>Z</w:t>
      </w:r>
      <w:r>
        <w:t>hotovitel.</w:t>
      </w:r>
    </w:p>
    <w:p w14:paraId="3A7A5F66" w14:textId="4413097E" w:rsidR="006C7460" w:rsidRDefault="006C7460" w:rsidP="004D482C">
      <w:pPr>
        <w:pStyle w:val="Text1-1"/>
      </w:pPr>
      <w:r>
        <w:t xml:space="preserve">V případě pozitivního výsledku kontroly nesmí dotčená </w:t>
      </w:r>
      <w:r w:rsidR="004408BD">
        <w:t xml:space="preserve">osoba </w:t>
      </w:r>
      <w:r w:rsidR="00642E18">
        <w:t>Z</w:t>
      </w:r>
      <w:r w:rsidR="004408BD">
        <w:t>hotovitele pokračovat ve </w:t>
      </w:r>
      <w:r>
        <w:t>vykonávané činnosti a bude jí odebrán „Průkaz ke vstupu do budov a prostor SŽDC a</w:t>
      </w:r>
      <w:r w:rsidR="008B2FF7">
        <w:t> </w:t>
      </w:r>
      <w:r>
        <w:t>provozované železniční dopravní cesty SŽDC“.</w:t>
      </w:r>
    </w:p>
    <w:p w14:paraId="03AA9CC2" w14:textId="010095C4" w:rsidR="006C7460" w:rsidRDefault="006C7460" w:rsidP="004D482C">
      <w:pPr>
        <w:pStyle w:val="Text1-1"/>
      </w:pPr>
      <w:r>
        <w:t xml:space="preserve">V případě, že se osoba, kterou </w:t>
      </w:r>
      <w:r w:rsidR="00642E18">
        <w:t>Z</w:t>
      </w:r>
      <w:r>
        <w:t xml:space="preserve">hotovitel využívá při plnění předmětu této </w:t>
      </w:r>
      <w:r w:rsidR="00642E18">
        <w:t>S</w:t>
      </w:r>
      <w:r>
        <w:t>mlouvy, a</w:t>
      </w:r>
      <w:r w:rsidR="008B2FF7">
        <w:t> </w:t>
      </w:r>
      <w:r>
        <w:t>která se pohybuje v obvodu dráhy, odmítne podrobit zjištění, zda není pod vlivem alkoholu nebo návykové látky, nebo je-li u této osoby dosaženo poz</w:t>
      </w:r>
      <w:r w:rsidR="00642E18">
        <w:t>itivního výsledku kontroly, je O</w:t>
      </w:r>
      <w:r>
        <w:t xml:space="preserve">bjednatel oprávněn na základě posouzení souvisejících okolností, uplatnit vůči </w:t>
      </w:r>
      <w:r w:rsidR="00642E18">
        <w:t>Z</w:t>
      </w:r>
      <w:r>
        <w:t xml:space="preserve">hotoviteli sankci až do výše </w:t>
      </w:r>
      <w:proofErr w:type="gramStart"/>
      <w:r>
        <w:t>100.000,-</w:t>
      </w:r>
      <w:proofErr w:type="gramEnd"/>
      <w:r>
        <w:t xml:space="preserve"> Kč za každý jednotlivý případ. </w:t>
      </w:r>
    </w:p>
    <w:p w14:paraId="434C63A4" w14:textId="12492E95" w:rsidR="006C7460" w:rsidRDefault="006C7460" w:rsidP="004D482C">
      <w:pPr>
        <w:pStyle w:val="Text1-1"/>
      </w:pPr>
      <w:r>
        <w:t>Zhotovitel se zavazuje zajistit, že všichni jeho zaměstnanci, jakož i zaměstnanci jeho poddodavatelů, budou po celou dobu realizace díla v obv</w:t>
      </w:r>
      <w:r w:rsidR="00171486">
        <w:t>odu dráhy viditelně označeni na </w:t>
      </w:r>
      <w:r>
        <w:t>svrchním výstražném či pracovním oděvu, případně na ochranné přilbě, pokud je</w:t>
      </w:r>
      <w:r w:rsidR="008E4B0B">
        <w:t> </w:t>
      </w:r>
      <w:r>
        <w:t>její používání nařízeno, a to názvem či logem svého zaměstnavatele.</w:t>
      </w:r>
    </w:p>
    <w:p w14:paraId="566BDC41" w14:textId="16F198BF" w:rsidR="0025477C" w:rsidRPr="00092818" w:rsidRDefault="00F7405C" w:rsidP="004D482C">
      <w:pPr>
        <w:pStyle w:val="Text1-1"/>
      </w:pPr>
      <w:r>
        <w:t>P</w:t>
      </w:r>
      <w:r w:rsidR="006C7460">
        <w:t xml:space="preserve">rojektová dokumentace bude zpracována komplexně s důslednou vnitřní koordinací navrhovaných částí </w:t>
      </w:r>
      <w:r w:rsidR="004053C8">
        <w:t>S</w:t>
      </w:r>
      <w:r w:rsidR="006C7460">
        <w:t xml:space="preserve">tavby, zejména z hlediska minimalizace výluk, případně jiných </w:t>
      </w:r>
      <w:r w:rsidR="006C7460">
        <w:lastRenderedPageBreak/>
        <w:t xml:space="preserve">omezení železničního provozu, a hospodárnosti následného provádění předmětu </w:t>
      </w:r>
      <w:r w:rsidR="001F458E">
        <w:t>projektové dokumentace.</w:t>
      </w:r>
    </w:p>
    <w:p w14:paraId="1F7E2856" w14:textId="77777777" w:rsidR="007A7344" w:rsidRDefault="00D232F4" w:rsidP="004D482C">
      <w:pPr>
        <w:pStyle w:val="Nadpis1-1"/>
        <w:jc w:val="both"/>
      </w:pPr>
      <w:r>
        <w:t>ZÁRUKA ZA DÍLO</w:t>
      </w:r>
    </w:p>
    <w:p w14:paraId="45DE3EA3" w14:textId="43AE3377" w:rsidR="00A50C2E" w:rsidRPr="00F01DE8" w:rsidRDefault="00A50C2E" w:rsidP="004D482C">
      <w:pPr>
        <w:pStyle w:val="Text1-1"/>
      </w:pPr>
      <w:r>
        <w:t xml:space="preserve">Zhotovitel poskytuje záruku za kvalitu a bezvadnost provedeného díla a následnou proveditelnost a plnou funkčnost předmětu projektové dokumentace po dobu </w:t>
      </w:r>
      <w:r w:rsidR="00413914" w:rsidRPr="00572051">
        <w:rPr>
          <w:b/>
        </w:rPr>
        <w:t>60 </w:t>
      </w:r>
      <w:r w:rsidRPr="00572051">
        <w:rPr>
          <w:b/>
        </w:rPr>
        <w:t>měsíců</w:t>
      </w:r>
      <w:r w:rsidRPr="00572051">
        <w:t>,</w:t>
      </w:r>
      <w:r>
        <w:t xml:space="preserve"> tzn. za to, že dílo a předmět </w:t>
      </w:r>
      <w:r w:rsidRPr="00482306">
        <w:t xml:space="preserve">projektové dokumentace bude splňovat požadavky </w:t>
      </w:r>
      <w:r w:rsidR="00642E18">
        <w:t>S</w:t>
      </w:r>
      <w:r w:rsidRPr="00482306">
        <w:t>mlouvy, veškerých předpisů a norem vztahujících</w:t>
      </w:r>
      <w:r>
        <w:t xml:space="preserve"> se k dílu a předmětu </w:t>
      </w:r>
      <w:r w:rsidRPr="00F01DE8">
        <w:t>projektové dokumentace.</w:t>
      </w:r>
    </w:p>
    <w:p w14:paraId="7A15D36B" w14:textId="77777777" w:rsidR="007A7344" w:rsidRPr="00F01DE8" w:rsidRDefault="00D232F4" w:rsidP="004D482C">
      <w:pPr>
        <w:pStyle w:val="Text1-1"/>
      </w:pPr>
      <w:r w:rsidRPr="00F01DE8">
        <w:rPr>
          <w:spacing w:val="2"/>
        </w:rPr>
        <w:t xml:space="preserve">V dalším platí článek 11 </w:t>
      </w:r>
      <w:r w:rsidRPr="00F01DE8">
        <w:t>Obchodních podmínek na projekční práce u OŘ HKR.</w:t>
      </w:r>
    </w:p>
    <w:p w14:paraId="325CB8C4" w14:textId="77777777" w:rsidR="00F24489" w:rsidRPr="00F01DE8" w:rsidRDefault="00C63B8E" w:rsidP="004D482C">
      <w:pPr>
        <w:pStyle w:val="Nadpis1-1"/>
        <w:jc w:val="both"/>
      </w:pPr>
      <w:r w:rsidRPr="00F01DE8">
        <w:t>PLATEBNÍ PODMÍNKY</w:t>
      </w:r>
    </w:p>
    <w:p w14:paraId="2A290BA6" w14:textId="715EC336" w:rsidR="00C63B8E" w:rsidRPr="00F01DE8" w:rsidRDefault="00C63B8E" w:rsidP="004D482C">
      <w:pPr>
        <w:pStyle w:val="Text1-1"/>
      </w:pPr>
      <w:r w:rsidRPr="00F01DE8">
        <w:rPr>
          <w:rFonts w:eastAsia="Times New Roman" w:cs="Arial"/>
          <w:snapToGrid w:val="0"/>
          <w:lang w:eastAsia="cs-CZ"/>
        </w:rPr>
        <w:t>Zaplacení smluvní ceny díla dl</w:t>
      </w:r>
      <w:r w:rsidR="00642E18">
        <w:rPr>
          <w:rFonts w:eastAsia="Times New Roman" w:cs="Arial"/>
          <w:snapToGrid w:val="0"/>
          <w:lang w:eastAsia="cs-CZ"/>
        </w:rPr>
        <w:t>e čl. 5.1 této Smlouvy provede O</w:t>
      </w:r>
      <w:r w:rsidRPr="00F01DE8">
        <w:rPr>
          <w:rFonts w:eastAsia="Times New Roman" w:cs="Arial"/>
          <w:snapToGrid w:val="0"/>
          <w:lang w:eastAsia="cs-CZ"/>
        </w:rPr>
        <w:t>bjednatel úhradou faktury, podle dále uvedených podmínek a v souladu se zákonem č. 235/2004 Sb., o</w:t>
      </w:r>
      <w:r w:rsidR="008B2FF7" w:rsidRPr="00F01DE8">
        <w:rPr>
          <w:rFonts w:eastAsia="Times New Roman" w:cs="Arial"/>
          <w:snapToGrid w:val="0"/>
          <w:lang w:eastAsia="cs-CZ"/>
        </w:rPr>
        <w:t> </w:t>
      </w:r>
      <w:r w:rsidRPr="00F01DE8">
        <w:rPr>
          <w:rFonts w:eastAsia="Times New Roman" w:cs="Arial"/>
          <w:snapToGrid w:val="0"/>
          <w:lang w:eastAsia="cs-CZ"/>
        </w:rPr>
        <w:t xml:space="preserve">dani z přidané hodnoty, ve znění pozdějších předpisů </w:t>
      </w:r>
      <w:r w:rsidRPr="00F01DE8">
        <w:rPr>
          <w:rFonts w:eastAsia="Times New Roman" w:cs="Arial"/>
          <w:bCs/>
          <w:snapToGrid w:val="0"/>
          <w:lang w:eastAsia="cs-CZ"/>
        </w:rPr>
        <w:t>(dále jen „ZDPH“)</w:t>
      </w:r>
      <w:r w:rsidRPr="00F01DE8">
        <w:rPr>
          <w:rFonts w:eastAsia="Times New Roman" w:cs="Arial"/>
          <w:snapToGrid w:val="0"/>
          <w:lang w:eastAsia="cs-CZ"/>
        </w:rPr>
        <w:t xml:space="preserve">. V případě, že faktura nebude mít všechny náležitosti uvedené v této </w:t>
      </w:r>
      <w:r w:rsidR="00642E18">
        <w:rPr>
          <w:rFonts w:eastAsia="Times New Roman" w:cs="Arial"/>
          <w:snapToGrid w:val="0"/>
          <w:lang w:eastAsia="cs-CZ"/>
        </w:rPr>
        <w:t>S</w:t>
      </w:r>
      <w:r w:rsidRPr="00F01DE8">
        <w:rPr>
          <w:rFonts w:eastAsia="Times New Roman" w:cs="Arial"/>
          <w:snapToGrid w:val="0"/>
          <w:lang w:eastAsia="cs-CZ"/>
        </w:rPr>
        <w:t>ml</w:t>
      </w:r>
      <w:r w:rsidR="004408BD">
        <w:rPr>
          <w:rFonts w:eastAsia="Times New Roman" w:cs="Arial"/>
          <w:snapToGrid w:val="0"/>
          <w:lang w:eastAsia="cs-CZ"/>
        </w:rPr>
        <w:t>ouvě a Obchodních podmínkách na </w:t>
      </w:r>
      <w:r w:rsidRPr="00F01DE8">
        <w:rPr>
          <w:rFonts w:eastAsia="Times New Roman" w:cs="Arial"/>
          <w:snapToGrid w:val="0"/>
          <w:lang w:eastAsia="cs-CZ"/>
        </w:rPr>
        <w:t xml:space="preserve">projekční práce u OŘ HKR, je objednatel oprávněn fakturu vrátit </w:t>
      </w:r>
      <w:r w:rsidR="00642E18">
        <w:rPr>
          <w:rFonts w:eastAsia="Times New Roman" w:cs="Arial"/>
          <w:snapToGrid w:val="0"/>
          <w:lang w:eastAsia="cs-CZ"/>
        </w:rPr>
        <w:t>Z</w:t>
      </w:r>
      <w:r w:rsidRPr="00F01DE8">
        <w:rPr>
          <w:rFonts w:eastAsia="Times New Roman" w:cs="Arial"/>
          <w:snapToGrid w:val="0"/>
          <w:lang w:eastAsia="cs-CZ"/>
        </w:rPr>
        <w:t>hotoviteli a nevzniká prodlení s placením. Zhotovitel je povinen v takovém p</w:t>
      </w:r>
      <w:r w:rsidR="004408BD">
        <w:rPr>
          <w:rFonts w:eastAsia="Times New Roman" w:cs="Arial"/>
          <w:snapToGrid w:val="0"/>
          <w:lang w:eastAsia="cs-CZ"/>
        </w:rPr>
        <w:t>řípadě vystavit novou fakturu a </w:t>
      </w:r>
      <w:r w:rsidR="00093642" w:rsidRPr="00F01DE8">
        <w:rPr>
          <w:rFonts w:eastAsia="Times New Roman" w:cs="Arial"/>
          <w:snapToGrid w:val="0"/>
          <w:lang w:eastAsia="cs-CZ"/>
        </w:rPr>
        <w:t>zaslat</w:t>
      </w:r>
      <w:r w:rsidRPr="00F01DE8">
        <w:rPr>
          <w:rFonts w:eastAsia="Times New Roman" w:cs="Arial"/>
          <w:snapToGrid w:val="0"/>
          <w:lang w:eastAsia="cs-CZ"/>
        </w:rPr>
        <w:t xml:space="preserve"> ji </w:t>
      </w:r>
      <w:r w:rsidR="00642E18">
        <w:rPr>
          <w:rFonts w:eastAsia="Times New Roman" w:cs="Arial"/>
          <w:snapToGrid w:val="0"/>
          <w:lang w:eastAsia="cs-CZ"/>
        </w:rPr>
        <w:t>O</w:t>
      </w:r>
      <w:r w:rsidRPr="00F01DE8">
        <w:rPr>
          <w:rFonts w:eastAsia="Times New Roman" w:cs="Arial"/>
          <w:snapToGrid w:val="0"/>
          <w:lang w:eastAsia="cs-CZ"/>
        </w:rPr>
        <w:t>bjednateli na jeho kontaktní adresu</w:t>
      </w:r>
      <w:r w:rsidR="00093642" w:rsidRPr="00F01DE8">
        <w:rPr>
          <w:rFonts w:eastAsia="Times New Roman" w:cs="Arial"/>
          <w:snapToGrid w:val="0"/>
          <w:lang w:eastAsia="cs-CZ"/>
        </w:rPr>
        <w:t xml:space="preserve"> pro zasílání elektronických faktur</w:t>
      </w:r>
      <w:r w:rsidRPr="00F01DE8">
        <w:rPr>
          <w:rFonts w:eastAsia="Times New Roman" w:cs="Arial"/>
          <w:snapToGrid w:val="0"/>
          <w:lang w:eastAsia="cs-CZ"/>
        </w:rPr>
        <w:t>.</w:t>
      </w:r>
    </w:p>
    <w:p w14:paraId="03B0ADFC" w14:textId="43EC5E8D" w:rsidR="00C63B8E" w:rsidRDefault="00C63B8E" w:rsidP="004D482C">
      <w:pPr>
        <w:pStyle w:val="Text1-1"/>
      </w:pPr>
      <w:r w:rsidRPr="00B01C8B">
        <w:t xml:space="preserve">Při splnění podmínek § 92e ZDPH, je </w:t>
      </w:r>
      <w:r w:rsidR="00642E18">
        <w:t>Z</w:t>
      </w:r>
      <w:r w:rsidRPr="00B01C8B">
        <w:t>hotovitel povin</w:t>
      </w:r>
      <w:r w:rsidR="004408BD">
        <w:t>en vystavovat daňové doklady se </w:t>
      </w:r>
      <w:r w:rsidRPr="00B01C8B">
        <w:t>zřetelem na</w:t>
      </w:r>
      <w:r>
        <w:t> </w:t>
      </w:r>
      <w:r w:rsidRPr="00B01C8B">
        <w:t>pravidla režimu přenesené daňové povinnosti dle § 92a ZDPH.</w:t>
      </w:r>
    </w:p>
    <w:p w14:paraId="2C0F4562" w14:textId="632E62A0" w:rsidR="00C63B8E" w:rsidRPr="00310878" w:rsidRDefault="00C63B8E" w:rsidP="004D482C">
      <w:pPr>
        <w:pStyle w:val="Text1-1"/>
      </w:pPr>
      <w:r w:rsidRPr="00B01C8B">
        <w:t xml:space="preserve">Smluvní strany se dohodly, že stane-li se </w:t>
      </w:r>
      <w:r w:rsidR="00642E18">
        <w:t>Z</w:t>
      </w:r>
      <w:r w:rsidRPr="00310878">
        <w:t xml:space="preserve">hotovitel nespolehlivým plátcem nebo daňový doklad </w:t>
      </w:r>
      <w:r w:rsidR="00642E18">
        <w:t>Z</w:t>
      </w:r>
      <w:r w:rsidRPr="00310878">
        <w:t>hotovitele bude obsahovat číslo bankovního účt</w:t>
      </w:r>
      <w:r w:rsidR="00171486">
        <w:t>u, na který má být plněno, aniž </w:t>
      </w:r>
      <w:r w:rsidRPr="00310878">
        <w:t>by bylo uvedeno ve</w:t>
      </w:r>
      <w:r>
        <w:t> </w:t>
      </w:r>
      <w:r w:rsidRPr="00310878">
        <w:t>veřejném registru spolehlivých</w:t>
      </w:r>
      <w:r w:rsidR="004408BD">
        <w:t xml:space="preserve"> účtů, je </w:t>
      </w:r>
      <w:r w:rsidR="00642E18">
        <w:t>O</w:t>
      </w:r>
      <w:r w:rsidR="004408BD">
        <w:t>bjednatel oprávněn z</w:t>
      </w:r>
      <w:r w:rsidR="006E59EF">
        <w:t> </w:t>
      </w:r>
      <w:r w:rsidRPr="00310878">
        <w:t>finančního plnění uhradit daň z</w:t>
      </w:r>
      <w:r>
        <w:t> </w:t>
      </w:r>
      <w:r w:rsidRPr="00310878">
        <w:t xml:space="preserve">přidané hodnoty přímo místně a věcně příslušnému správci daně </w:t>
      </w:r>
      <w:r w:rsidR="00642E18">
        <w:t>Z</w:t>
      </w:r>
      <w:r w:rsidRPr="00310878">
        <w:t>hotovitele.</w:t>
      </w:r>
    </w:p>
    <w:p w14:paraId="60E59A37" w14:textId="1DD48B8D" w:rsidR="00C63B8E" w:rsidRPr="00E05AA8" w:rsidRDefault="00C63B8E" w:rsidP="004D482C">
      <w:pPr>
        <w:pStyle w:val="Text1-1"/>
      </w:pPr>
      <w:r w:rsidRPr="00310878">
        <w:t xml:space="preserve">Případné vícepráce budou fakturovány zásadně samostatně </w:t>
      </w:r>
      <w:r>
        <w:t>a v souladu s příslušnými ustanoveními</w:t>
      </w:r>
      <w:r w:rsidRPr="00E05AA8">
        <w:t xml:space="preserve"> Obchodních podmínek na </w:t>
      </w:r>
      <w:r>
        <w:t>projekční práce u OŘ HKR</w:t>
      </w:r>
      <w:r w:rsidRPr="00E05AA8">
        <w:t>.</w:t>
      </w:r>
    </w:p>
    <w:p w14:paraId="635A131C" w14:textId="49010A7B" w:rsidR="00C63B8E" w:rsidRPr="00310878" w:rsidRDefault="00C63B8E" w:rsidP="004D482C">
      <w:pPr>
        <w:pStyle w:val="Text1-1"/>
      </w:pPr>
      <w:r w:rsidRPr="00310878">
        <w:t>Splatnost faktur</w:t>
      </w:r>
      <w:r>
        <w:t xml:space="preserve">y </w:t>
      </w:r>
      <w:r w:rsidRPr="00310878">
        <w:t>je 30 kalendářních dnů od data doručení faktury</w:t>
      </w:r>
      <w:r>
        <w:t xml:space="preserve"> </w:t>
      </w:r>
      <w:r w:rsidR="00642E18">
        <w:t>O</w:t>
      </w:r>
      <w:r>
        <w:t>bjednateli</w:t>
      </w:r>
      <w:r w:rsidRPr="00310878">
        <w:t>.</w:t>
      </w:r>
      <w:r>
        <w:t xml:space="preserve"> </w:t>
      </w:r>
      <w:r>
        <w:rPr>
          <w:bCs/>
        </w:rPr>
        <w:t xml:space="preserve">Dnem úhrady se rozumí den odepsání předmětné částky z účtu </w:t>
      </w:r>
      <w:r w:rsidR="00642E18">
        <w:rPr>
          <w:bCs/>
        </w:rPr>
        <w:t>O</w:t>
      </w:r>
      <w:r>
        <w:rPr>
          <w:bCs/>
        </w:rPr>
        <w:t>bjednatele.</w:t>
      </w:r>
    </w:p>
    <w:p w14:paraId="119BFEED" w14:textId="78F12B58" w:rsidR="00C63B8E" w:rsidRPr="00092818" w:rsidRDefault="00C63B8E" w:rsidP="004D482C">
      <w:pPr>
        <w:pStyle w:val="Text1-1"/>
      </w:pPr>
      <w:r w:rsidRPr="00092818">
        <w:t xml:space="preserve">Na daňových dokladech je nutno uvádět jako </w:t>
      </w:r>
      <w:r w:rsidR="00642E18">
        <w:t>O</w:t>
      </w:r>
      <w:r w:rsidRPr="00092818">
        <w:t>bjednatele:</w:t>
      </w:r>
    </w:p>
    <w:p w14:paraId="288F9733" w14:textId="77777777" w:rsidR="00C63B8E" w:rsidRPr="00C63B8E" w:rsidRDefault="00C63B8E" w:rsidP="004D482C">
      <w:pPr>
        <w:pStyle w:val="Zkladntext"/>
        <w:tabs>
          <w:tab w:val="left" w:pos="1134"/>
        </w:tabs>
        <w:spacing w:after="0"/>
        <w:jc w:val="both"/>
        <w:rPr>
          <w:rFonts w:cs="Arial"/>
        </w:rPr>
      </w:pPr>
      <w:r w:rsidRPr="00092818">
        <w:rPr>
          <w:rFonts w:cs="Arial"/>
          <w:sz w:val="22"/>
          <w:szCs w:val="22"/>
        </w:rPr>
        <w:tab/>
      </w:r>
      <w:r w:rsidR="00385359">
        <w:rPr>
          <w:rFonts w:cs="Arial"/>
        </w:rPr>
        <w:t>Správa železnic</w:t>
      </w:r>
      <w:r w:rsidRPr="00C63B8E">
        <w:rPr>
          <w:rFonts w:cs="Arial"/>
        </w:rPr>
        <w:t>, státní organizace</w:t>
      </w:r>
    </w:p>
    <w:p w14:paraId="27A855D9" w14:textId="318B63E4" w:rsidR="00C63B8E" w:rsidRPr="00C63B8E" w:rsidRDefault="00C63B8E" w:rsidP="004D482C">
      <w:pPr>
        <w:pStyle w:val="Zkladntext"/>
        <w:tabs>
          <w:tab w:val="left" w:pos="1134"/>
        </w:tabs>
        <w:spacing w:after="0"/>
        <w:jc w:val="both"/>
        <w:rPr>
          <w:rFonts w:cs="Arial"/>
        </w:rPr>
      </w:pPr>
      <w:r w:rsidRPr="00C63B8E">
        <w:rPr>
          <w:rFonts w:cs="Arial"/>
        </w:rPr>
        <w:tab/>
      </w:r>
      <w:r w:rsidR="00E77621" w:rsidRPr="00E77621">
        <w:rPr>
          <w:rFonts w:cs="Arial"/>
        </w:rPr>
        <w:t>Dlážděná 1003/7, Nové Město, 110 00 Praha 1</w:t>
      </w:r>
    </w:p>
    <w:p w14:paraId="7FF222E5" w14:textId="77777777" w:rsidR="00C63B8E" w:rsidRPr="00C63B8E" w:rsidRDefault="00C63B8E" w:rsidP="004D482C">
      <w:pPr>
        <w:pStyle w:val="Zkladntext"/>
        <w:tabs>
          <w:tab w:val="left" w:pos="1134"/>
        </w:tabs>
        <w:spacing w:after="0"/>
        <w:jc w:val="both"/>
        <w:rPr>
          <w:rFonts w:cs="Arial"/>
        </w:rPr>
      </w:pPr>
      <w:r w:rsidRPr="00C63B8E">
        <w:rPr>
          <w:rFonts w:cs="Arial"/>
        </w:rPr>
        <w:tab/>
        <w:t>zapsána v obchodním rejstříku u Městského soudu v Praze, oddíl A, vložka 48384</w:t>
      </w:r>
    </w:p>
    <w:p w14:paraId="0731ACD2" w14:textId="77777777" w:rsidR="00C63B8E" w:rsidRPr="00C63B8E" w:rsidRDefault="00C63B8E" w:rsidP="004D482C">
      <w:pPr>
        <w:pStyle w:val="Zkladntext"/>
        <w:tabs>
          <w:tab w:val="left" w:pos="1134"/>
        </w:tabs>
        <w:spacing w:after="0"/>
        <w:jc w:val="both"/>
        <w:rPr>
          <w:rFonts w:cs="Arial"/>
        </w:rPr>
      </w:pPr>
      <w:r w:rsidRPr="00C63B8E">
        <w:rPr>
          <w:rFonts w:cs="Arial"/>
        </w:rPr>
        <w:tab/>
        <w:t>IČ: 709 94 234</w:t>
      </w:r>
    </w:p>
    <w:p w14:paraId="17BFB10F" w14:textId="77777777" w:rsidR="00C63B8E" w:rsidRPr="00C63B8E" w:rsidRDefault="00C63B8E" w:rsidP="004D482C">
      <w:pPr>
        <w:pStyle w:val="Zkladntext"/>
        <w:tabs>
          <w:tab w:val="left" w:pos="1134"/>
        </w:tabs>
        <w:jc w:val="both"/>
        <w:rPr>
          <w:rFonts w:cs="Arial"/>
        </w:rPr>
      </w:pPr>
      <w:r w:rsidRPr="00C63B8E">
        <w:rPr>
          <w:rFonts w:cs="Arial"/>
        </w:rPr>
        <w:tab/>
        <w:t>DIČ: CZ70994234</w:t>
      </w:r>
    </w:p>
    <w:p w14:paraId="2FF84BD7" w14:textId="6CEA8E85" w:rsidR="00C63B8E" w:rsidRPr="00F01DE8" w:rsidRDefault="00BF0A90" w:rsidP="004D482C">
      <w:pPr>
        <w:pStyle w:val="Text1-1"/>
      </w:pPr>
      <w:r>
        <w:t>Faktura (daňový doklad) bude vystavena v elektronické podobě a zaslána na e</w:t>
      </w:r>
      <w:r w:rsidR="008E4B0B">
        <w:t>-</w:t>
      </w:r>
      <w:r>
        <w:t>mailovou a</w:t>
      </w:r>
      <w:r w:rsidR="00093642" w:rsidRPr="00F01DE8">
        <w:t>dres</w:t>
      </w:r>
      <w:r>
        <w:t>u</w:t>
      </w:r>
      <w:r w:rsidR="00C63B8E" w:rsidRPr="00F01DE8">
        <w:t xml:space="preserve"> pro zasílání </w:t>
      </w:r>
      <w:r w:rsidR="00093642" w:rsidRPr="00F01DE8">
        <w:t xml:space="preserve">elektronických </w:t>
      </w:r>
      <w:r w:rsidR="00C63B8E" w:rsidRPr="00F01DE8">
        <w:t>faktur</w:t>
      </w:r>
      <w:r>
        <w:t>, která</w:t>
      </w:r>
      <w:r w:rsidR="00C63B8E" w:rsidRPr="00F01DE8">
        <w:t xml:space="preserve"> je uvedena v</w:t>
      </w:r>
      <w:r w:rsidR="00093642" w:rsidRPr="00F01DE8">
        <w:t xml:space="preserve"> kontaktu </w:t>
      </w:r>
      <w:r w:rsidR="00642E18">
        <w:t>O</w:t>
      </w:r>
      <w:r w:rsidR="00093642" w:rsidRPr="00F01DE8">
        <w:t>bjednatele</w:t>
      </w:r>
      <w:r w:rsidR="00C63B8E" w:rsidRPr="00F01DE8">
        <w:t>.</w:t>
      </w:r>
      <w:r w:rsidR="00011880">
        <w:t xml:space="preserve"> V </w:t>
      </w:r>
      <w:r w:rsidR="001E5D10" w:rsidRPr="00F01DE8">
        <w:t xml:space="preserve">případě technických problémů s vyhotovením elektronické podoby daňového dokladu či jeho příloh (např. nečitelnost </w:t>
      </w:r>
      <w:proofErr w:type="spellStart"/>
      <w:r w:rsidR="001E5D10" w:rsidRPr="00F01DE8">
        <w:t>scanu</w:t>
      </w:r>
      <w:proofErr w:type="spellEnd"/>
      <w:r w:rsidR="001E5D10" w:rsidRPr="00F01DE8">
        <w:t xml:space="preserve">) bude </w:t>
      </w:r>
      <w:r w:rsidR="00642E18">
        <w:t>O</w:t>
      </w:r>
      <w:r w:rsidR="001E5D10" w:rsidRPr="00F01DE8">
        <w:t>bjednatel akceptovat daňový doklad doručený v listinné podobě.</w:t>
      </w:r>
    </w:p>
    <w:p w14:paraId="5E673BDD" w14:textId="506CF340" w:rsidR="00894ECE" w:rsidRDefault="00894ECE" w:rsidP="004D482C">
      <w:pPr>
        <w:pStyle w:val="Text1-1"/>
      </w:pPr>
      <w:r w:rsidRPr="00894ECE">
        <w:t>Nárok na zaplacení ceny díla vzniká zhotoviteli řádným a včasným splněním jeho závazku v souladu s touto Smlouvou na základě řádného předání a převzetí provedeného díla</w:t>
      </w:r>
      <w:r w:rsidR="00E956EE">
        <w:t xml:space="preserve"> Objednatelem</w:t>
      </w:r>
      <w:r w:rsidRPr="00894ECE">
        <w:t>.</w:t>
      </w:r>
    </w:p>
    <w:p w14:paraId="7E36DF02" w14:textId="71FAC207" w:rsidR="004408BD" w:rsidRPr="00B01C8B" w:rsidRDefault="004408BD" w:rsidP="004D482C">
      <w:pPr>
        <w:pStyle w:val="Text1-1"/>
      </w:pPr>
      <w:r w:rsidRPr="00E10866">
        <w:rPr>
          <w:rFonts w:eastAsia="Calibri"/>
        </w:rPr>
        <w:t>V případě zhotovování Díla více Zhotoviteli v souladu s jejich společnou nabídkou nesou odpovědnost za plnění jejich povinností ze Smlouvy všichni Zhotovitelé společně</w:t>
      </w:r>
      <w:r>
        <w:rPr>
          <w:rFonts w:eastAsia="Calibri"/>
        </w:rPr>
        <w:t xml:space="preserve"> a </w:t>
      </w:r>
      <w:r w:rsidRPr="00E10866">
        <w:rPr>
          <w:rFonts w:eastAsia="Calibri"/>
        </w:rPr>
        <w:t>nerozdílně. Vedoucí Zhotovitel (dále jen „Vedoucí Zhotovitel“) prohlašuje, že je oprávněn ve věcech Smlouvy zastupovat každého ze Zhotovitelů, jakož i všechny</w:t>
      </w:r>
      <w:r>
        <w:rPr>
          <w:rFonts w:eastAsia="Calibri"/>
        </w:rPr>
        <w:t xml:space="preserve"> </w:t>
      </w:r>
      <w:r w:rsidRPr="00E10866">
        <w:rPr>
          <w:rFonts w:eastAsia="Calibri"/>
        </w:rPr>
        <w:t xml:space="preserve">Zhotovitele společně, a je oprávněn rovněž za ně přijímat pokyny a platby Objednatele. Vystavovat daňové </w:t>
      </w:r>
      <w:proofErr w:type="gramStart"/>
      <w:r w:rsidRPr="00E10866">
        <w:rPr>
          <w:rFonts w:eastAsia="Calibri"/>
        </w:rPr>
        <w:t>doklady - faktury</w:t>
      </w:r>
      <w:proofErr w:type="gramEnd"/>
      <w:r w:rsidRPr="00E10866">
        <w:rPr>
          <w:rFonts w:eastAsia="Calibri"/>
        </w:rPr>
        <w:t xml:space="preserve"> za činnosti vykonávané v případech vyhotovování</w:t>
      </w:r>
      <w:r>
        <w:rPr>
          <w:rFonts w:eastAsia="Calibri"/>
        </w:rPr>
        <w:t xml:space="preserve"> </w:t>
      </w:r>
      <w:r w:rsidRPr="00E10866">
        <w:rPr>
          <w:rFonts w:eastAsia="Calibri"/>
        </w:rPr>
        <w:t xml:space="preserve">Díla více Zhotoviteli v souladu s jejich společnou nabídkou je povinen vůči Objednateli </w:t>
      </w:r>
      <w:r w:rsidRPr="00E10866">
        <w:rPr>
          <w:rFonts w:eastAsia="Calibri"/>
        </w:rPr>
        <w:lastRenderedPageBreak/>
        <w:t>pouze Vedoucí Zhotovitel, tj. na daňovém dokladu bude uveden (identifikován) jako</w:t>
      </w:r>
      <w:r w:rsidR="006E59EF">
        <w:rPr>
          <w:rFonts w:eastAsia="Calibri"/>
        </w:rPr>
        <w:t> </w:t>
      </w:r>
      <w:r w:rsidRPr="00E10866">
        <w:rPr>
          <w:rFonts w:eastAsia="Calibri"/>
        </w:rPr>
        <w:t>osoba uskutečňující ekonomickou činnost jako po</w:t>
      </w:r>
      <w:r>
        <w:rPr>
          <w:rFonts w:eastAsia="Calibri"/>
        </w:rPr>
        <w:t>skytovatel služby (v souladu se </w:t>
      </w:r>
      <w:r w:rsidRPr="00E10866">
        <w:rPr>
          <w:rFonts w:eastAsia="Calibri"/>
        </w:rPr>
        <w:t>zákonem č.235/2004 Sb. o dani z přidané hodnoty).</w:t>
      </w:r>
    </w:p>
    <w:p w14:paraId="177F7B93" w14:textId="77777777" w:rsidR="00FA4D85" w:rsidRDefault="00FA4D85" w:rsidP="004D482C">
      <w:pPr>
        <w:pStyle w:val="Nadpis1-1"/>
        <w:jc w:val="both"/>
      </w:pPr>
      <w:r>
        <w:t>SMLUVNÍ POKUTY a SANKCE</w:t>
      </w:r>
    </w:p>
    <w:p w14:paraId="10B47379" w14:textId="28152E18" w:rsidR="00FA4D85" w:rsidRDefault="00FA4D85" w:rsidP="004D482C">
      <w:pPr>
        <w:pStyle w:val="Text1-1"/>
      </w:pPr>
      <w:r w:rsidRPr="00B959FE">
        <w:t>V </w:t>
      </w:r>
      <w:r>
        <w:t xml:space="preserve">případě nedodržení </w:t>
      </w:r>
      <w:r w:rsidR="008D24EE">
        <w:t>H</w:t>
      </w:r>
      <w:r w:rsidR="007D51F3">
        <w:t>armonogramu plněn</w:t>
      </w:r>
      <w:r w:rsidR="00FF6C78">
        <w:t>í</w:t>
      </w:r>
      <w:r w:rsidR="007D51F3">
        <w:t xml:space="preserve"> </w:t>
      </w:r>
      <w:r w:rsidRPr="00B959FE">
        <w:t xml:space="preserve">nebo </w:t>
      </w:r>
      <w:r>
        <w:t xml:space="preserve">v případě </w:t>
      </w:r>
      <w:r w:rsidRPr="00B959FE">
        <w:t>nesouladu díla</w:t>
      </w:r>
      <w:r>
        <w:t xml:space="preserve"> se zadávací dokumentací nebo </w:t>
      </w:r>
      <w:r w:rsidRPr="00B959FE">
        <w:t xml:space="preserve">s podmínkami dle této </w:t>
      </w:r>
      <w:r w:rsidR="00642E18">
        <w:t>S</w:t>
      </w:r>
      <w:r w:rsidRPr="00B959FE">
        <w:t>mlouvy</w:t>
      </w:r>
      <w:r>
        <w:t>,</w:t>
      </w:r>
      <w:r w:rsidRPr="00B959FE">
        <w:t xml:space="preserve"> je </w:t>
      </w:r>
      <w:r w:rsidR="00642E18">
        <w:t>O</w:t>
      </w:r>
      <w:r w:rsidRPr="00B959FE">
        <w:t xml:space="preserve">bjednatel oprávněn požadovat po </w:t>
      </w:r>
      <w:r w:rsidR="00642E18">
        <w:t>Z</w:t>
      </w:r>
      <w:r w:rsidRPr="00B959FE">
        <w:t xml:space="preserve">hotoviteli smluvní pokutu dle čl. </w:t>
      </w:r>
      <w:r>
        <w:t>12</w:t>
      </w:r>
      <w:r w:rsidRPr="00B959FE">
        <w:t xml:space="preserve"> Obchodních podmínek na </w:t>
      </w:r>
      <w:r>
        <w:t>projekční</w:t>
      </w:r>
      <w:r w:rsidRPr="00B959FE">
        <w:t xml:space="preserve"> práce u OŘ HKR</w:t>
      </w:r>
      <w:r>
        <w:t xml:space="preserve">. </w:t>
      </w:r>
      <w:r w:rsidRPr="00B959FE">
        <w:t>Zaplacením této smluvní pokuty není dotčeno právo oprávněné strany na náhradu škody, která vznikla v příčinné souvislosti s porušením smluvní povinnosti, která měla za následek placení smluvní pokuty.</w:t>
      </w:r>
    </w:p>
    <w:p w14:paraId="75BE9DDA" w14:textId="77777777" w:rsidR="007B3F34" w:rsidRDefault="007B3F34" w:rsidP="004D482C">
      <w:pPr>
        <w:pStyle w:val="Text1-1"/>
      </w:pPr>
      <w:r>
        <w:t>Ostatní případy zajištěné smluvní pokutou a podmínky placení smluvních pokut jsou uvedeny v čl. 12 Obchodních podmínek na projekční práce u OŘ HKR.</w:t>
      </w:r>
    </w:p>
    <w:p w14:paraId="2CBABD8A" w14:textId="77777777" w:rsidR="007B3F34" w:rsidRDefault="007B3F34" w:rsidP="004D482C">
      <w:pPr>
        <w:pStyle w:val="Text1-1"/>
        <w:rPr>
          <w:rFonts w:ascii="Arial" w:hAnsi="Arial" w:cs="Arial"/>
          <w:szCs w:val="22"/>
        </w:rPr>
      </w:pPr>
      <w:r>
        <w:t>Ve všech případech platí, že úhradou smluvní pokuty není dotčeno právo na náhradu škody.</w:t>
      </w:r>
    </w:p>
    <w:p w14:paraId="13062F07" w14:textId="39540489" w:rsidR="00FA4D85" w:rsidRDefault="007B3F34" w:rsidP="004D482C">
      <w:pPr>
        <w:pStyle w:val="Text1-1"/>
      </w:pPr>
      <w:r w:rsidRPr="00D126A2">
        <w:t xml:space="preserve">V případě prodlení s úhradou peněžitého plnění je </w:t>
      </w:r>
      <w:r w:rsidR="00642E18">
        <w:t>O</w:t>
      </w:r>
      <w:r w:rsidRPr="00D126A2">
        <w:t xml:space="preserve">bjednatel povinen zaplatit </w:t>
      </w:r>
      <w:r w:rsidR="00642E18">
        <w:t>Z</w:t>
      </w:r>
      <w:r w:rsidRPr="00D126A2">
        <w:t>hotoviteli zákonný úrok z prodlení.</w:t>
      </w:r>
    </w:p>
    <w:p w14:paraId="14F15E45" w14:textId="2104B82A" w:rsidR="003358FF" w:rsidRDefault="003358FF" w:rsidP="004D482C">
      <w:pPr>
        <w:pStyle w:val="Nadpis1-1"/>
        <w:jc w:val="both"/>
      </w:pPr>
      <w:r w:rsidRPr="003358FF">
        <w:t>Odpovědné zadávání</w:t>
      </w:r>
    </w:p>
    <w:p w14:paraId="4D19F634" w14:textId="3AE86BBF" w:rsidR="003358FF" w:rsidRDefault="003358FF" w:rsidP="004D482C">
      <w:pPr>
        <w:pStyle w:val="Text1-1"/>
      </w:pPr>
      <w:r w:rsidRPr="003358FF">
        <w:t xml:space="preserve">Objednatel je povinen při vytváření zadávacích podmínek, včetně pravidel pro hodnocení nabídek, a výběru dodavatele, veřejné zakázky, na </w:t>
      </w:r>
      <w:proofErr w:type="gramStart"/>
      <w:r w:rsidRPr="003358FF">
        <w:t>zákl</w:t>
      </w:r>
      <w:r w:rsidR="00D330ED">
        <w:t>adě</w:t>
      </w:r>
      <w:proofErr w:type="gramEnd"/>
      <w:r w:rsidR="00D330ED">
        <w:t xml:space="preserve"> které byla uzavřena tato </w:t>
      </w:r>
      <w:r w:rsidR="00642E18">
        <w:t>S</w:t>
      </w:r>
      <w:r w:rsidRPr="003358FF">
        <w:t xml:space="preserve">mlouva dodržovat zásady sociálně odpovědného zadávání, environmentálně odpovědného zadávání a </w:t>
      </w:r>
      <w:proofErr w:type="gramStart"/>
      <w:r w:rsidRPr="003358FF">
        <w:t>inovací</w:t>
      </w:r>
      <w:proofErr w:type="gramEnd"/>
      <w:r w:rsidRPr="003358FF">
        <w:t xml:space="preserve"> jak jsou definovány v § 28 odst.</w:t>
      </w:r>
      <w:r w:rsidR="008E4B0B">
        <w:t> </w:t>
      </w:r>
      <w:r w:rsidRPr="003358FF">
        <w:t>1</w:t>
      </w:r>
      <w:r w:rsidR="008E4B0B">
        <w:t> </w:t>
      </w:r>
      <w:r w:rsidRPr="003358FF">
        <w:t>písm. p) až r) ZZVZ (dále jen „odpovědné zadávání“). Zhotovitel bere po</w:t>
      </w:r>
      <w:r w:rsidR="004408BD">
        <w:t xml:space="preserve">dpisem této </w:t>
      </w:r>
      <w:r w:rsidR="00642E18">
        <w:t>S</w:t>
      </w:r>
      <w:r w:rsidR="004408BD">
        <w:t>mlouvy výslovně na </w:t>
      </w:r>
      <w:r w:rsidRPr="003358FF">
        <w:t xml:space="preserve">vědomí tuto povinnost </w:t>
      </w:r>
      <w:r w:rsidR="00642E18">
        <w:t>O</w:t>
      </w:r>
      <w:r w:rsidRPr="003358FF">
        <w:t>bjednatele, jakož i veškeré</w:t>
      </w:r>
      <w:r w:rsidR="004408BD">
        <w:t xml:space="preserve"> s tím související požadavky na </w:t>
      </w:r>
      <w:r w:rsidRPr="003358FF">
        <w:t>Zhotovitele v daném ohledu kladené, které jsou jako jednotlivé prvky odpovědného zadávání uvedeny v následuj</w:t>
      </w:r>
      <w:r w:rsidR="005506BD">
        <w:t>ících ustanovení tohoto článku S</w:t>
      </w:r>
      <w:r w:rsidRPr="003358FF">
        <w:t>mlouvy.</w:t>
      </w:r>
    </w:p>
    <w:p w14:paraId="49E9DA4F" w14:textId="63881009" w:rsidR="003358FF" w:rsidRDefault="003358FF" w:rsidP="004D482C">
      <w:pPr>
        <w:pStyle w:val="Text1-1"/>
      </w:pPr>
      <w:r w:rsidRPr="003358FF">
        <w:t xml:space="preserve">Objednatel požaduje, aby Zhotovitel při realizaci </w:t>
      </w:r>
      <w:r>
        <w:t>d</w:t>
      </w:r>
      <w:r w:rsidRPr="003358FF">
        <w:t>íla pro Objednatele zajistil rovnocenné platební podmínky, jako má sjednány Zhotovitel s Objednatelem, a</w:t>
      </w:r>
      <w:r w:rsidR="008E4B0B">
        <w:t> </w:t>
      </w:r>
      <w:r w:rsidRPr="003358FF">
        <w:t>to</w:t>
      </w:r>
      <w:r w:rsidR="008E4B0B">
        <w:t> </w:t>
      </w:r>
      <w:r w:rsidRPr="003358FF">
        <w:t>následovně:</w:t>
      </w:r>
    </w:p>
    <w:p w14:paraId="201686B0" w14:textId="46481395" w:rsidR="003358FF" w:rsidRDefault="003358FF" w:rsidP="004D482C">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w:t>
      </w:r>
      <w:r w:rsidR="00642E18">
        <w:t>S</w:t>
      </w:r>
      <w:r>
        <w:t>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w:t>
      </w:r>
      <w:r w:rsidR="008E4B0B">
        <w:t> </w:t>
      </w:r>
      <w:r>
        <w:t xml:space="preserve">smluvních partnerů Zhotovitele; musí z ní však vždy být zřejmé splnění povinnosti Zhotovitele dle tohoto odstavce </w:t>
      </w:r>
      <w:r w:rsidR="00642E18">
        <w:t>S</w:t>
      </w:r>
      <w:r>
        <w:t>mlouvy.</w:t>
      </w:r>
    </w:p>
    <w:p w14:paraId="04B4999F" w14:textId="4098D6EF" w:rsidR="003358FF" w:rsidRDefault="003358FF" w:rsidP="004D482C">
      <w:pPr>
        <w:pStyle w:val="Text1-2"/>
      </w:pPr>
      <w:r>
        <w:t>Zhotovitel se zavazuje uhradit smluvní pokutu v</w:t>
      </w:r>
      <w:r w:rsidR="004408BD">
        <w:t xml:space="preserve">e výši 10.000 Kč za </w:t>
      </w:r>
      <w:r w:rsidR="001136C2">
        <w:t>každý,</w:t>
      </w:r>
      <w:r w:rsidR="004408BD">
        <w:t xml:space="preserve"> byť i </w:t>
      </w:r>
      <w:r>
        <w:t xml:space="preserve">započatý den prodlení se splněním povinnosti předložit smluvní dokumentaci dle předchozího odstavce </w:t>
      </w:r>
      <w:r w:rsidR="00642E18">
        <w:t>S</w:t>
      </w:r>
      <w:r>
        <w:t xml:space="preserve">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w:t>
      </w:r>
      <w:r w:rsidR="00642E18">
        <w:t>S</w:t>
      </w:r>
      <w:r>
        <w:t xml:space="preserve">mlouvě. Smluvní sankce dle tohoto odstavce </w:t>
      </w:r>
      <w:r w:rsidR="00642E18">
        <w:t>S</w:t>
      </w:r>
      <w:r>
        <w:t>mlouvy lze v případě postupného porušení obou povinností Zhotovitele sčítat.</w:t>
      </w:r>
    </w:p>
    <w:p w14:paraId="3422F0C1" w14:textId="76C607CC" w:rsidR="002A43A4" w:rsidRDefault="002A43A4" w:rsidP="002A43A4">
      <w:pPr>
        <w:pStyle w:val="Nadpis1-1"/>
        <w:rPr>
          <w:lang w:eastAsia="cs-CZ"/>
        </w:rPr>
      </w:pPr>
      <w:r>
        <w:rPr>
          <w:lang w:eastAsia="cs-CZ"/>
        </w:rPr>
        <w:t>Střet zájmů</w:t>
      </w:r>
      <w:r w:rsidRPr="000B551A">
        <w:rPr>
          <w:lang w:eastAsia="cs-CZ"/>
        </w:rPr>
        <w:t>, povinnosti Zhotovitele v souvislosti s</w:t>
      </w:r>
      <w:r w:rsidR="000B551A" w:rsidRPr="000B551A">
        <w:rPr>
          <w:lang w:eastAsia="cs-CZ"/>
        </w:rPr>
        <w:t> MEZINÁRODnÍMI SANKCEMI</w:t>
      </w:r>
      <w:r w:rsidR="000B551A">
        <w:rPr>
          <w:lang w:eastAsia="cs-CZ"/>
        </w:rPr>
        <w:t xml:space="preserve"> </w:t>
      </w:r>
    </w:p>
    <w:p w14:paraId="5F5509CD" w14:textId="77777777" w:rsidR="00BC3ACC" w:rsidRDefault="002A43A4" w:rsidP="002A43A4">
      <w:pPr>
        <w:pStyle w:val="Text1-1"/>
      </w:pPr>
      <w:r>
        <w:rPr>
          <w:rFonts w:eastAsia="Calibri"/>
        </w:rPr>
        <w:t>Zhotovitel</w:t>
      </w:r>
      <w:r w:rsidRPr="0073792E">
        <w:t xml:space="preserve"> prohlašuje, že </w:t>
      </w:r>
    </w:p>
    <w:p w14:paraId="1F384CE0" w14:textId="77777777" w:rsidR="00BC3ACC" w:rsidRDefault="00BC3ACC" w:rsidP="00BC3ACC">
      <w:pPr>
        <w:pStyle w:val="SODslseznam-2a"/>
        <w:tabs>
          <w:tab w:val="clear" w:pos="360"/>
        </w:tabs>
      </w:pPr>
      <w:r>
        <w:lastRenderedPageBreak/>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03D76F27" w14:textId="6F40D8FD" w:rsidR="00BC3ACC" w:rsidRDefault="007476A4" w:rsidP="00BC3ACC">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které </w:t>
      </w:r>
      <w:r w:rsidRPr="00807597">
        <w:t xml:space="preserve">spadají do oblasti působnosti </w:t>
      </w:r>
      <w:r>
        <w:t>právních předpisů nebo jiných aktů uvedených v článku 5k Nařízení č. 833/2014</w:t>
      </w:r>
      <w:r w:rsidR="00BC3ACC">
        <w:t>,</w:t>
      </w:r>
    </w:p>
    <w:p w14:paraId="46F735F0" w14:textId="0E52E02D" w:rsidR="00BC3ACC" w:rsidRDefault="00BC3ACC" w:rsidP="00BC3ACC">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rsidR="0098453B">
        <w:t>11</w:t>
      </w:r>
      <w:r>
        <w:t xml:space="preserve">.4 této smlouvy </w:t>
      </w:r>
      <w:r w:rsidRPr="0077114C">
        <w:t>(</w:t>
      </w:r>
      <w:r>
        <w:t xml:space="preserve">dále jen </w:t>
      </w:r>
      <w:r w:rsidRPr="00B4097D">
        <w:rPr>
          <w:b/>
          <w:bCs/>
          <w:i/>
          <w:iCs/>
        </w:rPr>
        <w:t>„Sankční seznamy“</w:t>
      </w:r>
      <w:r w:rsidRPr="0098453B">
        <w:t>),</w:t>
      </w:r>
    </w:p>
    <w:p w14:paraId="009C1E39" w14:textId="77777777" w:rsidR="007F6CF0" w:rsidRPr="0029677D" w:rsidRDefault="007F6CF0" w:rsidP="007F6CF0">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p>
    <w:p w14:paraId="7648BD98" w14:textId="14B2DA5B" w:rsidR="007F6CF0" w:rsidRPr="0029677D" w:rsidRDefault="007F6CF0" w:rsidP="007F6CF0">
      <w:pPr>
        <w:pStyle w:val="Text1-1"/>
      </w:pPr>
      <w:r w:rsidRPr="0029677D">
        <w:t>Je-li Zhotovitelem sdružení více osob, platí podmínky dle</w:t>
      </w:r>
      <w:r>
        <w:t xml:space="preserve"> tohoto článku 11</w:t>
      </w:r>
      <w:r w:rsidRPr="0029677D">
        <w:t xml:space="preserve"> Smlouvy také jednotlivě pro všechny osoby v rámci Zhotovitele sdružené</w:t>
      </w:r>
      <w:r>
        <w:t>,</w:t>
      </w:r>
      <w:r w:rsidRPr="0029677D">
        <w:t xml:space="preserve"> a to bez ohledu na právní formu tohoto sdružení.</w:t>
      </w:r>
    </w:p>
    <w:p w14:paraId="17220A20" w14:textId="77777777" w:rsidR="007F6CF0" w:rsidRPr="0029677D" w:rsidRDefault="007F6CF0" w:rsidP="007F6CF0">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410E1A29" w14:textId="77777777" w:rsidR="00872C00" w:rsidRPr="0029677D" w:rsidRDefault="00872C00" w:rsidP="00872C00">
      <w:pPr>
        <w:pStyle w:val="Text1-1"/>
      </w:pPr>
      <w:r w:rsidRPr="0029677D">
        <w:t xml:space="preserve">Zhotovitel se dále zavazuje postupovat při plnění této Smlouvy v souladu s </w:t>
      </w:r>
      <w:r>
        <w:t>n</w:t>
      </w:r>
      <w:r w:rsidRPr="0029677D">
        <w:t>ařízením Rady (ES) č. 765/2006 ze dne 18. května 2006 o omezujících opatřeních vzhledem k situaci v Bělorusku a k zapojení Běloruska do ruské agrese proti Ukrajině, ve znění pozdějších předpisů</w:t>
      </w:r>
      <w:r>
        <w:t xml:space="preserve"> a v souladu s 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Rady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r w:rsidRPr="0029677D">
        <w:t>.</w:t>
      </w:r>
    </w:p>
    <w:p w14:paraId="64A0423F" w14:textId="77777777" w:rsidR="00872C00" w:rsidRPr="0029677D" w:rsidRDefault="00872C00" w:rsidP="00872C00">
      <w:pPr>
        <w:pStyle w:val="Text1-1"/>
      </w:pPr>
      <w:r w:rsidRPr="0029677D">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5299F823" w14:textId="388858A1" w:rsidR="00BC3ACC" w:rsidRDefault="00872C00" w:rsidP="00872C00">
      <w:pPr>
        <w:pStyle w:val="Text1-1"/>
      </w:pPr>
      <w:r w:rsidRPr="0029677D">
        <w:t>Ukáž</w:t>
      </w:r>
      <w:r>
        <w:t>e</w:t>
      </w:r>
      <w:r w:rsidRPr="0029677D">
        <w:t>-li se prohlášení Zhotovitele dle</w:t>
      </w:r>
      <w:r>
        <w:t xml:space="preserve"> tohoto</w:t>
      </w:r>
      <w:r w:rsidRPr="0029677D">
        <w:t xml:space="preserve"> </w:t>
      </w:r>
      <w:r>
        <w:t>článku</w:t>
      </w:r>
      <w:r w:rsidRPr="0029677D">
        <w:t xml:space="preserve"> </w:t>
      </w:r>
      <w:r>
        <w:t>7</w:t>
      </w:r>
      <w:r w:rsidRPr="0029677D">
        <w:t xml:space="preserve"> této Smlouvy jako nepravdiv</w:t>
      </w:r>
      <w:r>
        <w:t>é</w:t>
      </w:r>
      <w:r w:rsidRPr="0029677D">
        <w:t xml:space="preserve"> nebo poruší-li Zhotovitel svou oznamovací povinnost nebo</w:t>
      </w:r>
      <w:r>
        <w:t xml:space="preserve"> některou z dalších</w:t>
      </w:r>
      <w:r w:rsidRPr="0029677D">
        <w:t xml:space="preserve"> povinnost</w:t>
      </w:r>
      <w:r>
        <w:t>í</w:t>
      </w:r>
      <w:r w:rsidRPr="0029677D">
        <w:t xml:space="preserve"> dle </w:t>
      </w:r>
      <w:r>
        <w:t>tohoto článku 7</w:t>
      </w:r>
      <w:r w:rsidRPr="0029677D">
        <w:t xml:space="preserve"> této Smlouvy, je Objednatel oprávněn odstoupit od této </w:t>
      </w:r>
      <w:r w:rsidR="001136C2" w:rsidRPr="0029677D">
        <w:t>Smlouvy.</w:t>
      </w:r>
      <w:r w:rsidRPr="0029677D">
        <w:t xml:space="preserve"> Zhotovitel je dále povinen zaplatit za každé jednotlivé porušení povinností dle předchozí věty smluvní pokutu ve </w:t>
      </w:r>
      <w:r w:rsidRPr="0020572F">
        <w:t>výši 5 %</w:t>
      </w:r>
      <w:r w:rsidRPr="0029677D">
        <w:t xml:space="preserve"> procent z Ceny</w:t>
      </w:r>
      <w:r>
        <w:t xml:space="preserve"> D</w:t>
      </w:r>
      <w:r w:rsidRPr="0029677D">
        <w:t>íla</w:t>
      </w:r>
      <w:r>
        <w:t xml:space="preserve"> bez DPH</w:t>
      </w:r>
      <w:r w:rsidRPr="0029677D">
        <w:t xml:space="preserve"> sjednané dle této Smlouvy. </w:t>
      </w:r>
      <w:r w:rsidRPr="0029677D">
        <w:lastRenderedPageBreak/>
        <w:t>Ustanovení § 2004 odst. 2 Občanského zákoníku a § 2050 Občanského zákoníku se nepoužijí.</w:t>
      </w:r>
    </w:p>
    <w:p w14:paraId="6F46D57D" w14:textId="77777777" w:rsidR="00214C3E" w:rsidRDefault="00214C3E" w:rsidP="004D482C">
      <w:pPr>
        <w:pStyle w:val="Nadpis1-1"/>
        <w:jc w:val="both"/>
      </w:pPr>
      <w:r w:rsidRPr="00464C92">
        <w:t xml:space="preserve">ZÁVĚREČNÁ </w:t>
      </w:r>
      <w:r w:rsidRPr="00214C3E">
        <w:t>USTANOVENÍ</w:t>
      </w:r>
    </w:p>
    <w:p w14:paraId="0B791439" w14:textId="085E888F" w:rsidR="00971DFA" w:rsidRPr="00971DFA" w:rsidRDefault="00971DFA" w:rsidP="004D482C">
      <w:pPr>
        <w:pStyle w:val="Text1-1"/>
      </w:pPr>
      <w:r w:rsidRPr="00971DFA">
        <w:t xml:space="preserve">Podpis </w:t>
      </w:r>
      <w:r w:rsidR="00642E18">
        <w:t>S</w:t>
      </w:r>
      <w:r w:rsidRPr="00971DFA">
        <w:t>mlouvy je projevem souhlasu s celým jejím obsahem. Smlouva nabývá platnosti dnem podpisu poslední smluvní stranou a účinnosti dnem uveřejnění smlouvy v registru smluv.</w:t>
      </w:r>
    </w:p>
    <w:p w14:paraId="3F099344" w14:textId="4DBAEBE9" w:rsidR="00971DFA" w:rsidRPr="00971DFA" w:rsidRDefault="00971DFA" w:rsidP="004D482C">
      <w:pPr>
        <w:pStyle w:val="Text1-1"/>
      </w:pPr>
      <w:r w:rsidRPr="00971DFA">
        <w:t xml:space="preserve">Tuto </w:t>
      </w:r>
      <w:r w:rsidR="00642E18">
        <w:t>S</w:t>
      </w:r>
      <w:r w:rsidRPr="00971DFA">
        <w:t>mlouvu je možné měnit pouze písemně po vzájemné dohodě smluvních stran</w:t>
      </w:r>
      <w:r w:rsidR="004408BD">
        <w:t>, a to </w:t>
      </w:r>
      <w:r w:rsidR="00967BCB">
        <w:t>formou číslovaných dodatků</w:t>
      </w:r>
      <w:r w:rsidRPr="00971DFA">
        <w:t>.</w:t>
      </w:r>
    </w:p>
    <w:p w14:paraId="6D637942" w14:textId="2AF0D45B" w:rsidR="00971DFA" w:rsidRDefault="00971DFA" w:rsidP="004D482C">
      <w:pPr>
        <w:pStyle w:val="Text1-1"/>
      </w:pPr>
      <w:r w:rsidRPr="00971DFA">
        <w:t>Smluvní strany se zavazují, že veškeré případné spo</w:t>
      </w:r>
      <w:r w:rsidR="006E59EF">
        <w:t>ry, do nichž se při plnění této </w:t>
      </w:r>
      <w:r w:rsidR="00642E18">
        <w:t>S</w:t>
      </w:r>
      <w:r w:rsidRPr="00971DFA">
        <w:t>mlouvy dostanou, budou řešeny v prvé řadě dohodou. Zástupci smluvních stra</w:t>
      </w:r>
      <w:r w:rsidR="004408BD">
        <w:t>n se </w:t>
      </w:r>
      <w:r w:rsidRPr="00971DFA">
        <w:t>sejdou na základě písemné výzvy v dohodnutém termínu a místě nejpo</w:t>
      </w:r>
      <w:r w:rsidR="006E59EF">
        <w:t>zději do</w:t>
      </w:r>
      <w:r w:rsidR="00030145">
        <w:t> </w:t>
      </w:r>
      <w:r w:rsidR="006E59EF">
        <w:t>10 </w:t>
      </w:r>
      <w:r w:rsidRPr="00971DFA">
        <w:t xml:space="preserve">dnů ode dne doručení této výzvy. Veškeré spory z </w:t>
      </w:r>
      <w:r w:rsidR="004408BD">
        <w:t xml:space="preserve">této </w:t>
      </w:r>
      <w:r w:rsidR="00642E18">
        <w:t>S</w:t>
      </w:r>
      <w:r w:rsidR="004408BD">
        <w:t>mlouvy, u nichž nedojde k </w:t>
      </w:r>
      <w:r w:rsidRPr="00971DFA">
        <w:t>dohodě, budou řešit soudy České republiky.</w:t>
      </w:r>
    </w:p>
    <w:p w14:paraId="1C2FC5DA" w14:textId="4593E520" w:rsidR="00B11AEA" w:rsidRPr="00B11AEA" w:rsidRDefault="00B11AEA" w:rsidP="004D482C">
      <w:pPr>
        <w:pStyle w:val="Text1-1"/>
      </w:pPr>
      <w:r w:rsidRPr="00B11AEA">
        <w:t>Smluvní strany berou na vědomí, že veškeré právní jednání adresované druhé smluvní straně nabývají účinnosti dnem doručení na adresu, kterou si pro účely doručování v</w:t>
      </w:r>
      <w:r w:rsidR="008B2FF7">
        <w:t> </w:t>
      </w:r>
      <w:r w:rsidRPr="00B11AEA">
        <w:t xml:space="preserve">záhlaví této </w:t>
      </w:r>
      <w:r w:rsidR="00642E18">
        <w:t>S</w:t>
      </w:r>
      <w:r w:rsidRPr="00B11AEA">
        <w:t>mlouvy označily jako sféru své dispozice, a to bez ohledu na</w:t>
      </w:r>
      <w:r w:rsidR="00030145">
        <w:t> </w:t>
      </w:r>
      <w:r w:rsidRPr="00B11AEA">
        <w:t>skutečnost, kdy se druhá strana fakticky s právním jednáním s</w:t>
      </w:r>
      <w:r w:rsidR="006E59EF">
        <w:t>eznámí. Tudíž právní jednání je </w:t>
      </w:r>
      <w:r w:rsidRPr="00B11AEA">
        <w:t xml:space="preserve">učiněno již samotným doručením na adresu uvedenou ve </w:t>
      </w:r>
      <w:r w:rsidR="00642E18">
        <w:t>S</w:t>
      </w:r>
      <w:r w:rsidRPr="00B11AEA">
        <w:t>mlouvě.</w:t>
      </w:r>
    </w:p>
    <w:p w14:paraId="6FC5ECD2" w14:textId="43256540" w:rsidR="00B11AEA" w:rsidRPr="00B11AEA" w:rsidRDefault="00B11AEA" w:rsidP="004D482C">
      <w:pPr>
        <w:pStyle w:val="Text1-1"/>
      </w:pPr>
      <w:r w:rsidRPr="00B11AEA">
        <w:t xml:space="preserve">Smluvní strany prohlašují, že se seznámily s obsahem této </w:t>
      </w:r>
      <w:r w:rsidR="00642E18">
        <w:t>S</w:t>
      </w:r>
      <w:r w:rsidR="00D330ED">
        <w:t>mlouvy, že jsou její </w:t>
      </w:r>
      <w:r w:rsidRPr="00B11AEA">
        <w:t xml:space="preserve">jednotlivé články dostatečně určité a srozumitelné z hlediska náležitostí pro vznik smluvního vztahu, a že </w:t>
      </w:r>
      <w:r w:rsidR="00642E18">
        <w:t>S</w:t>
      </w:r>
      <w:r w:rsidRPr="00B11AEA">
        <w:t>mlouvu uzavírají na základě své svobodné a vážné vůle.</w:t>
      </w:r>
    </w:p>
    <w:p w14:paraId="090FFF14" w14:textId="1157FFBF" w:rsidR="00E87509" w:rsidRDefault="00E87509" w:rsidP="004D482C">
      <w:pPr>
        <w:pStyle w:val="Text1-1"/>
      </w:pPr>
      <w:r w:rsidRPr="00E87509">
        <w:t xml:space="preserve">Právní vztahy vyplývající z této </w:t>
      </w:r>
      <w:r w:rsidR="00642E18">
        <w:t>S</w:t>
      </w:r>
      <w:r w:rsidRPr="00E87509">
        <w:t xml:space="preserve">mlouvy se řídí výhradně právem České republiky. Pokud není v této </w:t>
      </w:r>
      <w:r w:rsidR="00642E18">
        <w:t>S</w:t>
      </w:r>
      <w:r w:rsidRPr="00E87509">
        <w:t xml:space="preserve">mlouvě stanoveno jinak, platí pro právní vztahy z ní vyplývající příslušná ustanovení Obchodních podmínek na projekční práce OŘ HKR, </w:t>
      </w:r>
      <w:r w:rsidR="008537E0">
        <w:rPr>
          <w:rFonts w:eastAsia="Times New Roman" w:cs="Arial"/>
          <w:snapToGrid w:val="0"/>
          <w:lang w:eastAsia="cs-CZ"/>
        </w:rPr>
        <w:t xml:space="preserve">zákona č. 89/2012 Sb., občanský zákoník, </w:t>
      </w:r>
      <w:r w:rsidR="008537E0">
        <w:t>a dalších</w:t>
      </w:r>
      <w:r w:rsidRPr="00E87509">
        <w:t xml:space="preserve"> obecně závazn</w:t>
      </w:r>
      <w:r w:rsidR="008537E0">
        <w:t>ých</w:t>
      </w:r>
      <w:r w:rsidRPr="00E87509">
        <w:t xml:space="preserve"> právní</w:t>
      </w:r>
      <w:r w:rsidR="008537E0">
        <w:t>ch</w:t>
      </w:r>
      <w:r w:rsidRPr="00E87509">
        <w:t xml:space="preserve"> předpis</w:t>
      </w:r>
      <w:r w:rsidR="008537E0">
        <w:t>ů</w:t>
      </w:r>
      <w:r w:rsidR="008500BE">
        <w:t xml:space="preserve">. </w:t>
      </w:r>
    </w:p>
    <w:p w14:paraId="17927D68" w14:textId="71627A27" w:rsidR="008500BE" w:rsidRDefault="005E30BE" w:rsidP="004D482C">
      <w:pPr>
        <w:pStyle w:val="Text1-1"/>
      </w:pPr>
      <w:r w:rsidRPr="005E30BE">
        <w:rPr>
          <w:highlight w:val="yellow"/>
        </w:rPr>
        <w:t xml:space="preserve">Tato Smlouva je vyhotovena elektronicky a podepsána </w:t>
      </w:r>
      <w:r w:rsidR="00D62AAB">
        <w:rPr>
          <w:highlight w:val="yellow"/>
        </w:rPr>
        <w:t>zaručeným</w:t>
      </w:r>
      <w:r w:rsidRPr="005E30BE">
        <w:rPr>
          <w:highlight w:val="yellow"/>
        </w:rPr>
        <w:t xml:space="preserve"> elektronickým podpisem založeným na kvalifikovaném certifikátu pro elektronický podpis nebo</w:t>
      </w:r>
      <w:r w:rsidR="00030145">
        <w:rPr>
          <w:highlight w:val="yellow"/>
        </w:rPr>
        <w:t> </w:t>
      </w:r>
      <w:r w:rsidRPr="005E30BE">
        <w:rPr>
          <w:highlight w:val="yellow"/>
        </w:rPr>
        <w:t>kvalifikovaným elektronickým podpisem</w:t>
      </w:r>
      <w:r w:rsidR="008500BE" w:rsidRPr="008500BE">
        <w:rPr>
          <w:highlight w:val="yellow"/>
        </w:rPr>
        <w:t>.</w:t>
      </w:r>
    </w:p>
    <w:p w14:paraId="69E1B3D4" w14:textId="7D6B3E81" w:rsidR="008500BE" w:rsidRDefault="008500BE" w:rsidP="004D482C">
      <w:pPr>
        <w:pStyle w:val="Text1-1"/>
        <w:numPr>
          <w:ilvl w:val="0"/>
          <w:numId w:val="0"/>
        </w:numPr>
        <w:ind w:left="737"/>
      </w:pPr>
      <w:r w:rsidRPr="008500BE">
        <w:rPr>
          <w:highlight w:val="yellow"/>
        </w:rPr>
        <w:t xml:space="preserve">Tato </w:t>
      </w:r>
      <w:r w:rsidR="005E30BE">
        <w:rPr>
          <w:highlight w:val="yellow"/>
        </w:rPr>
        <w:t>S</w:t>
      </w:r>
      <w:r w:rsidRPr="008500BE">
        <w:rPr>
          <w:highlight w:val="yellow"/>
        </w:rPr>
        <w:t xml:space="preserve">mlouva je vyhotovena ve </w:t>
      </w:r>
      <w:r w:rsidRPr="00E16314">
        <w:rPr>
          <w:rFonts w:ascii="Verdana" w:hAnsi="Verdana" w:cstheme="minorHAnsi"/>
        </w:rPr>
        <w:fldChar w:fldCharType="begin">
          <w:ffData>
            <w:name w:val="Text16"/>
            <w:enabled/>
            <w:calcOnExit w:val="0"/>
            <w:textInput>
              <w:default w:val="[VLOŽÍ ZHOTOVITEL]"/>
            </w:textInput>
          </w:ffData>
        </w:fldChar>
      </w:r>
      <w:r w:rsidRPr="00E16314">
        <w:rPr>
          <w:rFonts w:ascii="Verdana" w:hAnsi="Verdana" w:cstheme="minorHAnsi"/>
        </w:rPr>
        <w:instrText xml:space="preserve"> FORMTEXT </w:instrText>
      </w:r>
      <w:r w:rsidRPr="00E16314">
        <w:rPr>
          <w:rFonts w:ascii="Verdana" w:hAnsi="Verdana" w:cstheme="minorHAnsi"/>
        </w:rPr>
      </w:r>
      <w:r w:rsidRPr="00E16314">
        <w:rPr>
          <w:rFonts w:ascii="Verdana" w:hAnsi="Verdana" w:cstheme="minorHAnsi"/>
        </w:rPr>
        <w:fldChar w:fldCharType="separate"/>
      </w:r>
      <w:r w:rsidRPr="00E16314">
        <w:rPr>
          <w:rFonts w:ascii="Verdana" w:hAnsi="Verdana" w:cstheme="minorHAnsi"/>
        </w:rPr>
        <w:t>[VLOŽÍ ZHOTOVITEL]</w:t>
      </w:r>
      <w:r w:rsidRPr="00E16314">
        <w:rPr>
          <w:rFonts w:ascii="Verdana" w:hAnsi="Verdana" w:cstheme="minorHAnsi"/>
        </w:rPr>
        <w:fldChar w:fldCharType="end"/>
      </w:r>
      <w:r w:rsidRPr="008500BE">
        <w:rPr>
          <w:highlight w:val="yellow"/>
        </w:rPr>
        <w:t xml:space="preserve"> stejnopisech s platností originálu, přičemž </w:t>
      </w:r>
      <w:r w:rsidR="00642E18">
        <w:rPr>
          <w:highlight w:val="yellow"/>
        </w:rPr>
        <w:t>O</w:t>
      </w:r>
      <w:r w:rsidRPr="008500BE">
        <w:rPr>
          <w:highlight w:val="yellow"/>
        </w:rPr>
        <w:t xml:space="preserve">bjednatel obdrží dva stejnopisy, </w:t>
      </w:r>
      <w:r w:rsidR="000A4B9F">
        <w:rPr>
          <w:highlight w:val="yellow"/>
        </w:rPr>
        <w:t>z</w:t>
      </w:r>
      <w:r w:rsidRPr="008500BE">
        <w:rPr>
          <w:highlight w:val="yellow"/>
        </w:rPr>
        <w:t xml:space="preserve">hotovitel obdrží </w:t>
      </w:r>
      <w:r w:rsidRPr="00E16314">
        <w:rPr>
          <w:rFonts w:ascii="Verdana" w:hAnsi="Verdana" w:cstheme="minorHAnsi"/>
        </w:rPr>
        <w:fldChar w:fldCharType="begin">
          <w:ffData>
            <w:name w:val="Text16"/>
            <w:enabled/>
            <w:calcOnExit w:val="0"/>
            <w:textInput>
              <w:default w:val="[VLOŽÍ ZHOTOVITEL]"/>
            </w:textInput>
          </w:ffData>
        </w:fldChar>
      </w:r>
      <w:r w:rsidRPr="00E16314">
        <w:rPr>
          <w:rFonts w:ascii="Verdana" w:hAnsi="Verdana" w:cstheme="minorHAnsi"/>
        </w:rPr>
        <w:instrText xml:space="preserve"> FORMTEXT </w:instrText>
      </w:r>
      <w:r w:rsidRPr="00E16314">
        <w:rPr>
          <w:rFonts w:ascii="Verdana" w:hAnsi="Verdana" w:cstheme="minorHAnsi"/>
        </w:rPr>
      </w:r>
      <w:r w:rsidRPr="00E16314">
        <w:rPr>
          <w:rFonts w:ascii="Verdana" w:hAnsi="Verdana" w:cstheme="minorHAnsi"/>
        </w:rPr>
        <w:fldChar w:fldCharType="separate"/>
      </w:r>
      <w:r w:rsidRPr="00E16314">
        <w:rPr>
          <w:rFonts w:ascii="Verdana" w:hAnsi="Verdana" w:cstheme="minorHAnsi"/>
        </w:rPr>
        <w:t>[VLOŽÍ ZHOTOVITEL]</w:t>
      </w:r>
      <w:r w:rsidRPr="00E16314">
        <w:rPr>
          <w:rFonts w:ascii="Verdana" w:hAnsi="Verdana" w:cstheme="minorHAnsi"/>
        </w:rPr>
        <w:fldChar w:fldCharType="end"/>
      </w:r>
      <w:r w:rsidRPr="008500BE">
        <w:rPr>
          <w:highlight w:val="yellow"/>
        </w:rPr>
        <w:t xml:space="preserve"> stejnopis.</w:t>
      </w:r>
    </w:p>
    <w:p w14:paraId="4B8D9E3A" w14:textId="12BCBCF0" w:rsidR="008500BE" w:rsidRPr="00E87509" w:rsidRDefault="008500BE" w:rsidP="004D482C">
      <w:pPr>
        <w:pStyle w:val="Text1-1"/>
        <w:numPr>
          <w:ilvl w:val="0"/>
          <w:numId w:val="0"/>
        </w:numPr>
        <w:ind w:left="737"/>
      </w:pPr>
      <w:r w:rsidRPr="008500BE">
        <w:rPr>
          <w:color w:val="FF0000"/>
        </w:rPr>
        <w:t>[</w:t>
      </w:r>
      <w:r w:rsidRPr="008500BE">
        <w:rPr>
          <w:i/>
          <w:color w:val="FF0000"/>
        </w:rPr>
        <w:t>Zhotovitel vybere jednu z výše uvedených variant</w:t>
      </w:r>
      <w:r w:rsidRPr="008500BE">
        <w:rPr>
          <w:color w:val="FF0000"/>
        </w:rPr>
        <w:t>]</w:t>
      </w:r>
    </w:p>
    <w:p w14:paraId="45B96241" w14:textId="77777777" w:rsidR="00E87509" w:rsidRPr="00E87509" w:rsidRDefault="00E87509" w:rsidP="004D482C">
      <w:pPr>
        <w:pStyle w:val="Text1-1"/>
      </w:pPr>
      <w:r w:rsidRPr="00E87509">
        <w:t>Smluvní strany se zavazují zpracovávat osobní údaje o zaměstnancích druhé smluvní strany v souladu s Nařízením Evropského parlamentu a Rady (EU) č. 2016/679 ze dne 27. 4. 2016, obecné nařízení o ochraně osobních údajů.</w:t>
      </w:r>
    </w:p>
    <w:p w14:paraId="73FB3618" w14:textId="17114015" w:rsidR="00E87509" w:rsidRPr="00E87509" w:rsidRDefault="00E87509" w:rsidP="004D482C">
      <w:pPr>
        <w:pStyle w:val="Text1-1"/>
      </w:pPr>
      <w:r w:rsidRPr="00E87509">
        <w:t xml:space="preserve">Zhotovitel bere na vědomí, že </w:t>
      </w:r>
      <w:r w:rsidR="00642E18">
        <w:t>O</w:t>
      </w:r>
      <w:r w:rsidRPr="00E87509">
        <w:t>bjednatel je povinným subjektem dle zákona č.</w:t>
      </w:r>
      <w:r w:rsidR="008B2FF7">
        <w:t> </w:t>
      </w:r>
      <w:r w:rsidRPr="00E87509">
        <w:t>340/2015 Sb., o zvláštních podmínkách účinnosti některých sml</w:t>
      </w:r>
      <w:r w:rsidR="004408BD">
        <w:t>uv, uveřejňování těchto smluv a </w:t>
      </w:r>
      <w:r w:rsidRPr="00E87509">
        <w:t>registru smluv (zákon o registru smluv), ve znění pozdějších předpisů (dále jen „ZRS“), a souhlasí s uveřejněním textu smlouvy, příloh i př</w:t>
      </w:r>
      <w:r w:rsidR="004408BD">
        <w:t>ípadných dodatků včetně údajů o </w:t>
      </w:r>
      <w:r w:rsidRPr="00E87509">
        <w:t>identifikaci smluvních stran, předmětu smlouvy, jeho ceně či hodnotě a</w:t>
      </w:r>
      <w:r w:rsidR="008B2FF7">
        <w:t> </w:t>
      </w:r>
      <w:r w:rsidRPr="00E87509">
        <w:t xml:space="preserve">datu uzavření. Zaslání smluv správci registru smluv k uveřejnění smluv obvykle zajišťuje </w:t>
      </w:r>
      <w:r w:rsidR="00642E18">
        <w:t>O</w:t>
      </w:r>
      <w:r w:rsidRPr="00E87509">
        <w:t xml:space="preserve">bjednatel, nicméně odpovědnost za uveřejnění smlouvy v registru smluv mají obě smluvní strany. Zhotovitel tedy není oprávněn v </w:t>
      </w:r>
      <w:r w:rsidR="00D330ED">
        <w:t>případě neuveřejnění smlouvy po </w:t>
      </w:r>
      <w:r w:rsidR="00642E18">
        <w:t>O</w:t>
      </w:r>
      <w:r w:rsidRPr="00E87509">
        <w:t>bjednateli požadovat náhradu škody nebo jakékoliv újmy, která by mu v</w:t>
      </w:r>
      <w:r w:rsidR="00D330ED">
        <w:t> této </w:t>
      </w:r>
      <w:r w:rsidRPr="00E87509">
        <w:t>souvislosti vznikla nebo vzniknout mohla.</w:t>
      </w:r>
    </w:p>
    <w:p w14:paraId="075738CC" w14:textId="30766921" w:rsidR="00E87509" w:rsidRPr="00E87509" w:rsidRDefault="00E87509" w:rsidP="004D482C">
      <w:pPr>
        <w:pStyle w:val="Text1-1"/>
      </w:pPr>
      <w:r w:rsidRPr="00E87509">
        <w:t>Smluvní strany výslovně prohlašují, že údaje a další skutečnosti uvedené v této smlouvě, vyjma částí označených ve smyslu následujícího odsta</w:t>
      </w:r>
      <w:r w:rsidR="004408BD">
        <w:t>vce této smlouvy, nepovažují za </w:t>
      </w:r>
      <w:r w:rsidRPr="00E87509">
        <w:t>obchodní tajemství ve smyslu ustanovení § 504 zákona č. 89/2012 Sb., občanský zákoník, ve znění pozdějších předpisů (dále jen „obchodní tajemství“), a</w:t>
      </w:r>
      <w:r w:rsidR="00030145">
        <w:t> </w:t>
      </w:r>
      <w:r w:rsidRPr="00E87509">
        <w:t>že</w:t>
      </w:r>
      <w:r w:rsidR="00030145">
        <w:t> </w:t>
      </w:r>
      <w:r w:rsidRPr="00E87509">
        <w:t>se nejedná ani o informace, které nemohou být v registru smluv uveřejněny na</w:t>
      </w:r>
      <w:r w:rsidR="00030145">
        <w:t> </w:t>
      </w:r>
      <w:r w:rsidRPr="00E87509">
        <w:t>základě ustanovení § 3 odst. 1 ZRS.</w:t>
      </w:r>
    </w:p>
    <w:p w14:paraId="382AAA2D" w14:textId="389E521F" w:rsidR="00E87509" w:rsidRDefault="00E87509" w:rsidP="004D482C">
      <w:pPr>
        <w:pStyle w:val="Text1-1"/>
      </w:pPr>
      <w:r w:rsidRPr="00E87509">
        <w:lastRenderedPageBreak/>
        <w:t>Jestliže smluvní strana označí za své obchodní tajem</w:t>
      </w:r>
      <w:r w:rsidR="006E59EF">
        <w:t xml:space="preserve">ství část obsahu </w:t>
      </w:r>
      <w:r w:rsidR="00642E18">
        <w:t>S</w:t>
      </w:r>
      <w:r w:rsidR="006E59EF">
        <w:t>mlouvy, která </w:t>
      </w:r>
      <w:r w:rsidRPr="00E87509">
        <w:t>v</w:t>
      </w:r>
      <w:r w:rsidR="008B2FF7">
        <w:t> </w:t>
      </w:r>
      <w:r w:rsidRPr="00E87509">
        <w:t xml:space="preserve">důsledku toho bude pro účely uveřejnění </w:t>
      </w:r>
      <w:r w:rsidR="00642E18">
        <w:t>S</w:t>
      </w:r>
      <w:r w:rsidRPr="00E87509">
        <w:t xml:space="preserve">mlouvy v registru smluv znečitelněna, nese tato smluvní strana odpovědnost, pokud by </w:t>
      </w:r>
      <w:r w:rsidR="00642E18">
        <w:t>S</w:t>
      </w:r>
      <w:r w:rsidRPr="00E87509">
        <w:t xml:space="preserve">mlouva v důsledku takového označení byla uveřejněna způsobem odporujícím ZRS, a to bez ohledu </w:t>
      </w:r>
      <w:r w:rsidR="004408BD">
        <w:t xml:space="preserve">na to, která ze stran </w:t>
      </w:r>
      <w:r w:rsidR="00642E18">
        <w:t>S</w:t>
      </w:r>
      <w:r w:rsidR="004408BD">
        <w:t>mlouvu v </w:t>
      </w:r>
      <w:r w:rsidRPr="00E87509">
        <w:t xml:space="preserve">registru smluv uveřejnila. S částmi </w:t>
      </w:r>
      <w:r w:rsidR="00642E18">
        <w:t>S</w:t>
      </w:r>
      <w:r w:rsidRPr="00E87509">
        <w:t xml:space="preserve">mlouvy, které </w:t>
      </w:r>
      <w:r w:rsidR="00642E18">
        <w:t>Z</w:t>
      </w:r>
      <w:r w:rsidR="00D330ED">
        <w:t>hotovitel neoznačí za </w:t>
      </w:r>
      <w:r w:rsidRPr="00E87509">
        <w:t xml:space="preserve">své obchodní tajemství před uzavřením této </w:t>
      </w:r>
      <w:r w:rsidR="00642E18">
        <w:t>S</w:t>
      </w:r>
      <w:r w:rsidRPr="00E87509">
        <w:t xml:space="preserve">mlouvy, nebude </w:t>
      </w:r>
      <w:r w:rsidR="00642E18">
        <w:t>O</w:t>
      </w:r>
      <w:r w:rsidRPr="00E87509">
        <w:t>bjednatel jako s</w:t>
      </w:r>
      <w:r w:rsidR="008B2FF7">
        <w:t> </w:t>
      </w:r>
      <w:r w:rsidRPr="00E87509">
        <w:t>obchodním tajemstvím nakládat a ani zodpovídat za případnou škodu či jinou újmu takovým postupem vzniklou. Označením obchodního tajems</w:t>
      </w:r>
      <w:r w:rsidR="004408BD">
        <w:t>tví ve smyslu předchozí věty se </w:t>
      </w:r>
      <w:r w:rsidRPr="00E87509">
        <w:t xml:space="preserve">rozumí doručení písemného oznámení </w:t>
      </w:r>
      <w:r w:rsidR="00642E18">
        <w:t>Z</w:t>
      </w:r>
      <w:r w:rsidRPr="00E87509">
        <w:t xml:space="preserve">hotovitele objednateli, které obsahuje přesnou identifikaci dotčených částí </w:t>
      </w:r>
      <w:r w:rsidR="00642E18">
        <w:t>S</w:t>
      </w:r>
      <w:r w:rsidRPr="00E87509">
        <w:t>mlouvy, a to vč</w:t>
      </w:r>
      <w:r w:rsidR="00D330ED">
        <w:t>etně odůvodnění, proč jsou tyto </w:t>
      </w:r>
      <w:r w:rsidRPr="00E87509">
        <w:t xml:space="preserve">části </w:t>
      </w:r>
      <w:r w:rsidR="00642E18">
        <w:t>S</w:t>
      </w:r>
      <w:r w:rsidRPr="00E87509">
        <w:t>mlouvy za obchodní tajemství považovány. Zhotovite</w:t>
      </w:r>
      <w:r w:rsidR="004408BD">
        <w:t>l je povinen výslovně uvést, že </w:t>
      </w:r>
      <w:r w:rsidRPr="00E87509">
        <w:t>informace, které označil jako své obchodní tajemství, naplňují současně všechny definiční znaky obchodního tajemství, tak jak</w:t>
      </w:r>
      <w:r w:rsidR="00D330ED">
        <w:t xml:space="preserve"> je vymezeno v</w:t>
      </w:r>
      <w:r w:rsidR="00030145">
        <w:t> </w:t>
      </w:r>
      <w:r w:rsidR="00D330ED">
        <w:t>ustanovení § 504 </w:t>
      </w:r>
      <w:r w:rsidRPr="00E87509">
        <w:t xml:space="preserve">občanského zákoníku, a zavazuje se neprodleně písemně sdělit </w:t>
      </w:r>
      <w:r w:rsidR="00642E18">
        <w:t>O</w:t>
      </w:r>
      <w:r w:rsidRPr="00E87509">
        <w:t>bjednateli skutečnost, že takto označené informace přestaly naplňovat znaky obchodního tajemství.</w:t>
      </w:r>
    </w:p>
    <w:p w14:paraId="1692EC10" w14:textId="37391C1A" w:rsidR="00AB1525" w:rsidRDefault="00AB1525" w:rsidP="00AB1525">
      <w:pPr>
        <w:pStyle w:val="Text1-1"/>
      </w:pPr>
      <w:r>
        <w:t xml:space="preserve">Smluvní strany stvrzují, že při uzavírání této </w:t>
      </w:r>
      <w:r w:rsidR="00A11838">
        <w:t>S</w:t>
      </w:r>
      <w:r>
        <w:t xml:space="preserve">mlouvy jednaly a postupovaly čestně a transparentně a zavazují se tak jednat i při plnění této </w:t>
      </w:r>
      <w:r w:rsidR="00A11838">
        <w:t>S</w:t>
      </w:r>
      <w:r>
        <w:t xml:space="preserve">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1" w:history="1">
        <w:r w:rsidRPr="00A85200">
          <w:rPr>
            <w:rStyle w:val="Hypertextovodkaz"/>
            <w:noProof w:val="0"/>
          </w:rPr>
          <w:t>https://www.spravazeleznic.cz/o-nas/nazadouci-jednani-a-boj-s-korupci</w:t>
        </w:r>
      </w:hyperlink>
      <w:r>
        <w:t xml:space="preserve"> </w:t>
      </w:r>
    </w:p>
    <w:p w14:paraId="57CF3F70" w14:textId="4A6F6A25" w:rsidR="005B5ACA" w:rsidRDefault="005B5ACA" w:rsidP="004D482C">
      <w:pPr>
        <w:pStyle w:val="Text1-1"/>
      </w:pPr>
      <w:r w:rsidRPr="005B5ACA">
        <w:t xml:space="preserve">Osoby uzavírající tuto </w:t>
      </w:r>
      <w:r w:rsidR="00642E18">
        <w:t>S</w:t>
      </w:r>
      <w:r w:rsidRPr="005B5ACA">
        <w:t xml:space="preserve">mlouvu za smluvní strany souhlasí s uveřejněním svých osobních údajů, které jsou uvedeny v této </w:t>
      </w:r>
      <w:r w:rsidR="00642E18">
        <w:t>S</w:t>
      </w:r>
      <w:r w:rsidRPr="005B5ACA">
        <w:t xml:space="preserve">mlouvě, spolu se </w:t>
      </w:r>
      <w:r w:rsidR="00642E18">
        <w:t>S</w:t>
      </w:r>
      <w:r w:rsidR="006E59EF">
        <w:t>mlouvou v registru smluv. Tento </w:t>
      </w:r>
      <w:r w:rsidRPr="005B5ACA">
        <w:t>souhlas je udělen na dobu neurčitou.</w:t>
      </w:r>
    </w:p>
    <w:p w14:paraId="2F59DFCB" w14:textId="77777777" w:rsidR="00214C3E" w:rsidRPr="00F97DBD" w:rsidRDefault="00214C3E" w:rsidP="004D482C">
      <w:pPr>
        <w:pStyle w:val="Text1-1"/>
      </w:pPr>
      <w:r w:rsidRPr="00F97DBD">
        <w:t>Součást Smlouvy tvoří tyto přílohy:</w:t>
      </w:r>
    </w:p>
    <w:p w14:paraId="25EB3DCC" w14:textId="77777777" w:rsidR="00517326" w:rsidRDefault="00517326" w:rsidP="004D482C">
      <w:pPr>
        <w:pStyle w:val="Textbezodsazen"/>
        <w:ind w:left="728"/>
      </w:pPr>
      <w:r>
        <w:t>Příloha č. 1:</w:t>
      </w:r>
      <w:r>
        <w:tab/>
        <w:t>Obchodní podmínky na projekční práce u OŘ Hradec Králové</w:t>
      </w:r>
    </w:p>
    <w:p w14:paraId="4CAE86C9" w14:textId="6D1137D4" w:rsidR="0032463E" w:rsidRDefault="0032463E" w:rsidP="004D482C">
      <w:pPr>
        <w:pStyle w:val="Textbezodsazen"/>
        <w:ind w:left="728"/>
      </w:pPr>
      <w:r>
        <w:t>Příloha č. 2:</w:t>
      </w:r>
      <w:r>
        <w:tab/>
        <w:t xml:space="preserve">Rozpis Ceny </w:t>
      </w:r>
      <w:r w:rsidRPr="00572051">
        <w:t xml:space="preserve">díla </w:t>
      </w:r>
      <w:r w:rsidR="009477C4" w:rsidRPr="00572051">
        <w:t>dle stavebních objektů</w:t>
      </w:r>
    </w:p>
    <w:p w14:paraId="2CC14169" w14:textId="664662F0" w:rsidR="00A0163B" w:rsidRDefault="0032463E" w:rsidP="008A63A7">
      <w:pPr>
        <w:pStyle w:val="Textbezodsazen"/>
        <w:ind w:left="728"/>
      </w:pPr>
      <w:r>
        <w:t>Příloha č. 3:</w:t>
      </w:r>
      <w:r>
        <w:tab/>
        <w:t>Harmonogram plnění</w:t>
      </w:r>
    </w:p>
    <w:p w14:paraId="4C016853" w14:textId="77777777" w:rsidR="00A0163B" w:rsidRDefault="00A0163B" w:rsidP="004D482C">
      <w:pPr>
        <w:pStyle w:val="Textbezodsazen"/>
      </w:pPr>
    </w:p>
    <w:p w14:paraId="73EAAD57" w14:textId="5D78A827" w:rsidR="00406CE9" w:rsidRPr="005C0CA7" w:rsidRDefault="00406CE9" w:rsidP="004D482C">
      <w:pPr>
        <w:spacing w:after="120"/>
        <w:jc w:val="both"/>
        <w:rPr>
          <w:rFonts w:ascii="Verdana" w:eastAsia="Verdana" w:hAnsi="Verdana" w:cs="Times New Roman"/>
          <w:b/>
        </w:rPr>
      </w:pPr>
      <w:r w:rsidRPr="00406CE9">
        <w:rPr>
          <w:rFonts w:ascii="Verdana" w:eastAsia="Verdana" w:hAnsi="Verdana" w:cs="Times New Roman"/>
          <w:b/>
        </w:rPr>
        <w:t>Smluvní strany prohlašují, že si tuto Smlouvu přečetly, že s jejím obsahem souhlasí a</w:t>
      </w:r>
      <w:r w:rsidR="008B2FF7">
        <w:rPr>
          <w:rFonts w:ascii="Verdana" w:eastAsia="Verdana" w:hAnsi="Verdana" w:cs="Times New Roman"/>
          <w:b/>
        </w:rPr>
        <w:t> </w:t>
      </w:r>
      <w:r w:rsidRPr="00406CE9">
        <w:rPr>
          <w:rFonts w:ascii="Verdana" w:eastAsia="Verdana" w:hAnsi="Verdana" w:cs="Times New Roman"/>
          <w:b/>
        </w:rPr>
        <w:t>na důkaz toho k ní připojují svoje podpisy.</w:t>
      </w:r>
    </w:p>
    <w:p w14:paraId="0D08E8CE" w14:textId="77777777" w:rsidR="00406CE9" w:rsidRPr="00406CE9" w:rsidRDefault="00406CE9" w:rsidP="004D482C">
      <w:pPr>
        <w:spacing w:after="120"/>
        <w:jc w:val="both"/>
        <w:rPr>
          <w:rFonts w:ascii="Verdana" w:eastAsia="Verdana" w:hAnsi="Verdana" w:cs="Times New Roman"/>
        </w:rPr>
      </w:pP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355CB8" w:rsidRPr="00355CB8" w14:paraId="7B187092" w14:textId="77777777" w:rsidTr="00355C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right w:val="none" w:sz="0" w:space="0" w:color="auto"/>
            </w:tcBorders>
            <w:shd w:val="clear" w:color="auto" w:fill="auto"/>
          </w:tcPr>
          <w:p w14:paraId="272F98B5" w14:textId="77777777" w:rsidR="00355CB8" w:rsidRPr="005C11C2" w:rsidRDefault="00355CB8" w:rsidP="004D482C">
            <w:pPr>
              <w:spacing w:after="120" w:line="264" w:lineRule="auto"/>
              <w:jc w:val="both"/>
              <w:rPr>
                <w:rFonts w:ascii="Verdana" w:eastAsia="Verdana" w:hAnsi="Verdana" w:cs="Times New Roman"/>
                <w:sz w:val="18"/>
                <w:highlight w:val="yellow"/>
              </w:rPr>
            </w:pPr>
            <w:r w:rsidRPr="005C11C2">
              <w:rPr>
                <w:rFonts w:ascii="Verdana" w:eastAsia="Verdana" w:hAnsi="Verdana" w:cs="Times New Roman"/>
                <w:sz w:val="18"/>
                <w:highlight w:val="yellow"/>
              </w:rPr>
              <w:t>V Hradci Králové dne</w:t>
            </w:r>
          </w:p>
        </w:tc>
        <w:tc>
          <w:tcPr>
            <w:tcW w:w="1985" w:type="dxa"/>
            <w:tcBorders>
              <w:top w:val="none" w:sz="0" w:space="0" w:color="auto"/>
              <w:left w:val="none" w:sz="0" w:space="0" w:color="auto"/>
              <w:right w:val="none" w:sz="0" w:space="0" w:color="auto"/>
            </w:tcBorders>
            <w:shd w:val="clear" w:color="auto" w:fill="auto"/>
          </w:tcPr>
          <w:p w14:paraId="68022DEB" w14:textId="77777777" w:rsidR="00355CB8" w:rsidRPr="005C11C2" w:rsidRDefault="00355CB8" w:rsidP="004D482C">
            <w:pPr>
              <w:spacing w:after="120" w:line="264" w:lineRule="auto"/>
              <w:jc w:val="both"/>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highlight w:val="yellow"/>
              </w:rPr>
            </w:pPr>
          </w:p>
        </w:tc>
        <w:tc>
          <w:tcPr>
            <w:tcW w:w="3252" w:type="dxa"/>
            <w:tcBorders>
              <w:top w:val="none" w:sz="0" w:space="0" w:color="auto"/>
              <w:left w:val="none" w:sz="0" w:space="0" w:color="auto"/>
            </w:tcBorders>
            <w:shd w:val="clear" w:color="auto" w:fill="auto"/>
          </w:tcPr>
          <w:p w14:paraId="36A88C3A" w14:textId="77777777" w:rsidR="00355CB8" w:rsidRPr="005C11C2" w:rsidRDefault="00355CB8" w:rsidP="004D482C">
            <w:pPr>
              <w:spacing w:after="120" w:line="264" w:lineRule="auto"/>
              <w:jc w:val="both"/>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highlight w:val="yellow"/>
              </w:rPr>
            </w:pPr>
            <w:r w:rsidRPr="005C11C2">
              <w:rPr>
                <w:rFonts w:ascii="Verdana" w:eastAsia="Verdana" w:hAnsi="Verdana" w:cs="Times New Roman"/>
                <w:sz w:val="18"/>
                <w:highlight w:val="yellow"/>
              </w:rPr>
              <w:t>V ………………………… dne</w:t>
            </w:r>
          </w:p>
        </w:tc>
      </w:tr>
      <w:tr w:rsidR="00355CB8" w:rsidRPr="00355CB8" w14:paraId="5F9DE248" w14:textId="77777777" w:rsidTr="00355CB8">
        <w:trPr>
          <w:trHeight w:val="676"/>
        </w:trPr>
        <w:tc>
          <w:tcPr>
            <w:cnfStyle w:val="001000000000" w:firstRow="0" w:lastRow="0" w:firstColumn="1" w:lastColumn="0" w:oddVBand="0" w:evenVBand="0" w:oddHBand="0" w:evenHBand="0" w:firstRowFirstColumn="0" w:firstRowLastColumn="0" w:lastRowFirstColumn="0" w:lastRowLastColumn="0"/>
            <w:tcW w:w="3481" w:type="dxa"/>
          </w:tcPr>
          <w:p w14:paraId="73A399A1" w14:textId="77777777" w:rsidR="00355CB8" w:rsidRPr="00355CB8" w:rsidRDefault="00355CB8" w:rsidP="004D482C">
            <w:pPr>
              <w:spacing w:after="120" w:line="264" w:lineRule="auto"/>
              <w:jc w:val="both"/>
              <w:rPr>
                <w:rFonts w:ascii="Verdana" w:eastAsia="Verdana" w:hAnsi="Verdana" w:cs="Times New Roman"/>
                <w:sz w:val="18"/>
              </w:rPr>
            </w:pPr>
          </w:p>
        </w:tc>
        <w:tc>
          <w:tcPr>
            <w:tcW w:w="1985" w:type="dxa"/>
          </w:tcPr>
          <w:p w14:paraId="6649BAC9" w14:textId="77777777" w:rsidR="00355CB8" w:rsidRPr="00355CB8" w:rsidRDefault="00355CB8" w:rsidP="004D482C">
            <w:pPr>
              <w:spacing w:after="120"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p>
        </w:tc>
        <w:tc>
          <w:tcPr>
            <w:tcW w:w="3252" w:type="dxa"/>
          </w:tcPr>
          <w:p w14:paraId="358F9041" w14:textId="77777777" w:rsidR="00355CB8" w:rsidRPr="00355CB8" w:rsidRDefault="00355CB8" w:rsidP="004D482C">
            <w:pPr>
              <w:spacing w:after="120"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p>
        </w:tc>
      </w:tr>
      <w:tr w:rsidR="00355CB8" w:rsidRPr="00355CB8" w14:paraId="7783E3F0" w14:textId="77777777" w:rsidTr="00355CB8">
        <w:tc>
          <w:tcPr>
            <w:cnfStyle w:val="001000000000" w:firstRow="0" w:lastRow="0" w:firstColumn="1" w:lastColumn="0" w:oddVBand="0" w:evenVBand="0" w:oddHBand="0" w:evenHBand="0" w:firstRowFirstColumn="0" w:firstRowLastColumn="0" w:lastRowFirstColumn="0" w:lastRowLastColumn="0"/>
            <w:tcW w:w="3481" w:type="dxa"/>
          </w:tcPr>
          <w:p w14:paraId="64690BB7" w14:textId="1386AFEE" w:rsidR="00815359" w:rsidRDefault="00815359" w:rsidP="004D482C">
            <w:pPr>
              <w:spacing w:line="264" w:lineRule="auto"/>
              <w:jc w:val="both"/>
              <w:rPr>
                <w:rFonts w:ascii="Verdana" w:eastAsia="Verdana" w:hAnsi="Verdana" w:cs="Times New Roman"/>
                <w:sz w:val="18"/>
              </w:rPr>
            </w:pPr>
          </w:p>
          <w:p w14:paraId="46FEC7BC" w14:textId="1D306395" w:rsidR="00355CB8" w:rsidRPr="00355CB8" w:rsidRDefault="00355CB8" w:rsidP="004D482C">
            <w:pPr>
              <w:spacing w:line="264" w:lineRule="auto"/>
              <w:jc w:val="both"/>
              <w:rPr>
                <w:rFonts w:ascii="Verdana" w:eastAsia="Verdana" w:hAnsi="Verdana" w:cs="Times New Roman"/>
                <w:sz w:val="18"/>
              </w:rPr>
            </w:pPr>
            <w:r w:rsidRPr="00355CB8">
              <w:rPr>
                <w:rFonts w:ascii="Verdana" w:eastAsia="Verdana" w:hAnsi="Verdana" w:cs="Times New Roman"/>
                <w:sz w:val="18"/>
              </w:rPr>
              <w:t>…………………………………………………</w:t>
            </w:r>
          </w:p>
        </w:tc>
        <w:tc>
          <w:tcPr>
            <w:tcW w:w="1985" w:type="dxa"/>
          </w:tcPr>
          <w:p w14:paraId="3741607F" w14:textId="77777777" w:rsidR="00355CB8" w:rsidRPr="00355CB8" w:rsidRDefault="00355CB8" w:rsidP="004D482C">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p>
        </w:tc>
        <w:tc>
          <w:tcPr>
            <w:tcW w:w="3252" w:type="dxa"/>
          </w:tcPr>
          <w:p w14:paraId="02D4C1BC" w14:textId="7A405175" w:rsidR="00815359" w:rsidRPr="00815359" w:rsidRDefault="00815359" w:rsidP="004D482C">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i/>
                <w:sz w:val="18"/>
              </w:rPr>
            </w:pPr>
          </w:p>
          <w:p w14:paraId="621FC2E0" w14:textId="038AE736" w:rsidR="00355CB8" w:rsidRPr="00355CB8" w:rsidRDefault="00355CB8" w:rsidP="004D482C">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r w:rsidRPr="00355CB8">
              <w:rPr>
                <w:rFonts w:ascii="Verdana" w:eastAsia="Verdana" w:hAnsi="Verdana" w:cs="Times New Roman"/>
                <w:sz w:val="18"/>
              </w:rPr>
              <w:t>…………………………………………………</w:t>
            </w:r>
          </w:p>
        </w:tc>
      </w:tr>
      <w:tr w:rsidR="00355CB8" w:rsidRPr="00355CB8" w14:paraId="1AB921D0" w14:textId="77777777" w:rsidTr="00355CB8">
        <w:tc>
          <w:tcPr>
            <w:cnfStyle w:val="001000000000" w:firstRow="0" w:lastRow="0" w:firstColumn="1" w:lastColumn="0" w:oddVBand="0" w:evenVBand="0" w:oddHBand="0" w:evenHBand="0" w:firstRowFirstColumn="0" w:firstRowLastColumn="0" w:lastRowFirstColumn="0" w:lastRowLastColumn="0"/>
            <w:tcW w:w="3481" w:type="dxa"/>
          </w:tcPr>
          <w:p w14:paraId="19CC62DA" w14:textId="7D20AF42" w:rsidR="00355CB8" w:rsidRPr="00355CB8" w:rsidRDefault="00355CB8" w:rsidP="004D482C">
            <w:pPr>
              <w:spacing w:line="264" w:lineRule="auto"/>
              <w:jc w:val="both"/>
              <w:rPr>
                <w:rFonts w:ascii="Verdana" w:eastAsia="Verdana" w:hAnsi="Verdana" w:cs="Times New Roman"/>
                <w:bCs/>
                <w:sz w:val="18"/>
              </w:rPr>
            </w:pPr>
            <w:r w:rsidRPr="00355CB8">
              <w:rPr>
                <w:rFonts w:ascii="Verdana" w:eastAsia="Verdana" w:hAnsi="Verdana" w:cs="Times New Roman"/>
                <w:bCs/>
                <w:sz w:val="18"/>
              </w:rPr>
              <w:t xml:space="preserve">Ing. </w:t>
            </w:r>
            <w:r w:rsidR="00453966">
              <w:rPr>
                <w:rFonts w:ascii="Verdana" w:eastAsia="Verdana" w:hAnsi="Verdana" w:cs="Times New Roman"/>
                <w:bCs/>
                <w:sz w:val="18"/>
              </w:rPr>
              <w:t>Pavla Kosinová</w:t>
            </w:r>
          </w:p>
          <w:p w14:paraId="50F917FE" w14:textId="77777777" w:rsidR="00355CB8" w:rsidRPr="00355CB8" w:rsidRDefault="00355CB8" w:rsidP="004D482C">
            <w:pPr>
              <w:spacing w:line="264" w:lineRule="auto"/>
              <w:jc w:val="both"/>
              <w:rPr>
                <w:rFonts w:ascii="Verdana" w:eastAsia="Verdana" w:hAnsi="Verdana" w:cs="Times New Roman"/>
                <w:bCs/>
                <w:sz w:val="18"/>
              </w:rPr>
            </w:pPr>
            <w:r w:rsidRPr="00355CB8">
              <w:rPr>
                <w:rFonts w:ascii="Verdana" w:eastAsia="Verdana" w:hAnsi="Verdana" w:cs="Times New Roman"/>
                <w:bCs/>
                <w:sz w:val="18"/>
              </w:rPr>
              <w:t>Správa železnic, státní organizace</w:t>
            </w:r>
          </w:p>
          <w:p w14:paraId="7F1A3A18" w14:textId="2D51D069" w:rsidR="00355CB8" w:rsidRPr="00355CB8" w:rsidRDefault="00355CB8" w:rsidP="004D482C">
            <w:pPr>
              <w:spacing w:line="264" w:lineRule="auto"/>
              <w:jc w:val="both"/>
              <w:rPr>
                <w:rFonts w:ascii="Verdana" w:eastAsia="Verdana" w:hAnsi="Verdana" w:cs="Times New Roman"/>
                <w:bCs/>
                <w:sz w:val="18"/>
              </w:rPr>
            </w:pPr>
            <w:r w:rsidRPr="00355CB8">
              <w:rPr>
                <w:rFonts w:ascii="Verdana" w:eastAsia="Verdana" w:hAnsi="Verdana" w:cs="Times New Roman"/>
                <w:bCs/>
                <w:sz w:val="18"/>
              </w:rPr>
              <w:t>ředitel</w:t>
            </w:r>
            <w:r w:rsidR="00453966">
              <w:rPr>
                <w:rFonts w:ascii="Verdana" w:eastAsia="Verdana" w:hAnsi="Verdana" w:cs="Times New Roman"/>
                <w:bCs/>
                <w:sz w:val="18"/>
              </w:rPr>
              <w:t>ka</w:t>
            </w:r>
            <w:r w:rsidRPr="00355CB8">
              <w:rPr>
                <w:rFonts w:ascii="Verdana" w:eastAsia="Verdana" w:hAnsi="Verdana" w:cs="Times New Roman"/>
                <w:bCs/>
                <w:sz w:val="18"/>
              </w:rPr>
              <w:t xml:space="preserve"> Oblastního ředitelství</w:t>
            </w:r>
          </w:p>
          <w:p w14:paraId="2C33AE38" w14:textId="77777777" w:rsidR="00355CB8" w:rsidRPr="00355CB8" w:rsidRDefault="00355CB8" w:rsidP="004D482C">
            <w:pPr>
              <w:spacing w:line="264" w:lineRule="auto"/>
              <w:jc w:val="both"/>
              <w:rPr>
                <w:rFonts w:ascii="Verdana" w:eastAsia="Verdana" w:hAnsi="Verdana" w:cs="Times New Roman"/>
                <w:bCs/>
                <w:sz w:val="18"/>
              </w:rPr>
            </w:pPr>
            <w:r w:rsidRPr="00355CB8">
              <w:rPr>
                <w:rFonts w:ascii="Verdana" w:eastAsia="Verdana" w:hAnsi="Verdana" w:cs="Times New Roman"/>
                <w:bCs/>
                <w:sz w:val="18"/>
              </w:rPr>
              <w:t>Hradec Králové</w:t>
            </w:r>
          </w:p>
          <w:p w14:paraId="55AF6BCA" w14:textId="77777777" w:rsidR="00355CB8" w:rsidRPr="00355CB8" w:rsidRDefault="00355CB8" w:rsidP="004D482C">
            <w:pPr>
              <w:spacing w:line="264" w:lineRule="auto"/>
              <w:jc w:val="both"/>
              <w:rPr>
                <w:rFonts w:ascii="Verdana" w:eastAsia="Verdana" w:hAnsi="Verdana" w:cs="Times New Roman"/>
                <w:bCs/>
                <w:sz w:val="18"/>
              </w:rPr>
            </w:pPr>
          </w:p>
        </w:tc>
        <w:tc>
          <w:tcPr>
            <w:tcW w:w="1985" w:type="dxa"/>
          </w:tcPr>
          <w:p w14:paraId="45C70F3B" w14:textId="77777777" w:rsidR="00355CB8" w:rsidRPr="00355CB8" w:rsidRDefault="00355CB8" w:rsidP="004D482C">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p>
        </w:tc>
        <w:tc>
          <w:tcPr>
            <w:tcW w:w="3252" w:type="dxa"/>
          </w:tcPr>
          <w:p w14:paraId="4548435F" w14:textId="77777777" w:rsidR="00355CB8" w:rsidRDefault="00355CB8" w:rsidP="004D482C">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bCs/>
                <w:sz w:val="18"/>
              </w:rPr>
            </w:pPr>
            <w:r w:rsidRPr="00355CB8">
              <w:rPr>
                <w:rFonts w:ascii="Verdana" w:eastAsia="Verdana" w:hAnsi="Verdana" w:cs="Times New Roman"/>
                <w:bCs/>
                <w:sz w:val="18"/>
                <w:highlight w:val="yellow"/>
              </w:rPr>
              <w:t>Zhotovitel</w:t>
            </w:r>
          </w:p>
          <w:p w14:paraId="00A02507" w14:textId="76FC39F4" w:rsidR="00355CB8" w:rsidRPr="00355CB8" w:rsidRDefault="00355CB8" w:rsidP="004D482C">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bCs/>
                <w:sz w:val="18"/>
              </w:rPr>
            </w:pPr>
          </w:p>
        </w:tc>
      </w:tr>
    </w:tbl>
    <w:p w14:paraId="56CDAA87" w14:textId="2CA19764" w:rsidR="00406CE9" w:rsidRPr="00406CE9" w:rsidRDefault="00406CE9" w:rsidP="004D482C">
      <w:pPr>
        <w:spacing w:after="0"/>
        <w:jc w:val="both"/>
        <w:rPr>
          <w:rFonts w:ascii="Verdana" w:eastAsia="Verdana" w:hAnsi="Verdana" w:cs="Times New Roman"/>
        </w:rPr>
      </w:pP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p>
    <w:p w14:paraId="2B13D2D6" w14:textId="77777777" w:rsidR="00406CE9" w:rsidRPr="00406CE9" w:rsidRDefault="00406CE9" w:rsidP="004D482C">
      <w:pPr>
        <w:spacing w:after="0"/>
        <w:jc w:val="both"/>
        <w:rPr>
          <w:rFonts w:ascii="Verdana" w:eastAsia="Verdana" w:hAnsi="Verdana" w:cs="Times New Roman"/>
        </w:rPr>
      </w:pPr>
      <w:r w:rsidRPr="00406CE9">
        <w:rPr>
          <w:rFonts w:ascii="Verdana" w:eastAsia="Verdana" w:hAnsi="Verdana" w:cs="Times New Roman"/>
        </w:rPr>
        <w:tab/>
      </w:r>
      <w:r w:rsidRPr="00406CE9">
        <w:rPr>
          <w:rFonts w:ascii="Verdana" w:eastAsia="Verdana" w:hAnsi="Verdana" w:cs="Times New Roman"/>
        </w:rPr>
        <w:tab/>
      </w:r>
    </w:p>
    <w:p w14:paraId="328C34C2" w14:textId="77777777" w:rsidR="00406CE9" w:rsidRPr="00406CE9" w:rsidRDefault="00406CE9" w:rsidP="004D482C">
      <w:pPr>
        <w:spacing w:after="0"/>
        <w:jc w:val="both"/>
        <w:rPr>
          <w:rFonts w:ascii="Verdana" w:eastAsia="Verdana" w:hAnsi="Verdana" w:cs="Times New Roman"/>
        </w:rPr>
      </w:pPr>
      <w:r w:rsidRPr="00406CE9">
        <w:rPr>
          <w:rFonts w:ascii="Verdana" w:eastAsia="Verdana" w:hAnsi="Verdana" w:cs="Times New Roman"/>
        </w:rPr>
        <w:tab/>
      </w:r>
      <w:r w:rsidRPr="00406CE9">
        <w:rPr>
          <w:rFonts w:ascii="Verdana" w:eastAsia="Verdana" w:hAnsi="Verdana" w:cs="Times New Roman"/>
        </w:rPr>
        <w:tab/>
      </w:r>
    </w:p>
    <w:p w14:paraId="47D0C839" w14:textId="77777777" w:rsidR="00406CE9" w:rsidRPr="00406CE9" w:rsidRDefault="00406CE9" w:rsidP="004D482C">
      <w:pPr>
        <w:spacing w:after="120"/>
        <w:jc w:val="both"/>
        <w:rPr>
          <w:rFonts w:ascii="Verdana" w:eastAsia="Verdana" w:hAnsi="Verdana" w:cs="Times New Roman"/>
        </w:rPr>
      </w:pPr>
    </w:p>
    <w:p w14:paraId="5E4E3D47" w14:textId="09074C4C" w:rsidR="00CB4F6D" w:rsidRPr="005C0CA7" w:rsidRDefault="00406CE9" w:rsidP="005C0CA7">
      <w:pPr>
        <w:suppressAutoHyphens/>
        <w:spacing w:before="120"/>
        <w:jc w:val="both"/>
        <w:rPr>
          <w:rFonts w:ascii="Verdana" w:eastAsia="Verdana" w:hAnsi="Verdana" w:cs="Verdana"/>
        </w:rPr>
      </w:pPr>
      <w:r w:rsidRPr="00062483">
        <w:rPr>
          <w:rFonts w:ascii="Verdana" w:eastAsia="Verdana" w:hAnsi="Verdana" w:cs="Verdana"/>
          <w:highlight w:val="yellow"/>
        </w:rPr>
        <w:t xml:space="preserve">Tato </w:t>
      </w:r>
      <w:r w:rsidR="00642E18" w:rsidRPr="00062483">
        <w:rPr>
          <w:rFonts w:ascii="Verdana" w:eastAsia="Verdana" w:hAnsi="Verdana" w:cs="Verdana"/>
          <w:highlight w:val="yellow"/>
        </w:rPr>
        <w:t>S</w:t>
      </w:r>
      <w:r w:rsidR="00F26FD1" w:rsidRPr="00062483">
        <w:rPr>
          <w:rFonts w:ascii="Verdana" w:eastAsia="Verdana" w:hAnsi="Verdana" w:cs="Verdana"/>
          <w:highlight w:val="yellow"/>
        </w:rPr>
        <w:t>mlouva</w:t>
      </w:r>
      <w:r w:rsidRPr="00062483">
        <w:rPr>
          <w:rFonts w:ascii="Verdana" w:eastAsia="Verdana" w:hAnsi="Verdana" w:cs="Verdana"/>
          <w:highlight w:val="yellow"/>
        </w:rPr>
        <w:t xml:space="preserve"> byla uveřejněna prostřednictvím registru smluv dne …………………</w:t>
      </w:r>
    </w:p>
    <w:p w14:paraId="7A91BF48" w14:textId="77777777" w:rsidR="00CB4F6D" w:rsidRDefault="00CB4F6D" w:rsidP="004D482C">
      <w:pPr>
        <w:pStyle w:val="Textbezodsazen"/>
        <w:sectPr w:rsidR="00CB4F6D" w:rsidSect="008D6793">
          <w:headerReference w:type="default" r:id="rId12"/>
          <w:footerReference w:type="default" r:id="rId13"/>
          <w:headerReference w:type="first" r:id="rId14"/>
          <w:footerReference w:type="first" r:id="rId15"/>
          <w:pgSz w:w="11906" w:h="16838" w:code="9"/>
          <w:pgMar w:top="1049" w:right="1134" w:bottom="1474" w:left="1418" w:header="595" w:footer="624" w:gutter="652"/>
          <w:cols w:space="708"/>
          <w:titlePg/>
          <w:docGrid w:linePitch="360"/>
        </w:sectPr>
      </w:pPr>
    </w:p>
    <w:p w14:paraId="44641BFA" w14:textId="77777777" w:rsidR="00CB4F6D" w:rsidRDefault="00CB4F6D" w:rsidP="004D482C">
      <w:pPr>
        <w:pStyle w:val="Nadpisbezsl1-1"/>
        <w:jc w:val="both"/>
      </w:pPr>
      <w:r>
        <w:lastRenderedPageBreak/>
        <w:t>Příloha č. 1</w:t>
      </w:r>
    </w:p>
    <w:p w14:paraId="4F92122C" w14:textId="77777777" w:rsidR="00E463D2" w:rsidRPr="00E463D2" w:rsidRDefault="00E463D2" w:rsidP="004D482C">
      <w:pPr>
        <w:pStyle w:val="Nadpisbezsl1-2"/>
        <w:jc w:val="both"/>
      </w:pPr>
      <w:r w:rsidRPr="00E463D2">
        <w:t>Obchodní podmínky</w:t>
      </w:r>
      <w:r w:rsidR="005B5ACA">
        <w:t xml:space="preserve"> na projekční práce</w:t>
      </w:r>
      <w:r w:rsidR="00284BB8">
        <w:t xml:space="preserve"> u OŘ Hradec Králové</w:t>
      </w:r>
    </w:p>
    <w:p w14:paraId="31CFFF59" w14:textId="18A546CA" w:rsidR="009952E5" w:rsidRDefault="00F335B2" w:rsidP="004D482C">
      <w:pPr>
        <w:pStyle w:val="Textbezodsazen"/>
      </w:pPr>
      <w:r w:rsidRPr="00CA734E">
        <w:t xml:space="preserve">Obchodní podmínky </w:t>
      </w:r>
      <w:r>
        <w:t>na projekční práce u OŘ Hradec Králové</w:t>
      </w:r>
      <w:r w:rsidRPr="00CA734E">
        <w:t xml:space="preserve"> byly uveřejněny na profilu zadavatele jako součást zadávací dokumentace. Smluvní strany podpisem této Smlouvy potvrzují, že jsou</w:t>
      </w:r>
      <w:r>
        <w:t xml:space="preserve"> s jejich obsahem plně seznámeny, a že ve smyslu § 1751 odst. 1 občanského zákoníku tvoří součást obsahu Smlouvy.</w:t>
      </w:r>
    </w:p>
    <w:p w14:paraId="179969A2" w14:textId="77777777" w:rsidR="009952E5" w:rsidRDefault="009952E5" w:rsidP="004D482C">
      <w:pPr>
        <w:pStyle w:val="Textbezodsazen"/>
      </w:pPr>
    </w:p>
    <w:p w14:paraId="172C571D" w14:textId="4B81B901" w:rsidR="0032463E" w:rsidRDefault="009952E5" w:rsidP="004D482C">
      <w:pPr>
        <w:jc w:val="both"/>
      </w:pPr>
      <w:r>
        <w:br w:type="page"/>
      </w:r>
    </w:p>
    <w:p w14:paraId="05EAC646" w14:textId="77777777" w:rsidR="0032463E" w:rsidRDefault="0032463E" w:rsidP="004D482C">
      <w:pPr>
        <w:pStyle w:val="Nadpisbezsl1-1"/>
        <w:jc w:val="both"/>
      </w:pPr>
      <w:r>
        <w:lastRenderedPageBreak/>
        <w:t>Příloha č. 2</w:t>
      </w:r>
    </w:p>
    <w:p w14:paraId="2CD5AD67" w14:textId="181341C1" w:rsidR="00B61444" w:rsidRDefault="0032463E" w:rsidP="004D482C">
      <w:pPr>
        <w:pStyle w:val="Textbezodsazen"/>
        <w:rPr>
          <w:b/>
          <w:bCs/>
        </w:rPr>
      </w:pPr>
      <w:r>
        <w:rPr>
          <w:b/>
          <w:bCs/>
        </w:rPr>
        <w:t xml:space="preserve">Rozpis Ceny díla </w:t>
      </w:r>
      <w:r w:rsidRPr="00CF3E8C">
        <w:rPr>
          <w:b/>
          <w:bCs/>
        </w:rPr>
        <w:t>dle stavebních objektů</w:t>
      </w:r>
    </w:p>
    <w:p w14:paraId="35CE52D8" w14:textId="4186D987" w:rsidR="002F32A9" w:rsidRPr="00CF3E8C" w:rsidRDefault="00CF3E8C" w:rsidP="00CF3E8C">
      <w:pPr>
        <w:pStyle w:val="Nadpisbezsl1-2"/>
        <w:rPr>
          <w:sz w:val="18"/>
        </w:rPr>
      </w:pPr>
      <w:r w:rsidRPr="00AF0334">
        <w:rPr>
          <w:sz w:val="18"/>
        </w:rPr>
        <w:t>Rozpis Ceny Díla SO</w:t>
      </w:r>
      <w:r w:rsidR="00A93F96">
        <w:rPr>
          <w:sz w:val="18"/>
        </w:rPr>
        <w:t xml:space="preserve"> 0</w:t>
      </w:r>
      <w:r w:rsidRPr="00AF0334">
        <w:rPr>
          <w:sz w:val="18"/>
        </w:rPr>
        <w:t>1 Most v km 252,986</w:t>
      </w:r>
    </w:p>
    <w:tbl>
      <w:tblPr>
        <w:tblStyle w:val="Tabulka10"/>
        <w:tblW w:w="8730" w:type="dxa"/>
        <w:tblInd w:w="85" w:type="dxa"/>
        <w:tblLayout w:type="fixed"/>
        <w:tblCellMar>
          <w:top w:w="28" w:type="dxa"/>
          <w:left w:w="85" w:type="dxa"/>
          <w:bottom w:w="28" w:type="dxa"/>
          <w:right w:w="85" w:type="dxa"/>
        </w:tblCellMar>
        <w:tblLook w:val="04A0" w:firstRow="1" w:lastRow="0" w:firstColumn="1" w:lastColumn="0" w:noHBand="0" w:noVBand="1"/>
      </w:tblPr>
      <w:tblGrid>
        <w:gridCol w:w="918"/>
        <w:gridCol w:w="3216"/>
        <w:gridCol w:w="977"/>
        <w:gridCol w:w="1005"/>
        <w:gridCol w:w="1293"/>
        <w:gridCol w:w="1321"/>
      </w:tblGrid>
      <w:tr w:rsidR="00984906" w14:paraId="6CB08E26" w14:textId="77777777" w:rsidTr="00CF3E8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dxa"/>
            <w:hideMark/>
          </w:tcPr>
          <w:p w14:paraId="37F492BC" w14:textId="77777777" w:rsidR="00984906" w:rsidRDefault="00984906" w:rsidP="004D482C">
            <w:pPr>
              <w:pStyle w:val="Tabulka"/>
              <w:rPr>
                <w:rStyle w:val="Tun"/>
                <w:sz w:val="16"/>
                <w:szCs w:val="16"/>
              </w:rPr>
            </w:pPr>
            <w:r>
              <w:rPr>
                <w:rStyle w:val="Tun"/>
                <w:sz w:val="16"/>
                <w:szCs w:val="16"/>
              </w:rPr>
              <w:t>Položka</w:t>
            </w:r>
          </w:p>
        </w:tc>
        <w:tc>
          <w:tcPr>
            <w:tcW w:w="3216" w:type="dxa"/>
            <w:hideMark/>
          </w:tcPr>
          <w:p w14:paraId="3CADF4F0" w14:textId="77777777" w:rsidR="00984906" w:rsidRDefault="00984906" w:rsidP="004D482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Popis</w:t>
            </w:r>
          </w:p>
        </w:tc>
        <w:tc>
          <w:tcPr>
            <w:tcW w:w="977" w:type="dxa"/>
            <w:hideMark/>
          </w:tcPr>
          <w:p w14:paraId="789A6F54" w14:textId="207B36F1" w:rsidR="00984906" w:rsidRDefault="0065340E" w:rsidP="004D482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M</w:t>
            </w:r>
            <w:r w:rsidR="00D418B1">
              <w:rPr>
                <w:rStyle w:val="Tun"/>
                <w:sz w:val="16"/>
                <w:szCs w:val="16"/>
              </w:rPr>
              <w:t>ěrná jednotka</w:t>
            </w:r>
          </w:p>
        </w:tc>
        <w:tc>
          <w:tcPr>
            <w:tcW w:w="1005" w:type="dxa"/>
            <w:hideMark/>
          </w:tcPr>
          <w:p w14:paraId="57ADE90B" w14:textId="1ED4A202" w:rsidR="00984906" w:rsidRPr="00270C89" w:rsidRDefault="00984906" w:rsidP="004D482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270C89">
              <w:rPr>
                <w:rStyle w:val="Tun"/>
                <w:sz w:val="16"/>
                <w:szCs w:val="16"/>
              </w:rPr>
              <w:t xml:space="preserve">Množství </w:t>
            </w:r>
          </w:p>
        </w:tc>
        <w:tc>
          <w:tcPr>
            <w:tcW w:w="1293" w:type="dxa"/>
            <w:hideMark/>
          </w:tcPr>
          <w:p w14:paraId="45D22AD4" w14:textId="1CD1506D" w:rsidR="00984906" w:rsidRPr="00270C89" w:rsidRDefault="00984906" w:rsidP="004D482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270C89">
              <w:rPr>
                <w:rStyle w:val="Tun"/>
                <w:sz w:val="16"/>
                <w:szCs w:val="16"/>
              </w:rPr>
              <w:t>Jednotková cena</w:t>
            </w:r>
          </w:p>
        </w:tc>
        <w:tc>
          <w:tcPr>
            <w:tcW w:w="1321" w:type="dxa"/>
            <w:hideMark/>
          </w:tcPr>
          <w:p w14:paraId="2AC1ED12" w14:textId="20EE8AD0" w:rsidR="00984906" w:rsidRPr="00270C89" w:rsidRDefault="00984906" w:rsidP="004D482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270C89">
              <w:rPr>
                <w:rStyle w:val="Tun"/>
                <w:sz w:val="16"/>
                <w:szCs w:val="16"/>
              </w:rPr>
              <w:t xml:space="preserve">Cena celkem </w:t>
            </w:r>
          </w:p>
        </w:tc>
      </w:tr>
      <w:tr w:rsidR="00984906" w14:paraId="1BFB4734" w14:textId="77777777" w:rsidTr="00CF3E8C">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4C4A3400" w14:textId="77777777" w:rsidR="00984906" w:rsidRPr="00CF3E8C" w:rsidRDefault="00984906" w:rsidP="004D482C">
            <w:pPr>
              <w:pStyle w:val="Tabulka"/>
            </w:pPr>
            <w:r w:rsidRPr="00CF3E8C">
              <w:t>1</w:t>
            </w:r>
          </w:p>
        </w:tc>
        <w:tc>
          <w:tcPr>
            <w:tcW w:w="3216" w:type="dxa"/>
            <w:tcBorders>
              <w:top w:val="single" w:sz="2" w:space="0" w:color="auto"/>
              <w:left w:val="single" w:sz="2" w:space="0" w:color="auto"/>
              <w:bottom w:val="single" w:sz="2" w:space="0" w:color="auto"/>
              <w:right w:val="single" w:sz="2" w:space="0" w:color="auto"/>
            </w:tcBorders>
            <w:hideMark/>
          </w:tcPr>
          <w:p w14:paraId="55B9C8ED" w14:textId="77777777" w:rsidR="00984906" w:rsidRPr="00CF3E8C" w:rsidRDefault="00984906" w:rsidP="004D482C">
            <w:pPr>
              <w:pStyle w:val="Tabulka"/>
              <w:cnfStyle w:val="000000000000" w:firstRow="0" w:lastRow="0" w:firstColumn="0" w:lastColumn="0" w:oddVBand="0" w:evenVBand="0" w:oddHBand="0" w:evenHBand="0" w:firstRowFirstColumn="0" w:firstRowLastColumn="0" w:lastRowFirstColumn="0" w:lastRowLastColumn="0"/>
            </w:pPr>
            <w:r w:rsidRPr="00CF3E8C">
              <w:t>Zajištění mapových podkladů</w:t>
            </w:r>
          </w:p>
        </w:tc>
        <w:tc>
          <w:tcPr>
            <w:tcW w:w="977" w:type="dxa"/>
            <w:tcBorders>
              <w:top w:val="single" w:sz="2" w:space="0" w:color="auto"/>
              <w:left w:val="single" w:sz="2" w:space="0" w:color="auto"/>
              <w:bottom w:val="single" w:sz="2" w:space="0" w:color="auto"/>
              <w:right w:val="single" w:sz="2" w:space="0" w:color="auto"/>
            </w:tcBorders>
            <w:hideMark/>
          </w:tcPr>
          <w:p w14:paraId="535E1FA3" w14:textId="10D78CAE" w:rsidR="00984906" w:rsidRPr="00CF3E8C" w:rsidRDefault="00984906" w:rsidP="004D482C">
            <w:pPr>
              <w:pStyle w:val="Tabulka"/>
              <w:cnfStyle w:val="000000000000" w:firstRow="0" w:lastRow="0" w:firstColumn="0" w:lastColumn="0" w:oddVBand="0" w:evenVBand="0" w:oddHBand="0" w:evenHBand="0" w:firstRowFirstColumn="0" w:firstRowLastColumn="0" w:lastRowFirstColumn="0" w:lastRowLastColumn="0"/>
            </w:pPr>
            <w:r w:rsidRPr="00CF3E8C">
              <w:t>hod</w:t>
            </w:r>
          </w:p>
        </w:tc>
        <w:tc>
          <w:tcPr>
            <w:tcW w:w="1005" w:type="dxa"/>
            <w:tcBorders>
              <w:top w:val="single" w:sz="2" w:space="0" w:color="auto"/>
              <w:left w:val="single" w:sz="2" w:space="0" w:color="auto"/>
              <w:bottom w:val="single" w:sz="2" w:space="0" w:color="auto"/>
              <w:right w:val="single" w:sz="2" w:space="0" w:color="auto"/>
            </w:tcBorders>
          </w:tcPr>
          <w:p w14:paraId="5CF08D80" w14:textId="342223A2" w:rsidR="00984906" w:rsidRDefault="00AE39F5" w:rsidP="004D482C">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[VLOŽÍ ZHOTOVITEL]</w:t>
            </w:r>
          </w:p>
        </w:tc>
        <w:tc>
          <w:tcPr>
            <w:tcW w:w="1293" w:type="dxa"/>
            <w:tcBorders>
              <w:top w:val="single" w:sz="2" w:space="0" w:color="auto"/>
              <w:left w:val="single" w:sz="2" w:space="0" w:color="auto"/>
              <w:bottom w:val="single" w:sz="2" w:space="0" w:color="auto"/>
              <w:right w:val="single" w:sz="2" w:space="0" w:color="auto"/>
            </w:tcBorders>
          </w:tcPr>
          <w:p w14:paraId="137146D0" w14:textId="09B3823F" w:rsidR="00984906" w:rsidRDefault="00AE39F5" w:rsidP="004D482C">
            <w:pPr>
              <w:pStyle w:val="Tabulka"/>
              <w:cnfStyle w:val="000000000000" w:firstRow="0" w:lastRow="0" w:firstColumn="0" w:lastColumn="0" w:oddVBand="0" w:evenVBand="0" w:oddHBand="0" w:evenHBand="0" w:firstRowFirstColumn="0" w:firstRowLastColumn="0" w:lastRowFirstColumn="0" w:lastRowLastColumn="0"/>
            </w:pPr>
            <w:r>
              <w:rPr>
                <w:sz w:val="10"/>
                <w:szCs w:val="10"/>
                <w:highlight w:val="yellow"/>
              </w:rPr>
              <w:t xml:space="preserve">VLOŽÍ </w:t>
            </w:r>
            <w:r w:rsidRPr="006226FD">
              <w:rPr>
                <w:sz w:val="10"/>
                <w:szCs w:val="10"/>
                <w:highlight w:val="yellow"/>
              </w:rPr>
              <w:t xml:space="preserve">ZHOTOVITEL – POZOR VKLÁDÁ SE JEDNOTKOVÁ CENA ZA </w:t>
            </w:r>
            <w:r>
              <w:rPr>
                <w:sz w:val="10"/>
                <w:szCs w:val="10"/>
                <w:highlight w:val="yellow"/>
              </w:rPr>
              <w:t>HODINU PRÁCE</w:t>
            </w:r>
            <w:r w:rsidRPr="006226FD">
              <w:rPr>
                <w:sz w:val="10"/>
                <w:szCs w:val="10"/>
                <w:highlight w:val="yellow"/>
              </w:rPr>
              <w:t>]</w:t>
            </w:r>
          </w:p>
        </w:tc>
        <w:tc>
          <w:tcPr>
            <w:tcW w:w="1321" w:type="dxa"/>
            <w:tcBorders>
              <w:top w:val="single" w:sz="2" w:space="0" w:color="auto"/>
              <w:left w:val="single" w:sz="2" w:space="0" w:color="auto"/>
              <w:bottom w:val="single" w:sz="2" w:space="0" w:color="auto"/>
              <w:right w:val="nil"/>
            </w:tcBorders>
          </w:tcPr>
          <w:p w14:paraId="7BB64ED5" w14:textId="4996C13A" w:rsidR="00984906" w:rsidRDefault="00270C89" w:rsidP="004D482C">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 xml:space="preserve">[VLOŽÍ ZHOTOVITEL – POZOR VKLÁDÁ SE </w:t>
            </w:r>
            <w:r>
              <w:rPr>
                <w:sz w:val="10"/>
                <w:szCs w:val="10"/>
                <w:highlight w:val="yellow"/>
              </w:rPr>
              <w:t xml:space="preserve">CELKOVÁ </w:t>
            </w:r>
            <w:proofErr w:type="gramStart"/>
            <w:r w:rsidRPr="006226FD">
              <w:rPr>
                <w:sz w:val="10"/>
                <w:szCs w:val="10"/>
                <w:highlight w:val="yellow"/>
              </w:rPr>
              <w:t>CENA</w:t>
            </w:r>
            <w:r>
              <w:rPr>
                <w:sz w:val="10"/>
                <w:szCs w:val="10"/>
                <w:highlight w:val="yellow"/>
              </w:rPr>
              <w:t xml:space="preserve"> </w:t>
            </w:r>
            <w:r w:rsidRPr="006226FD">
              <w:rPr>
                <w:sz w:val="10"/>
                <w:szCs w:val="10"/>
                <w:highlight w:val="yellow"/>
              </w:rPr>
              <w:t>]</w:t>
            </w:r>
            <w:proofErr w:type="gramEnd"/>
          </w:p>
        </w:tc>
      </w:tr>
      <w:tr w:rsidR="00984906" w14:paraId="12CDE7B9" w14:textId="77777777" w:rsidTr="00CF3E8C">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1E2C1F0F" w14:textId="5A45F5EB" w:rsidR="00984906" w:rsidRPr="00CF3E8C" w:rsidRDefault="00CF3E8C" w:rsidP="004D482C">
            <w:pPr>
              <w:pStyle w:val="Tabulka"/>
            </w:pPr>
            <w:r>
              <w:t>2</w:t>
            </w:r>
          </w:p>
        </w:tc>
        <w:tc>
          <w:tcPr>
            <w:tcW w:w="3216" w:type="dxa"/>
            <w:tcBorders>
              <w:top w:val="single" w:sz="2" w:space="0" w:color="auto"/>
              <w:left w:val="single" w:sz="2" w:space="0" w:color="auto"/>
              <w:bottom w:val="single" w:sz="2" w:space="0" w:color="auto"/>
              <w:right w:val="single" w:sz="2" w:space="0" w:color="auto"/>
            </w:tcBorders>
            <w:hideMark/>
          </w:tcPr>
          <w:p w14:paraId="1DB0327B" w14:textId="77777777" w:rsidR="00984906" w:rsidRPr="00CF3E8C" w:rsidRDefault="00984906" w:rsidP="004D482C">
            <w:pPr>
              <w:pStyle w:val="Tabulka"/>
              <w:cnfStyle w:val="000000000000" w:firstRow="0" w:lastRow="0" w:firstColumn="0" w:lastColumn="0" w:oddVBand="0" w:evenVBand="0" w:oddHBand="0" w:evenHBand="0" w:firstRowFirstColumn="0" w:firstRowLastColumn="0" w:lastRowFirstColumn="0" w:lastRowLastColumn="0"/>
            </w:pPr>
            <w:r w:rsidRPr="00CF3E8C">
              <w:t>Textové zprávy</w:t>
            </w:r>
          </w:p>
        </w:tc>
        <w:tc>
          <w:tcPr>
            <w:tcW w:w="977" w:type="dxa"/>
            <w:tcBorders>
              <w:top w:val="single" w:sz="2" w:space="0" w:color="auto"/>
              <w:left w:val="single" w:sz="2" w:space="0" w:color="auto"/>
              <w:bottom w:val="single" w:sz="2" w:space="0" w:color="auto"/>
              <w:right w:val="single" w:sz="2" w:space="0" w:color="auto"/>
            </w:tcBorders>
            <w:hideMark/>
          </w:tcPr>
          <w:p w14:paraId="0B8D5CB9" w14:textId="5F02E4F6" w:rsidR="00984906" w:rsidRPr="00CF3E8C" w:rsidRDefault="00984906" w:rsidP="004D482C">
            <w:pPr>
              <w:pStyle w:val="Tabulka"/>
              <w:cnfStyle w:val="000000000000" w:firstRow="0" w:lastRow="0" w:firstColumn="0" w:lastColumn="0" w:oddVBand="0" w:evenVBand="0" w:oddHBand="0" w:evenHBand="0" w:firstRowFirstColumn="0" w:firstRowLastColumn="0" w:lastRowFirstColumn="0" w:lastRowLastColumn="0"/>
            </w:pPr>
            <w:r w:rsidRPr="00CF3E8C">
              <w:t>hod</w:t>
            </w:r>
          </w:p>
        </w:tc>
        <w:tc>
          <w:tcPr>
            <w:tcW w:w="1005" w:type="dxa"/>
            <w:tcBorders>
              <w:top w:val="single" w:sz="2" w:space="0" w:color="auto"/>
              <w:left w:val="single" w:sz="2" w:space="0" w:color="auto"/>
              <w:bottom w:val="single" w:sz="2" w:space="0" w:color="auto"/>
              <w:right w:val="single" w:sz="2" w:space="0" w:color="auto"/>
            </w:tcBorders>
          </w:tcPr>
          <w:p w14:paraId="492AD5FC" w14:textId="6E9C7FAA" w:rsidR="00984906" w:rsidRDefault="00AE39F5" w:rsidP="004D482C">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[VLOŽÍ ZHOTOVITEL</w:t>
            </w:r>
          </w:p>
        </w:tc>
        <w:tc>
          <w:tcPr>
            <w:tcW w:w="1293" w:type="dxa"/>
            <w:tcBorders>
              <w:top w:val="single" w:sz="2" w:space="0" w:color="auto"/>
              <w:left w:val="single" w:sz="2" w:space="0" w:color="auto"/>
              <w:bottom w:val="single" w:sz="2" w:space="0" w:color="auto"/>
              <w:right w:val="single" w:sz="2" w:space="0" w:color="auto"/>
            </w:tcBorders>
          </w:tcPr>
          <w:p w14:paraId="0B6007E8" w14:textId="3C59A3B5" w:rsidR="00984906" w:rsidRDefault="00270C89" w:rsidP="004D482C">
            <w:pPr>
              <w:pStyle w:val="Tabulka"/>
              <w:cnfStyle w:val="000000000000" w:firstRow="0" w:lastRow="0" w:firstColumn="0" w:lastColumn="0" w:oddVBand="0" w:evenVBand="0" w:oddHBand="0" w:evenHBand="0" w:firstRowFirstColumn="0" w:firstRowLastColumn="0" w:lastRowFirstColumn="0" w:lastRowLastColumn="0"/>
            </w:pPr>
            <w:r>
              <w:rPr>
                <w:sz w:val="10"/>
                <w:szCs w:val="10"/>
                <w:highlight w:val="yellow"/>
              </w:rPr>
              <w:t xml:space="preserve">VLOŽÍ </w:t>
            </w:r>
            <w:r w:rsidRPr="006226FD">
              <w:rPr>
                <w:sz w:val="10"/>
                <w:szCs w:val="10"/>
                <w:highlight w:val="yellow"/>
              </w:rPr>
              <w:t xml:space="preserve">ZHOTOVITEL – POZOR VKLÁDÁ SE JEDNOTKOVÁ CENA ZA </w:t>
            </w:r>
            <w:r>
              <w:rPr>
                <w:sz w:val="10"/>
                <w:szCs w:val="10"/>
                <w:highlight w:val="yellow"/>
              </w:rPr>
              <w:t>HODINU PRÁCE</w:t>
            </w:r>
            <w:r w:rsidRPr="006226FD">
              <w:rPr>
                <w:sz w:val="10"/>
                <w:szCs w:val="10"/>
                <w:highlight w:val="yellow"/>
              </w:rPr>
              <w:t>]</w:t>
            </w:r>
          </w:p>
        </w:tc>
        <w:tc>
          <w:tcPr>
            <w:tcW w:w="1321" w:type="dxa"/>
            <w:tcBorders>
              <w:top w:val="single" w:sz="2" w:space="0" w:color="auto"/>
              <w:left w:val="single" w:sz="2" w:space="0" w:color="auto"/>
              <w:bottom w:val="single" w:sz="2" w:space="0" w:color="auto"/>
              <w:right w:val="nil"/>
            </w:tcBorders>
          </w:tcPr>
          <w:p w14:paraId="7E1BFD35" w14:textId="3D497E00" w:rsidR="00984906" w:rsidRDefault="00270C89" w:rsidP="004D482C">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 xml:space="preserve">[VLOŽÍ ZHOTOVITEL – POZOR VKLÁDÁ SE </w:t>
            </w:r>
            <w:r>
              <w:rPr>
                <w:sz w:val="10"/>
                <w:szCs w:val="10"/>
                <w:highlight w:val="yellow"/>
              </w:rPr>
              <w:t xml:space="preserve">CELKOVÁ </w:t>
            </w:r>
            <w:proofErr w:type="gramStart"/>
            <w:r w:rsidRPr="006226FD">
              <w:rPr>
                <w:sz w:val="10"/>
                <w:szCs w:val="10"/>
                <w:highlight w:val="yellow"/>
              </w:rPr>
              <w:t>CENA</w:t>
            </w:r>
            <w:r>
              <w:rPr>
                <w:sz w:val="10"/>
                <w:szCs w:val="10"/>
                <w:highlight w:val="yellow"/>
              </w:rPr>
              <w:t xml:space="preserve"> </w:t>
            </w:r>
            <w:r w:rsidRPr="006226FD">
              <w:rPr>
                <w:sz w:val="10"/>
                <w:szCs w:val="10"/>
                <w:highlight w:val="yellow"/>
              </w:rPr>
              <w:t>]</w:t>
            </w:r>
            <w:proofErr w:type="gramEnd"/>
          </w:p>
        </w:tc>
      </w:tr>
      <w:tr w:rsidR="00984906" w14:paraId="3C8E70BF" w14:textId="77777777" w:rsidTr="00CF3E8C">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003F554A" w14:textId="71B4B69A" w:rsidR="00984906" w:rsidRPr="00CF3E8C" w:rsidRDefault="00CF3E8C" w:rsidP="004D482C">
            <w:pPr>
              <w:pStyle w:val="Tabulka"/>
            </w:pPr>
            <w:r>
              <w:t>3</w:t>
            </w:r>
          </w:p>
        </w:tc>
        <w:tc>
          <w:tcPr>
            <w:tcW w:w="3216" w:type="dxa"/>
            <w:tcBorders>
              <w:top w:val="single" w:sz="2" w:space="0" w:color="auto"/>
              <w:left w:val="single" w:sz="2" w:space="0" w:color="auto"/>
              <w:bottom w:val="single" w:sz="2" w:space="0" w:color="auto"/>
              <w:right w:val="single" w:sz="2" w:space="0" w:color="auto"/>
            </w:tcBorders>
            <w:hideMark/>
          </w:tcPr>
          <w:p w14:paraId="18B7AA63" w14:textId="77777777" w:rsidR="00984906" w:rsidRPr="00CF3E8C" w:rsidRDefault="00984906" w:rsidP="004D482C">
            <w:pPr>
              <w:pStyle w:val="Tabulka"/>
              <w:cnfStyle w:val="000000000000" w:firstRow="0" w:lastRow="0" w:firstColumn="0" w:lastColumn="0" w:oddVBand="0" w:evenVBand="0" w:oddHBand="0" w:evenHBand="0" w:firstRowFirstColumn="0" w:firstRowLastColumn="0" w:lastRowFirstColumn="0" w:lastRowLastColumn="0"/>
            </w:pPr>
            <w:r w:rsidRPr="00CF3E8C">
              <w:t>Výkresová dokumentace</w:t>
            </w:r>
          </w:p>
        </w:tc>
        <w:tc>
          <w:tcPr>
            <w:tcW w:w="977" w:type="dxa"/>
            <w:tcBorders>
              <w:top w:val="single" w:sz="2" w:space="0" w:color="auto"/>
              <w:left w:val="single" w:sz="2" w:space="0" w:color="auto"/>
              <w:bottom w:val="single" w:sz="2" w:space="0" w:color="auto"/>
              <w:right w:val="single" w:sz="2" w:space="0" w:color="auto"/>
            </w:tcBorders>
            <w:hideMark/>
          </w:tcPr>
          <w:p w14:paraId="59105BC6" w14:textId="390ED213" w:rsidR="00984906" w:rsidRPr="00CF3E8C" w:rsidRDefault="00984906" w:rsidP="004D482C">
            <w:pPr>
              <w:pStyle w:val="Tabulka"/>
              <w:cnfStyle w:val="000000000000" w:firstRow="0" w:lastRow="0" w:firstColumn="0" w:lastColumn="0" w:oddVBand="0" w:evenVBand="0" w:oddHBand="0" w:evenHBand="0" w:firstRowFirstColumn="0" w:firstRowLastColumn="0" w:lastRowFirstColumn="0" w:lastRowLastColumn="0"/>
            </w:pPr>
            <w:r w:rsidRPr="00CF3E8C">
              <w:t>hod</w:t>
            </w:r>
          </w:p>
        </w:tc>
        <w:tc>
          <w:tcPr>
            <w:tcW w:w="1005" w:type="dxa"/>
            <w:tcBorders>
              <w:top w:val="single" w:sz="2" w:space="0" w:color="auto"/>
              <w:left w:val="single" w:sz="2" w:space="0" w:color="auto"/>
              <w:bottom w:val="single" w:sz="2" w:space="0" w:color="auto"/>
              <w:right w:val="single" w:sz="2" w:space="0" w:color="auto"/>
            </w:tcBorders>
          </w:tcPr>
          <w:p w14:paraId="639DB1E5" w14:textId="256E40BF" w:rsidR="00984906" w:rsidRDefault="00AE39F5" w:rsidP="004D482C">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[VLOŽÍ ZHOTOVITEL</w:t>
            </w:r>
          </w:p>
        </w:tc>
        <w:tc>
          <w:tcPr>
            <w:tcW w:w="1293" w:type="dxa"/>
            <w:tcBorders>
              <w:top w:val="single" w:sz="2" w:space="0" w:color="auto"/>
              <w:left w:val="single" w:sz="2" w:space="0" w:color="auto"/>
              <w:bottom w:val="single" w:sz="2" w:space="0" w:color="auto"/>
              <w:right w:val="single" w:sz="2" w:space="0" w:color="auto"/>
            </w:tcBorders>
          </w:tcPr>
          <w:p w14:paraId="33BE90FC" w14:textId="1CE20014" w:rsidR="00984906" w:rsidRDefault="00270C89" w:rsidP="004D482C">
            <w:pPr>
              <w:pStyle w:val="Tabulka"/>
              <w:cnfStyle w:val="000000000000" w:firstRow="0" w:lastRow="0" w:firstColumn="0" w:lastColumn="0" w:oddVBand="0" w:evenVBand="0" w:oddHBand="0" w:evenHBand="0" w:firstRowFirstColumn="0" w:firstRowLastColumn="0" w:lastRowFirstColumn="0" w:lastRowLastColumn="0"/>
            </w:pPr>
            <w:r>
              <w:rPr>
                <w:sz w:val="10"/>
                <w:szCs w:val="10"/>
                <w:highlight w:val="yellow"/>
              </w:rPr>
              <w:t xml:space="preserve">VLOŽÍ </w:t>
            </w:r>
            <w:r w:rsidRPr="006226FD">
              <w:rPr>
                <w:sz w:val="10"/>
                <w:szCs w:val="10"/>
                <w:highlight w:val="yellow"/>
              </w:rPr>
              <w:t xml:space="preserve">ZHOTOVITEL – POZOR VKLÁDÁ SE JEDNOTKOVÁ CENA ZA </w:t>
            </w:r>
            <w:r>
              <w:rPr>
                <w:sz w:val="10"/>
                <w:szCs w:val="10"/>
                <w:highlight w:val="yellow"/>
              </w:rPr>
              <w:t>HODINU PRÁCE</w:t>
            </w:r>
            <w:r w:rsidRPr="006226FD">
              <w:rPr>
                <w:sz w:val="10"/>
                <w:szCs w:val="10"/>
                <w:highlight w:val="yellow"/>
              </w:rPr>
              <w:t>]</w:t>
            </w:r>
          </w:p>
        </w:tc>
        <w:tc>
          <w:tcPr>
            <w:tcW w:w="1321" w:type="dxa"/>
            <w:tcBorders>
              <w:top w:val="single" w:sz="2" w:space="0" w:color="auto"/>
              <w:left w:val="single" w:sz="2" w:space="0" w:color="auto"/>
              <w:bottom w:val="single" w:sz="2" w:space="0" w:color="auto"/>
              <w:right w:val="nil"/>
            </w:tcBorders>
          </w:tcPr>
          <w:p w14:paraId="30CCD184" w14:textId="6B1548BA" w:rsidR="00984906" w:rsidRDefault="00270C89" w:rsidP="004D482C">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 xml:space="preserve">[VLOŽÍ ZHOTOVITEL – POZOR VKLÁDÁ SE </w:t>
            </w:r>
            <w:r>
              <w:rPr>
                <w:sz w:val="10"/>
                <w:szCs w:val="10"/>
                <w:highlight w:val="yellow"/>
              </w:rPr>
              <w:t xml:space="preserve">CELKOVÁ </w:t>
            </w:r>
            <w:proofErr w:type="gramStart"/>
            <w:r w:rsidRPr="006226FD">
              <w:rPr>
                <w:sz w:val="10"/>
                <w:szCs w:val="10"/>
                <w:highlight w:val="yellow"/>
              </w:rPr>
              <w:t>CENA</w:t>
            </w:r>
            <w:r>
              <w:rPr>
                <w:sz w:val="10"/>
                <w:szCs w:val="10"/>
                <w:highlight w:val="yellow"/>
              </w:rPr>
              <w:t xml:space="preserve"> </w:t>
            </w:r>
            <w:r w:rsidRPr="006226FD">
              <w:rPr>
                <w:sz w:val="10"/>
                <w:szCs w:val="10"/>
                <w:highlight w:val="yellow"/>
              </w:rPr>
              <w:t>]</w:t>
            </w:r>
            <w:proofErr w:type="gramEnd"/>
          </w:p>
        </w:tc>
      </w:tr>
      <w:tr w:rsidR="00984906" w14:paraId="75DA2E37" w14:textId="77777777" w:rsidTr="00CF3E8C">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62D58591" w14:textId="24FA61F9" w:rsidR="00984906" w:rsidRPr="00CF3E8C" w:rsidRDefault="00CF3E8C" w:rsidP="004D482C">
            <w:pPr>
              <w:pStyle w:val="Tabulka"/>
            </w:pPr>
            <w:r>
              <w:t>4</w:t>
            </w:r>
          </w:p>
        </w:tc>
        <w:tc>
          <w:tcPr>
            <w:tcW w:w="3216" w:type="dxa"/>
            <w:tcBorders>
              <w:top w:val="single" w:sz="2" w:space="0" w:color="auto"/>
              <w:left w:val="single" w:sz="2" w:space="0" w:color="auto"/>
              <w:bottom w:val="single" w:sz="2" w:space="0" w:color="auto"/>
              <w:right w:val="single" w:sz="2" w:space="0" w:color="auto"/>
            </w:tcBorders>
            <w:hideMark/>
          </w:tcPr>
          <w:p w14:paraId="3471F9E6" w14:textId="77777777" w:rsidR="00984906" w:rsidRPr="00CF3E8C" w:rsidRDefault="00984906" w:rsidP="004D482C">
            <w:pPr>
              <w:pStyle w:val="Tabulka"/>
              <w:cnfStyle w:val="000000000000" w:firstRow="0" w:lastRow="0" w:firstColumn="0" w:lastColumn="0" w:oddVBand="0" w:evenVBand="0" w:oddHBand="0" w:evenHBand="0" w:firstRowFirstColumn="0" w:firstRowLastColumn="0" w:lastRowFirstColumn="0" w:lastRowLastColumn="0"/>
            </w:pPr>
            <w:r w:rsidRPr="00CF3E8C">
              <w:t>Geodetická příloha</w:t>
            </w:r>
          </w:p>
        </w:tc>
        <w:tc>
          <w:tcPr>
            <w:tcW w:w="977" w:type="dxa"/>
            <w:tcBorders>
              <w:top w:val="single" w:sz="2" w:space="0" w:color="auto"/>
              <w:left w:val="single" w:sz="2" w:space="0" w:color="auto"/>
              <w:bottom w:val="single" w:sz="2" w:space="0" w:color="auto"/>
              <w:right w:val="single" w:sz="2" w:space="0" w:color="auto"/>
            </w:tcBorders>
            <w:hideMark/>
          </w:tcPr>
          <w:p w14:paraId="138CB2EA" w14:textId="40487474" w:rsidR="00984906" w:rsidRPr="00CF3E8C" w:rsidRDefault="00984906" w:rsidP="004D482C">
            <w:pPr>
              <w:pStyle w:val="Tabulka"/>
              <w:cnfStyle w:val="000000000000" w:firstRow="0" w:lastRow="0" w:firstColumn="0" w:lastColumn="0" w:oddVBand="0" w:evenVBand="0" w:oddHBand="0" w:evenHBand="0" w:firstRowFirstColumn="0" w:firstRowLastColumn="0" w:lastRowFirstColumn="0" w:lastRowLastColumn="0"/>
            </w:pPr>
            <w:r w:rsidRPr="00CF3E8C">
              <w:t>hod</w:t>
            </w:r>
          </w:p>
        </w:tc>
        <w:tc>
          <w:tcPr>
            <w:tcW w:w="1005" w:type="dxa"/>
            <w:tcBorders>
              <w:top w:val="single" w:sz="2" w:space="0" w:color="auto"/>
              <w:left w:val="single" w:sz="2" w:space="0" w:color="auto"/>
              <w:bottom w:val="single" w:sz="2" w:space="0" w:color="auto"/>
              <w:right w:val="single" w:sz="2" w:space="0" w:color="auto"/>
            </w:tcBorders>
          </w:tcPr>
          <w:p w14:paraId="17B883FE" w14:textId="0CE5A439" w:rsidR="00984906" w:rsidRDefault="00AE39F5" w:rsidP="004D482C">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[VLOŽÍ ZHOTOVITEL</w:t>
            </w:r>
          </w:p>
        </w:tc>
        <w:tc>
          <w:tcPr>
            <w:tcW w:w="1293" w:type="dxa"/>
            <w:tcBorders>
              <w:top w:val="single" w:sz="2" w:space="0" w:color="auto"/>
              <w:left w:val="single" w:sz="2" w:space="0" w:color="auto"/>
              <w:bottom w:val="single" w:sz="2" w:space="0" w:color="auto"/>
              <w:right w:val="single" w:sz="2" w:space="0" w:color="auto"/>
            </w:tcBorders>
          </w:tcPr>
          <w:p w14:paraId="1CAC579B" w14:textId="6E466868" w:rsidR="00984906" w:rsidRDefault="00270C89" w:rsidP="004D482C">
            <w:pPr>
              <w:pStyle w:val="Tabulka"/>
              <w:cnfStyle w:val="000000000000" w:firstRow="0" w:lastRow="0" w:firstColumn="0" w:lastColumn="0" w:oddVBand="0" w:evenVBand="0" w:oddHBand="0" w:evenHBand="0" w:firstRowFirstColumn="0" w:firstRowLastColumn="0" w:lastRowFirstColumn="0" w:lastRowLastColumn="0"/>
            </w:pPr>
            <w:r>
              <w:rPr>
                <w:sz w:val="10"/>
                <w:szCs w:val="10"/>
                <w:highlight w:val="yellow"/>
              </w:rPr>
              <w:t xml:space="preserve">VLOŽÍ </w:t>
            </w:r>
            <w:r w:rsidRPr="006226FD">
              <w:rPr>
                <w:sz w:val="10"/>
                <w:szCs w:val="10"/>
                <w:highlight w:val="yellow"/>
              </w:rPr>
              <w:t xml:space="preserve">ZHOTOVITEL – POZOR VKLÁDÁ SE JEDNOTKOVÁ CENA ZA </w:t>
            </w:r>
            <w:r>
              <w:rPr>
                <w:sz w:val="10"/>
                <w:szCs w:val="10"/>
                <w:highlight w:val="yellow"/>
              </w:rPr>
              <w:t>HODINU PRÁCE</w:t>
            </w:r>
            <w:r w:rsidRPr="006226FD">
              <w:rPr>
                <w:sz w:val="10"/>
                <w:szCs w:val="10"/>
                <w:highlight w:val="yellow"/>
              </w:rPr>
              <w:t>]</w:t>
            </w:r>
          </w:p>
        </w:tc>
        <w:tc>
          <w:tcPr>
            <w:tcW w:w="1321" w:type="dxa"/>
            <w:tcBorders>
              <w:top w:val="single" w:sz="2" w:space="0" w:color="auto"/>
              <w:left w:val="single" w:sz="2" w:space="0" w:color="auto"/>
              <w:bottom w:val="single" w:sz="2" w:space="0" w:color="auto"/>
              <w:right w:val="nil"/>
            </w:tcBorders>
          </w:tcPr>
          <w:p w14:paraId="1AA98EDB" w14:textId="07E42920" w:rsidR="00984906" w:rsidRDefault="00270C89" w:rsidP="004D482C">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 xml:space="preserve">[VLOŽÍ ZHOTOVITEL – POZOR VKLÁDÁ SE </w:t>
            </w:r>
            <w:r>
              <w:rPr>
                <w:sz w:val="10"/>
                <w:szCs w:val="10"/>
                <w:highlight w:val="yellow"/>
              </w:rPr>
              <w:t xml:space="preserve">CELKOVÁ </w:t>
            </w:r>
            <w:proofErr w:type="gramStart"/>
            <w:r w:rsidRPr="006226FD">
              <w:rPr>
                <w:sz w:val="10"/>
                <w:szCs w:val="10"/>
                <w:highlight w:val="yellow"/>
              </w:rPr>
              <w:t>CENA</w:t>
            </w:r>
            <w:r>
              <w:rPr>
                <w:sz w:val="10"/>
                <w:szCs w:val="10"/>
                <w:highlight w:val="yellow"/>
              </w:rPr>
              <w:t xml:space="preserve"> </w:t>
            </w:r>
            <w:r w:rsidRPr="006226FD">
              <w:rPr>
                <w:sz w:val="10"/>
                <w:szCs w:val="10"/>
                <w:highlight w:val="yellow"/>
              </w:rPr>
              <w:t>]</w:t>
            </w:r>
            <w:proofErr w:type="gramEnd"/>
          </w:p>
        </w:tc>
      </w:tr>
      <w:tr w:rsidR="00984906" w14:paraId="19CCB985" w14:textId="77777777" w:rsidTr="00CF3E8C">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4E2BD8D5" w14:textId="2A051B79" w:rsidR="00984906" w:rsidRPr="00CF3E8C" w:rsidRDefault="00CF3E8C" w:rsidP="004D482C">
            <w:pPr>
              <w:pStyle w:val="Tabulka"/>
            </w:pPr>
            <w:r>
              <w:t>5</w:t>
            </w:r>
          </w:p>
        </w:tc>
        <w:tc>
          <w:tcPr>
            <w:tcW w:w="3216" w:type="dxa"/>
            <w:tcBorders>
              <w:top w:val="single" w:sz="2" w:space="0" w:color="auto"/>
              <w:left w:val="single" w:sz="2" w:space="0" w:color="auto"/>
              <w:bottom w:val="single" w:sz="2" w:space="0" w:color="auto"/>
              <w:right w:val="single" w:sz="2" w:space="0" w:color="auto"/>
            </w:tcBorders>
            <w:hideMark/>
          </w:tcPr>
          <w:p w14:paraId="032A501B" w14:textId="14A3F060" w:rsidR="00984906" w:rsidRPr="00CF3E8C" w:rsidRDefault="00984906" w:rsidP="004D482C">
            <w:pPr>
              <w:pStyle w:val="Tabulka"/>
              <w:cnfStyle w:val="000000000000" w:firstRow="0" w:lastRow="0" w:firstColumn="0" w:lastColumn="0" w:oddVBand="0" w:evenVBand="0" w:oddHBand="0" w:evenHBand="0" w:firstRowFirstColumn="0" w:firstRowLastColumn="0" w:lastRowFirstColumn="0" w:lastRowLastColumn="0"/>
            </w:pPr>
            <w:r w:rsidRPr="00CF3E8C">
              <w:t>Inženýrská činnost</w:t>
            </w:r>
          </w:p>
        </w:tc>
        <w:tc>
          <w:tcPr>
            <w:tcW w:w="977" w:type="dxa"/>
            <w:tcBorders>
              <w:top w:val="single" w:sz="2" w:space="0" w:color="auto"/>
              <w:left w:val="single" w:sz="2" w:space="0" w:color="auto"/>
              <w:bottom w:val="single" w:sz="2" w:space="0" w:color="auto"/>
              <w:right w:val="single" w:sz="2" w:space="0" w:color="auto"/>
            </w:tcBorders>
            <w:hideMark/>
          </w:tcPr>
          <w:p w14:paraId="094FBE6E" w14:textId="75E6E14C" w:rsidR="00984906" w:rsidRPr="00CF3E8C" w:rsidRDefault="00984906" w:rsidP="004D482C">
            <w:pPr>
              <w:pStyle w:val="Tabulka"/>
              <w:cnfStyle w:val="000000000000" w:firstRow="0" w:lastRow="0" w:firstColumn="0" w:lastColumn="0" w:oddVBand="0" w:evenVBand="0" w:oddHBand="0" w:evenHBand="0" w:firstRowFirstColumn="0" w:firstRowLastColumn="0" w:lastRowFirstColumn="0" w:lastRowLastColumn="0"/>
            </w:pPr>
            <w:r w:rsidRPr="00CF3E8C">
              <w:t>hod</w:t>
            </w:r>
          </w:p>
        </w:tc>
        <w:tc>
          <w:tcPr>
            <w:tcW w:w="1005" w:type="dxa"/>
            <w:tcBorders>
              <w:top w:val="single" w:sz="2" w:space="0" w:color="auto"/>
              <w:left w:val="single" w:sz="2" w:space="0" w:color="auto"/>
              <w:bottom w:val="single" w:sz="2" w:space="0" w:color="auto"/>
              <w:right w:val="single" w:sz="2" w:space="0" w:color="auto"/>
            </w:tcBorders>
          </w:tcPr>
          <w:p w14:paraId="5349324B" w14:textId="3DE50D80" w:rsidR="00984906" w:rsidRDefault="00AE39F5" w:rsidP="004D482C">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[VLOŽÍ ZHOTOVITEL</w:t>
            </w:r>
          </w:p>
        </w:tc>
        <w:tc>
          <w:tcPr>
            <w:tcW w:w="1293" w:type="dxa"/>
            <w:tcBorders>
              <w:top w:val="single" w:sz="2" w:space="0" w:color="auto"/>
              <w:left w:val="single" w:sz="2" w:space="0" w:color="auto"/>
              <w:bottom w:val="single" w:sz="2" w:space="0" w:color="auto"/>
              <w:right w:val="single" w:sz="2" w:space="0" w:color="auto"/>
            </w:tcBorders>
          </w:tcPr>
          <w:p w14:paraId="3A1B37C9" w14:textId="3C23F540" w:rsidR="00984906" w:rsidRDefault="00270C89" w:rsidP="004D482C">
            <w:pPr>
              <w:pStyle w:val="Tabulka"/>
              <w:cnfStyle w:val="000000000000" w:firstRow="0" w:lastRow="0" w:firstColumn="0" w:lastColumn="0" w:oddVBand="0" w:evenVBand="0" w:oddHBand="0" w:evenHBand="0" w:firstRowFirstColumn="0" w:firstRowLastColumn="0" w:lastRowFirstColumn="0" w:lastRowLastColumn="0"/>
            </w:pPr>
            <w:r>
              <w:rPr>
                <w:sz w:val="10"/>
                <w:szCs w:val="10"/>
                <w:highlight w:val="yellow"/>
              </w:rPr>
              <w:t xml:space="preserve">VLOŽÍ </w:t>
            </w:r>
            <w:r w:rsidRPr="006226FD">
              <w:rPr>
                <w:sz w:val="10"/>
                <w:szCs w:val="10"/>
                <w:highlight w:val="yellow"/>
              </w:rPr>
              <w:t xml:space="preserve">ZHOTOVITEL – POZOR VKLÁDÁ SE JEDNOTKOVÁ CENA ZA </w:t>
            </w:r>
            <w:r>
              <w:rPr>
                <w:sz w:val="10"/>
                <w:szCs w:val="10"/>
                <w:highlight w:val="yellow"/>
              </w:rPr>
              <w:t>HODINU PRÁCE</w:t>
            </w:r>
            <w:r w:rsidRPr="006226FD">
              <w:rPr>
                <w:sz w:val="10"/>
                <w:szCs w:val="10"/>
                <w:highlight w:val="yellow"/>
              </w:rPr>
              <w:t>]</w:t>
            </w:r>
          </w:p>
        </w:tc>
        <w:tc>
          <w:tcPr>
            <w:tcW w:w="1321" w:type="dxa"/>
            <w:tcBorders>
              <w:top w:val="single" w:sz="2" w:space="0" w:color="auto"/>
              <w:left w:val="single" w:sz="2" w:space="0" w:color="auto"/>
              <w:bottom w:val="single" w:sz="2" w:space="0" w:color="auto"/>
              <w:right w:val="nil"/>
            </w:tcBorders>
          </w:tcPr>
          <w:p w14:paraId="4137EEB0" w14:textId="17065DCB" w:rsidR="00984906" w:rsidRDefault="00270C89" w:rsidP="004D482C">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 xml:space="preserve">[VLOŽÍ ZHOTOVITEL – POZOR VKLÁDÁ SE </w:t>
            </w:r>
            <w:r>
              <w:rPr>
                <w:sz w:val="10"/>
                <w:szCs w:val="10"/>
                <w:highlight w:val="yellow"/>
              </w:rPr>
              <w:t xml:space="preserve">CELKOVÁ </w:t>
            </w:r>
            <w:proofErr w:type="gramStart"/>
            <w:r w:rsidRPr="006226FD">
              <w:rPr>
                <w:sz w:val="10"/>
                <w:szCs w:val="10"/>
                <w:highlight w:val="yellow"/>
              </w:rPr>
              <w:t>CENA</w:t>
            </w:r>
            <w:r>
              <w:rPr>
                <w:sz w:val="10"/>
                <w:szCs w:val="10"/>
                <w:highlight w:val="yellow"/>
              </w:rPr>
              <w:t xml:space="preserve"> </w:t>
            </w:r>
            <w:r w:rsidRPr="006226FD">
              <w:rPr>
                <w:sz w:val="10"/>
                <w:szCs w:val="10"/>
                <w:highlight w:val="yellow"/>
              </w:rPr>
              <w:t>]</w:t>
            </w:r>
            <w:proofErr w:type="gramEnd"/>
          </w:p>
        </w:tc>
      </w:tr>
      <w:tr w:rsidR="00145D71" w14:paraId="668E76C2" w14:textId="77777777" w:rsidTr="00CF3E8C">
        <w:tc>
          <w:tcPr>
            <w:cnfStyle w:val="001000000000" w:firstRow="0" w:lastRow="0" w:firstColumn="1" w:lastColumn="0" w:oddVBand="0" w:evenVBand="0" w:oddHBand="0" w:evenHBand="0" w:firstRowFirstColumn="0" w:firstRowLastColumn="0" w:lastRowFirstColumn="0" w:lastRowLastColumn="0"/>
            <w:tcW w:w="4134" w:type="dxa"/>
            <w:gridSpan w:val="2"/>
            <w:tcBorders>
              <w:top w:val="single" w:sz="2" w:space="0" w:color="auto"/>
              <w:left w:val="nil"/>
              <w:bottom w:val="nil"/>
              <w:right w:val="nil"/>
            </w:tcBorders>
            <w:shd w:val="clear" w:color="auto" w:fill="D9D9D9" w:themeFill="background1" w:themeFillShade="D9"/>
            <w:hideMark/>
          </w:tcPr>
          <w:p w14:paraId="5DF5E627" w14:textId="77777777" w:rsidR="00984906" w:rsidRPr="00540C69" w:rsidRDefault="00984906" w:rsidP="004D482C">
            <w:pPr>
              <w:pStyle w:val="Tabulka"/>
              <w:rPr>
                <w:b/>
              </w:rPr>
            </w:pPr>
            <w:r w:rsidRPr="00540C69">
              <w:rPr>
                <w:b/>
              </w:rPr>
              <w:t>Celkem za služby:</w:t>
            </w:r>
          </w:p>
        </w:tc>
        <w:tc>
          <w:tcPr>
            <w:tcW w:w="977" w:type="dxa"/>
            <w:tcBorders>
              <w:top w:val="single" w:sz="2" w:space="0" w:color="auto"/>
              <w:left w:val="nil"/>
              <w:bottom w:val="nil"/>
              <w:right w:val="nil"/>
            </w:tcBorders>
            <w:shd w:val="clear" w:color="auto" w:fill="D9D9D9" w:themeFill="background1" w:themeFillShade="D9"/>
          </w:tcPr>
          <w:p w14:paraId="3D8B40E8" w14:textId="787C4D87" w:rsidR="00984906" w:rsidRDefault="00984906" w:rsidP="004D482C">
            <w:pPr>
              <w:pStyle w:val="Tabulka"/>
              <w:cnfStyle w:val="000000000000" w:firstRow="0" w:lastRow="0" w:firstColumn="0" w:lastColumn="0" w:oddVBand="0" w:evenVBand="0" w:oddHBand="0" w:evenHBand="0" w:firstRowFirstColumn="0" w:firstRowLastColumn="0" w:lastRowFirstColumn="0" w:lastRowLastColumn="0"/>
            </w:pPr>
          </w:p>
        </w:tc>
        <w:tc>
          <w:tcPr>
            <w:tcW w:w="1005" w:type="dxa"/>
            <w:tcBorders>
              <w:top w:val="single" w:sz="2" w:space="0" w:color="auto"/>
              <w:left w:val="nil"/>
              <w:bottom w:val="nil"/>
              <w:right w:val="nil"/>
            </w:tcBorders>
            <w:shd w:val="clear" w:color="auto" w:fill="D9D9D9" w:themeFill="background1" w:themeFillShade="D9"/>
          </w:tcPr>
          <w:p w14:paraId="2245DCD9" w14:textId="77777777" w:rsidR="00984906" w:rsidRDefault="00984906" w:rsidP="004D482C">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nil"/>
              <w:bottom w:val="nil"/>
              <w:right w:val="single" w:sz="2" w:space="0" w:color="auto"/>
            </w:tcBorders>
            <w:shd w:val="clear" w:color="auto" w:fill="D9D9D9" w:themeFill="background1" w:themeFillShade="D9"/>
          </w:tcPr>
          <w:p w14:paraId="6D363F21" w14:textId="77777777" w:rsidR="00984906" w:rsidRDefault="00984906" w:rsidP="004D482C">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nil"/>
              <w:right w:val="nil"/>
            </w:tcBorders>
            <w:shd w:val="clear" w:color="auto" w:fill="D9D9D9" w:themeFill="background1" w:themeFillShade="D9"/>
          </w:tcPr>
          <w:p w14:paraId="5520CE12" w14:textId="59E7AD86" w:rsidR="00984906" w:rsidRPr="00117275" w:rsidRDefault="00270C89" w:rsidP="004D482C">
            <w:pPr>
              <w:pStyle w:val="Tabulka"/>
              <w:cnfStyle w:val="000000000000" w:firstRow="0" w:lastRow="0" w:firstColumn="0" w:lastColumn="0" w:oddVBand="0" w:evenVBand="0" w:oddHBand="0" w:evenHBand="0" w:firstRowFirstColumn="0" w:firstRowLastColumn="0" w:lastRowFirstColumn="0" w:lastRowLastColumn="0"/>
              <w:rPr>
                <w:b/>
              </w:rPr>
            </w:pPr>
            <w:r w:rsidRPr="006226FD">
              <w:rPr>
                <w:sz w:val="10"/>
                <w:szCs w:val="10"/>
                <w:highlight w:val="yellow"/>
              </w:rPr>
              <w:t>VLOŽÍ ZHOTOVITEL]</w:t>
            </w:r>
          </w:p>
        </w:tc>
      </w:tr>
    </w:tbl>
    <w:p w14:paraId="16F4BF52" w14:textId="6F6E1ECB" w:rsidR="0032463E" w:rsidRDefault="0032463E" w:rsidP="004D482C">
      <w:pPr>
        <w:pStyle w:val="Textbezslovn"/>
        <w:ind w:left="142"/>
      </w:pPr>
    </w:p>
    <w:p w14:paraId="387CD15D" w14:textId="77777777" w:rsidR="0065340E" w:rsidRDefault="0065340E" w:rsidP="004D482C">
      <w:pPr>
        <w:pStyle w:val="Textbezslovn"/>
        <w:ind w:left="0"/>
      </w:pPr>
      <w:r>
        <w:t>Všechny ceny jsou uvedené v Kč bez DPH.</w:t>
      </w:r>
    </w:p>
    <w:p w14:paraId="590709CF" w14:textId="0611706C" w:rsidR="00A37B40" w:rsidRDefault="00A37B40" w:rsidP="004D482C">
      <w:pPr>
        <w:pStyle w:val="Textbezodsazen"/>
      </w:pPr>
    </w:p>
    <w:p w14:paraId="6D57A32D" w14:textId="11B33CED" w:rsidR="003225EE" w:rsidRDefault="003225EE" w:rsidP="004D482C">
      <w:pPr>
        <w:pStyle w:val="Textbezodsazen"/>
        <w:rPr>
          <w:b/>
          <w:bCs/>
        </w:rPr>
      </w:pPr>
      <w:r>
        <w:rPr>
          <w:b/>
          <w:bCs/>
        </w:rPr>
        <w:t>Cena díla celkem</w:t>
      </w:r>
    </w:p>
    <w:tbl>
      <w:tblPr>
        <w:tblStyle w:val="Tabulka10"/>
        <w:tblW w:w="8704" w:type="dxa"/>
        <w:tblInd w:w="85" w:type="dxa"/>
        <w:tblBorders>
          <w:top w:val="single" w:sz="2" w:space="0" w:color="auto"/>
          <w:bottom w:val="single" w:sz="2" w:space="0" w:color="auto"/>
        </w:tblBorders>
        <w:tblLayout w:type="fixed"/>
        <w:tblCellMar>
          <w:top w:w="28" w:type="dxa"/>
          <w:left w:w="85" w:type="dxa"/>
          <w:bottom w:w="28" w:type="dxa"/>
          <w:right w:w="85" w:type="dxa"/>
        </w:tblCellMar>
        <w:tblLook w:val="04A0" w:firstRow="1" w:lastRow="0" w:firstColumn="1" w:lastColumn="0" w:noHBand="0" w:noVBand="1"/>
      </w:tblPr>
      <w:tblGrid>
        <w:gridCol w:w="2750"/>
        <w:gridCol w:w="2835"/>
        <w:gridCol w:w="3119"/>
      </w:tblGrid>
      <w:tr w:rsidR="003225EE" w14:paraId="6E65BE84" w14:textId="77777777" w:rsidTr="003225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50"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14:paraId="561BEA29" w14:textId="67310A20" w:rsidR="003225EE" w:rsidRDefault="003225EE" w:rsidP="004D482C">
            <w:pPr>
              <w:pStyle w:val="Tabulka"/>
              <w:rPr>
                <w:rStyle w:val="Tun"/>
                <w:sz w:val="16"/>
                <w:szCs w:val="16"/>
              </w:rPr>
            </w:pPr>
            <w:r>
              <w:rPr>
                <w:rStyle w:val="Tun"/>
                <w:sz w:val="16"/>
                <w:szCs w:val="16"/>
              </w:rPr>
              <w:t>Cena díla bez DPH</w:t>
            </w:r>
          </w:p>
        </w:tc>
        <w:tc>
          <w:tcPr>
            <w:tcW w:w="2835"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14:paraId="07F307A1" w14:textId="640A52F0" w:rsidR="003225EE" w:rsidRDefault="003225EE" w:rsidP="004D482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DPH</w:t>
            </w:r>
          </w:p>
        </w:tc>
        <w:tc>
          <w:tcPr>
            <w:tcW w:w="3119"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14:paraId="11787213" w14:textId="3135183F" w:rsidR="003225EE" w:rsidRDefault="003225EE" w:rsidP="004D482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Cena díla s DPH</w:t>
            </w:r>
          </w:p>
        </w:tc>
      </w:tr>
      <w:tr w:rsidR="003225EE" w14:paraId="3D4B64B1" w14:textId="77777777" w:rsidTr="003225EE">
        <w:tc>
          <w:tcPr>
            <w:cnfStyle w:val="001000000000" w:firstRow="0" w:lastRow="0" w:firstColumn="1" w:lastColumn="0" w:oddVBand="0" w:evenVBand="0" w:oddHBand="0" w:evenHBand="0" w:firstRowFirstColumn="0" w:firstRowLastColumn="0" w:lastRowFirstColumn="0" w:lastRowLastColumn="0"/>
            <w:tcW w:w="2750" w:type="dxa"/>
            <w:hideMark/>
          </w:tcPr>
          <w:p w14:paraId="504AC8AF" w14:textId="21E9CFED" w:rsidR="003225EE" w:rsidRPr="00550911" w:rsidRDefault="00270C89" w:rsidP="004D482C">
            <w:pPr>
              <w:pStyle w:val="Tabulka"/>
              <w:rPr>
                <w:highlight w:val="green"/>
              </w:rPr>
            </w:pPr>
            <w:r w:rsidRPr="006226FD">
              <w:rPr>
                <w:sz w:val="10"/>
                <w:szCs w:val="10"/>
                <w:highlight w:val="yellow"/>
              </w:rPr>
              <w:t xml:space="preserve">[VLOŽÍ </w:t>
            </w:r>
            <w:proofErr w:type="gramStart"/>
            <w:r w:rsidRPr="006226FD">
              <w:rPr>
                <w:sz w:val="10"/>
                <w:szCs w:val="10"/>
                <w:highlight w:val="yellow"/>
              </w:rPr>
              <w:t>ZHOTOVITEL]</w:t>
            </w:r>
            <w:r w:rsidRPr="003225EE">
              <w:rPr>
                <w:highlight w:val="yellow"/>
              </w:rPr>
              <w:t>Kč</w:t>
            </w:r>
            <w:proofErr w:type="gramEnd"/>
          </w:p>
        </w:tc>
        <w:tc>
          <w:tcPr>
            <w:tcW w:w="2835" w:type="dxa"/>
            <w:hideMark/>
          </w:tcPr>
          <w:p w14:paraId="6001CFCB" w14:textId="07C0D5A1" w:rsidR="003225EE" w:rsidRPr="003225EE" w:rsidRDefault="00270C89" w:rsidP="004D482C">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6226FD">
              <w:rPr>
                <w:sz w:val="10"/>
                <w:szCs w:val="10"/>
                <w:highlight w:val="yellow"/>
              </w:rPr>
              <w:t xml:space="preserve">[VLOŽÍ </w:t>
            </w:r>
            <w:proofErr w:type="gramStart"/>
            <w:r w:rsidRPr="006226FD">
              <w:rPr>
                <w:sz w:val="10"/>
                <w:szCs w:val="10"/>
                <w:highlight w:val="yellow"/>
              </w:rPr>
              <w:t>ZHOTOVITEL]</w:t>
            </w:r>
            <w:r w:rsidRPr="003225EE">
              <w:rPr>
                <w:highlight w:val="yellow"/>
              </w:rPr>
              <w:t>Kč</w:t>
            </w:r>
            <w:proofErr w:type="gramEnd"/>
          </w:p>
        </w:tc>
        <w:tc>
          <w:tcPr>
            <w:tcW w:w="3119" w:type="dxa"/>
            <w:hideMark/>
          </w:tcPr>
          <w:p w14:paraId="408D8001" w14:textId="6F25D6D7" w:rsidR="003225EE" w:rsidRPr="003225EE" w:rsidRDefault="00270C89" w:rsidP="004D482C">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6226FD">
              <w:rPr>
                <w:sz w:val="10"/>
                <w:szCs w:val="10"/>
                <w:highlight w:val="yellow"/>
              </w:rPr>
              <w:t xml:space="preserve">[VLOŽÍ </w:t>
            </w:r>
            <w:proofErr w:type="gramStart"/>
            <w:r w:rsidRPr="006226FD">
              <w:rPr>
                <w:sz w:val="10"/>
                <w:szCs w:val="10"/>
                <w:highlight w:val="yellow"/>
              </w:rPr>
              <w:t>ZHOTOVITEL]</w:t>
            </w:r>
            <w:r w:rsidRPr="003225EE">
              <w:rPr>
                <w:highlight w:val="yellow"/>
              </w:rPr>
              <w:t>Kč</w:t>
            </w:r>
            <w:proofErr w:type="gramEnd"/>
          </w:p>
        </w:tc>
      </w:tr>
    </w:tbl>
    <w:p w14:paraId="43EEEDED" w14:textId="77777777" w:rsidR="00A37B40" w:rsidRDefault="00A37B40" w:rsidP="004D482C">
      <w:pPr>
        <w:pStyle w:val="Textbezodsazen"/>
      </w:pPr>
    </w:p>
    <w:p w14:paraId="5508DA12" w14:textId="5D7786FA" w:rsidR="000B702D" w:rsidRDefault="000B702D" w:rsidP="004D482C">
      <w:pPr>
        <w:pStyle w:val="Textbezodsazen"/>
      </w:pPr>
    </w:p>
    <w:p w14:paraId="4D822000" w14:textId="77777777" w:rsidR="000B702D" w:rsidRDefault="000B702D" w:rsidP="004D482C">
      <w:pPr>
        <w:pStyle w:val="Textbezodsazen"/>
      </w:pPr>
    </w:p>
    <w:p w14:paraId="6BA8C2B1" w14:textId="77777777" w:rsidR="006F7770" w:rsidRDefault="006F7770" w:rsidP="004D482C">
      <w:pPr>
        <w:jc w:val="both"/>
        <w:rPr>
          <w:rFonts w:asciiTheme="majorHAnsi" w:hAnsiTheme="majorHAnsi"/>
          <w:b/>
          <w:caps/>
          <w:sz w:val="22"/>
        </w:rPr>
      </w:pPr>
      <w:r>
        <w:br w:type="page"/>
      </w:r>
    </w:p>
    <w:p w14:paraId="4EBA4667" w14:textId="65438DEE" w:rsidR="0032463E" w:rsidRDefault="0032463E" w:rsidP="004D482C">
      <w:pPr>
        <w:pStyle w:val="Nadpisbezsl1-1"/>
        <w:jc w:val="both"/>
      </w:pPr>
      <w:r>
        <w:lastRenderedPageBreak/>
        <w:t>Příloha č. 3</w:t>
      </w:r>
    </w:p>
    <w:p w14:paraId="38B08EC0" w14:textId="77777777" w:rsidR="004A7152" w:rsidRDefault="004A7152" w:rsidP="004D482C">
      <w:pPr>
        <w:pStyle w:val="Nadpisbezsl1-2"/>
        <w:jc w:val="both"/>
      </w:pPr>
      <w:r>
        <w:t>Harmonogram plnění</w:t>
      </w:r>
    </w:p>
    <w:p w14:paraId="4911EE04" w14:textId="51180ECA" w:rsidR="004A7152" w:rsidRDefault="004A7152" w:rsidP="004D482C">
      <w:pPr>
        <w:jc w:val="both"/>
        <w:rPr>
          <w:b/>
        </w:rPr>
      </w:pPr>
    </w:p>
    <w:tbl>
      <w:tblPr>
        <w:tblStyle w:val="Tabulka10"/>
        <w:tblW w:w="0" w:type="auto"/>
        <w:tblLook w:val="04A0" w:firstRow="1" w:lastRow="0" w:firstColumn="1" w:lastColumn="0" w:noHBand="0" w:noVBand="1"/>
      </w:tblPr>
      <w:tblGrid>
        <w:gridCol w:w="1791"/>
        <w:gridCol w:w="2356"/>
        <w:gridCol w:w="2431"/>
        <w:gridCol w:w="2124"/>
      </w:tblGrid>
      <w:tr w:rsidR="004A7152" w14:paraId="554405DF" w14:textId="77777777" w:rsidTr="00566E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1" w:type="dxa"/>
            <w:hideMark/>
          </w:tcPr>
          <w:p w14:paraId="4FE4E22C" w14:textId="77777777" w:rsidR="004A7152" w:rsidRDefault="004A7152" w:rsidP="004D482C">
            <w:pPr>
              <w:pStyle w:val="Tabulka"/>
              <w:rPr>
                <w:rStyle w:val="Tun"/>
              </w:rPr>
            </w:pPr>
            <w:bookmarkStart w:id="5" w:name="_Hlk207002001"/>
            <w:r>
              <w:rPr>
                <w:rStyle w:val="Tun"/>
              </w:rPr>
              <w:t>Část Díla</w:t>
            </w:r>
          </w:p>
        </w:tc>
        <w:tc>
          <w:tcPr>
            <w:tcW w:w="2356" w:type="dxa"/>
            <w:hideMark/>
          </w:tcPr>
          <w:p w14:paraId="1AC5A035" w14:textId="77777777" w:rsidR="004A7152" w:rsidRDefault="004A7152" w:rsidP="004D482C">
            <w:pPr>
              <w:pStyle w:val="Tabulka"/>
              <w:cnfStyle w:val="100000000000" w:firstRow="1" w:lastRow="0" w:firstColumn="0" w:lastColumn="0" w:oddVBand="0" w:evenVBand="0" w:oddHBand="0" w:evenHBand="0" w:firstRowFirstColumn="0" w:firstRowLastColumn="0" w:lastRowFirstColumn="0" w:lastRowLastColumn="0"/>
              <w:rPr>
                <w:rStyle w:val="Tun"/>
              </w:rPr>
            </w:pPr>
            <w:r>
              <w:rPr>
                <w:rStyle w:val="Tun"/>
              </w:rPr>
              <w:t>Doba plnění</w:t>
            </w:r>
          </w:p>
        </w:tc>
        <w:tc>
          <w:tcPr>
            <w:tcW w:w="2431" w:type="dxa"/>
            <w:hideMark/>
          </w:tcPr>
          <w:p w14:paraId="2A9FCC26" w14:textId="77777777" w:rsidR="004A7152" w:rsidRDefault="004A7152" w:rsidP="004D482C">
            <w:pPr>
              <w:pStyle w:val="Tabulka"/>
              <w:cnfStyle w:val="100000000000" w:firstRow="1" w:lastRow="0" w:firstColumn="0" w:lastColumn="0" w:oddVBand="0" w:evenVBand="0" w:oddHBand="0" w:evenHBand="0" w:firstRowFirstColumn="0" w:firstRowLastColumn="0" w:lastRowFirstColumn="0" w:lastRowLastColumn="0"/>
              <w:rPr>
                <w:rStyle w:val="Tun"/>
              </w:rPr>
            </w:pPr>
            <w:r>
              <w:rPr>
                <w:rStyle w:val="Tun"/>
              </w:rPr>
              <w:t>Popis činností prováděných v Dílčí etapě</w:t>
            </w:r>
          </w:p>
        </w:tc>
        <w:tc>
          <w:tcPr>
            <w:tcW w:w="2124" w:type="dxa"/>
            <w:hideMark/>
          </w:tcPr>
          <w:p w14:paraId="4F679ECD" w14:textId="77777777" w:rsidR="004A7152" w:rsidRDefault="004A7152" w:rsidP="004D482C">
            <w:pPr>
              <w:pStyle w:val="Tabulka"/>
              <w:cnfStyle w:val="100000000000" w:firstRow="1" w:lastRow="0" w:firstColumn="0" w:lastColumn="0" w:oddVBand="0" w:evenVBand="0" w:oddHBand="0" w:evenHBand="0" w:firstRowFirstColumn="0" w:firstRowLastColumn="0" w:lastRowFirstColumn="0" w:lastRowLastColumn="0"/>
              <w:rPr>
                <w:rStyle w:val="Tun"/>
              </w:rPr>
            </w:pPr>
            <w:r>
              <w:rPr>
                <w:rStyle w:val="Tun"/>
              </w:rPr>
              <w:t>Podmínky dokončení Dílčí etapy</w:t>
            </w:r>
          </w:p>
        </w:tc>
      </w:tr>
      <w:tr w:rsidR="004A7152" w14:paraId="7E50E521" w14:textId="77777777" w:rsidTr="00566EF0">
        <w:trPr>
          <w:trHeight w:val="282"/>
        </w:trPr>
        <w:tc>
          <w:tcPr>
            <w:cnfStyle w:val="001000000000" w:firstRow="0" w:lastRow="0" w:firstColumn="1" w:lastColumn="0" w:oddVBand="0" w:evenVBand="0" w:oddHBand="0" w:evenHBand="0" w:firstRowFirstColumn="0" w:firstRowLastColumn="0" w:lastRowFirstColumn="0" w:lastRowLastColumn="0"/>
            <w:tcW w:w="1791" w:type="dxa"/>
            <w:tcBorders>
              <w:top w:val="single" w:sz="2" w:space="0" w:color="auto"/>
              <w:left w:val="nil"/>
              <w:bottom w:val="single" w:sz="2" w:space="0" w:color="auto"/>
              <w:right w:val="single" w:sz="2" w:space="0" w:color="auto"/>
            </w:tcBorders>
            <w:hideMark/>
          </w:tcPr>
          <w:p w14:paraId="2DA22F54" w14:textId="77777777" w:rsidR="004A7152" w:rsidRPr="006D03BC" w:rsidRDefault="004A7152" w:rsidP="004D482C">
            <w:pPr>
              <w:pStyle w:val="Textbezodsazen"/>
              <w:rPr>
                <w:rStyle w:val="Tun"/>
                <w:sz w:val="16"/>
                <w:szCs w:val="16"/>
              </w:rPr>
            </w:pPr>
            <w:r w:rsidRPr="006D03BC">
              <w:rPr>
                <w:rStyle w:val="Tun"/>
                <w:sz w:val="16"/>
                <w:szCs w:val="16"/>
              </w:rPr>
              <w:t>Termín zahájení prací</w:t>
            </w:r>
          </w:p>
        </w:tc>
        <w:tc>
          <w:tcPr>
            <w:tcW w:w="2356" w:type="dxa"/>
            <w:tcBorders>
              <w:top w:val="single" w:sz="2" w:space="0" w:color="auto"/>
              <w:left w:val="single" w:sz="2" w:space="0" w:color="auto"/>
              <w:bottom w:val="single" w:sz="2" w:space="0" w:color="auto"/>
              <w:right w:val="single" w:sz="2" w:space="0" w:color="auto"/>
            </w:tcBorders>
            <w:hideMark/>
          </w:tcPr>
          <w:p w14:paraId="41FE71E6" w14:textId="77777777" w:rsidR="004A7152" w:rsidRPr="006D03BC" w:rsidRDefault="004A7152" w:rsidP="004D482C">
            <w:pPr>
              <w:pStyle w:val="Textbezodsazen"/>
              <w:cnfStyle w:val="000000000000" w:firstRow="0" w:lastRow="0" w:firstColumn="0" w:lastColumn="0" w:oddVBand="0" w:evenVBand="0" w:oddHBand="0" w:evenHBand="0" w:firstRowFirstColumn="0" w:firstRowLastColumn="0" w:lastRowFirstColumn="0" w:lastRowLastColumn="0"/>
            </w:pPr>
            <w:r w:rsidRPr="006D03BC">
              <w:rPr>
                <w:sz w:val="16"/>
                <w:szCs w:val="16"/>
              </w:rPr>
              <w:t>ihned po nabytí účinnosti Smlouvy</w:t>
            </w:r>
          </w:p>
        </w:tc>
        <w:tc>
          <w:tcPr>
            <w:tcW w:w="2431" w:type="dxa"/>
            <w:tcBorders>
              <w:top w:val="single" w:sz="2" w:space="0" w:color="auto"/>
              <w:left w:val="single" w:sz="2" w:space="0" w:color="auto"/>
              <w:bottom w:val="single" w:sz="2" w:space="0" w:color="auto"/>
              <w:right w:val="single" w:sz="2" w:space="0" w:color="auto"/>
            </w:tcBorders>
            <w:hideMark/>
          </w:tcPr>
          <w:p w14:paraId="596449DD" w14:textId="77777777" w:rsidR="004A7152" w:rsidRPr="006D03BC" w:rsidRDefault="004A7152" w:rsidP="004D482C">
            <w:pPr>
              <w:pStyle w:val="Textbezodsazen"/>
              <w:cnfStyle w:val="000000000000" w:firstRow="0" w:lastRow="0" w:firstColumn="0" w:lastColumn="0" w:oddVBand="0" w:evenVBand="0" w:oddHBand="0" w:evenHBand="0" w:firstRowFirstColumn="0" w:firstRowLastColumn="0" w:lastRowFirstColumn="0" w:lastRowLastColumn="0"/>
            </w:pPr>
            <w:r w:rsidRPr="006D03BC">
              <w:t>-</w:t>
            </w:r>
          </w:p>
        </w:tc>
        <w:tc>
          <w:tcPr>
            <w:tcW w:w="2124" w:type="dxa"/>
            <w:tcBorders>
              <w:top w:val="single" w:sz="2" w:space="0" w:color="auto"/>
              <w:left w:val="single" w:sz="2" w:space="0" w:color="auto"/>
              <w:bottom w:val="single" w:sz="2" w:space="0" w:color="auto"/>
              <w:right w:val="nil"/>
            </w:tcBorders>
            <w:hideMark/>
          </w:tcPr>
          <w:p w14:paraId="77727DCC" w14:textId="77777777" w:rsidR="004A7152" w:rsidRPr="006D03BC" w:rsidRDefault="004A7152" w:rsidP="004D482C">
            <w:pPr>
              <w:pStyle w:val="Textbezodsazen"/>
              <w:cnfStyle w:val="000000000000" w:firstRow="0" w:lastRow="0" w:firstColumn="0" w:lastColumn="0" w:oddVBand="0" w:evenVBand="0" w:oddHBand="0" w:evenHBand="0" w:firstRowFirstColumn="0" w:firstRowLastColumn="0" w:lastRowFirstColumn="0" w:lastRowLastColumn="0"/>
            </w:pPr>
            <w:r w:rsidRPr="006D03BC">
              <w:t>-</w:t>
            </w:r>
          </w:p>
        </w:tc>
      </w:tr>
      <w:tr w:rsidR="004A7152" w14:paraId="3CAAF58C" w14:textId="77777777" w:rsidTr="00566EF0">
        <w:trPr>
          <w:trHeight w:val="282"/>
        </w:trPr>
        <w:tc>
          <w:tcPr>
            <w:cnfStyle w:val="001000000000" w:firstRow="0" w:lastRow="0" w:firstColumn="1" w:lastColumn="0" w:oddVBand="0" w:evenVBand="0" w:oddHBand="0" w:evenHBand="0" w:firstRowFirstColumn="0" w:firstRowLastColumn="0" w:lastRowFirstColumn="0" w:lastRowLastColumn="0"/>
            <w:tcW w:w="1791" w:type="dxa"/>
            <w:tcBorders>
              <w:top w:val="single" w:sz="2" w:space="0" w:color="auto"/>
              <w:left w:val="nil"/>
              <w:bottom w:val="single" w:sz="2" w:space="0" w:color="auto"/>
              <w:right w:val="single" w:sz="2" w:space="0" w:color="auto"/>
            </w:tcBorders>
          </w:tcPr>
          <w:p w14:paraId="00732418" w14:textId="77777777" w:rsidR="004A7152" w:rsidRPr="006D03BC" w:rsidRDefault="004A7152" w:rsidP="004D482C">
            <w:pPr>
              <w:pStyle w:val="Textbezodsazen"/>
              <w:rPr>
                <w:rStyle w:val="Tun"/>
                <w:sz w:val="16"/>
                <w:szCs w:val="16"/>
              </w:rPr>
            </w:pPr>
            <w:r w:rsidRPr="006D03BC">
              <w:rPr>
                <w:rStyle w:val="Tun"/>
                <w:sz w:val="16"/>
                <w:szCs w:val="16"/>
              </w:rPr>
              <w:t>1. Dílčí etapa</w:t>
            </w:r>
          </w:p>
        </w:tc>
        <w:tc>
          <w:tcPr>
            <w:tcW w:w="2356" w:type="dxa"/>
            <w:tcBorders>
              <w:top w:val="single" w:sz="2" w:space="0" w:color="auto"/>
              <w:left w:val="single" w:sz="2" w:space="0" w:color="auto"/>
              <w:bottom w:val="single" w:sz="2" w:space="0" w:color="auto"/>
              <w:right w:val="single" w:sz="2" w:space="0" w:color="auto"/>
            </w:tcBorders>
          </w:tcPr>
          <w:p w14:paraId="5C3C5EFF" w14:textId="587C14BF" w:rsidR="004A7152" w:rsidRPr="006D03BC" w:rsidRDefault="004A7152" w:rsidP="004D482C">
            <w:pPr>
              <w:pStyle w:val="Textbezodsazen"/>
              <w:cnfStyle w:val="000000000000" w:firstRow="0" w:lastRow="0" w:firstColumn="0" w:lastColumn="0" w:oddVBand="0" w:evenVBand="0" w:oddHBand="0" w:evenHBand="0" w:firstRowFirstColumn="0" w:firstRowLastColumn="0" w:lastRowFirstColumn="0" w:lastRowLastColumn="0"/>
              <w:rPr>
                <w:sz w:val="16"/>
                <w:szCs w:val="16"/>
              </w:rPr>
            </w:pPr>
            <w:r w:rsidRPr="006D03BC">
              <w:rPr>
                <w:b/>
                <w:sz w:val="16"/>
                <w:szCs w:val="16"/>
              </w:rPr>
              <w:t xml:space="preserve">Do </w:t>
            </w:r>
            <w:r w:rsidR="006D03BC" w:rsidRPr="006D03BC">
              <w:rPr>
                <w:b/>
                <w:sz w:val="16"/>
                <w:szCs w:val="16"/>
              </w:rPr>
              <w:t>2</w:t>
            </w:r>
            <w:r w:rsidRPr="006D03BC">
              <w:rPr>
                <w:b/>
                <w:sz w:val="16"/>
                <w:szCs w:val="16"/>
              </w:rPr>
              <w:t xml:space="preserve"> měsíců </w:t>
            </w:r>
            <w:r w:rsidRPr="006D03BC">
              <w:rPr>
                <w:sz w:val="16"/>
                <w:szCs w:val="16"/>
              </w:rPr>
              <w:t>od nabytí účinnosti Smlouvy</w:t>
            </w:r>
          </w:p>
        </w:tc>
        <w:tc>
          <w:tcPr>
            <w:tcW w:w="2431" w:type="dxa"/>
            <w:tcBorders>
              <w:top w:val="single" w:sz="2" w:space="0" w:color="auto"/>
              <w:left w:val="single" w:sz="2" w:space="0" w:color="auto"/>
              <w:bottom w:val="single" w:sz="2" w:space="0" w:color="auto"/>
              <w:right w:val="single" w:sz="2" w:space="0" w:color="auto"/>
            </w:tcBorders>
          </w:tcPr>
          <w:p w14:paraId="131531E9" w14:textId="6CA55A81" w:rsidR="004A7152" w:rsidRPr="006D03BC" w:rsidRDefault="006D03BC" w:rsidP="004D482C">
            <w:pPr>
              <w:pStyle w:val="Textbezodsazen"/>
              <w:cnfStyle w:val="000000000000" w:firstRow="0" w:lastRow="0" w:firstColumn="0" w:lastColumn="0" w:oddVBand="0" w:evenVBand="0" w:oddHBand="0" w:evenHBand="0" w:firstRowFirstColumn="0" w:firstRowLastColumn="0" w:lastRowFirstColumn="0" w:lastRowLastColumn="0"/>
            </w:pPr>
            <w:r w:rsidRPr="006D03BC">
              <w:rPr>
                <w:sz w:val="16"/>
                <w:szCs w:val="16"/>
              </w:rPr>
              <w:t>Návrh technického řešení PDPS k připomínkovému řízení</w:t>
            </w:r>
          </w:p>
        </w:tc>
        <w:tc>
          <w:tcPr>
            <w:tcW w:w="2124" w:type="dxa"/>
            <w:tcBorders>
              <w:top w:val="single" w:sz="2" w:space="0" w:color="auto"/>
              <w:left w:val="single" w:sz="2" w:space="0" w:color="auto"/>
              <w:bottom w:val="single" w:sz="2" w:space="0" w:color="auto"/>
              <w:right w:val="nil"/>
            </w:tcBorders>
          </w:tcPr>
          <w:p w14:paraId="2F286B59" w14:textId="77777777" w:rsidR="004A7152" w:rsidRPr="006D03BC" w:rsidRDefault="004A7152" w:rsidP="006D03BC">
            <w:pPr>
              <w:pStyle w:val="Textbezodsazen"/>
              <w:jc w:val="left"/>
              <w:cnfStyle w:val="000000000000" w:firstRow="0" w:lastRow="0" w:firstColumn="0" w:lastColumn="0" w:oddVBand="0" w:evenVBand="0" w:oddHBand="0" w:evenHBand="0" w:firstRowFirstColumn="0" w:firstRowLastColumn="0" w:lastRowFirstColumn="0" w:lastRowLastColumn="0"/>
            </w:pPr>
            <w:r w:rsidRPr="006D03BC">
              <w:rPr>
                <w:sz w:val="16"/>
                <w:szCs w:val="16"/>
              </w:rPr>
              <w:t>Předání návrhu technické řešení</w:t>
            </w:r>
          </w:p>
        </w:tc>
      </w:tr>
      <w:tr w:rsidR="006D03BC" w:rsidRPr="006D03BC" w14:paraId="6A27EEBC" w14:textId="77777777" w:rsidTr="00FF2124">
        <w:tc>
          <w:tcPr>
            <w:cnfStyle w:val="001000000000" w:firstRow="0" w:lastRow="0" w:firstColumn="1" w:lastColumn="0" w:oddVBand="0" w:evenVBand="0" w:oddHBand="0" w:evenHBand="0" w:firstRowFirstColumn="0" w:firstRowLastColumn="0" w:lastRowFirstColumn="0" w:lastRowLastColumn="0"/>
            <w:tcW w:w="1791" w:type="dxa"/>
            <w:tcBorders>
              <w:top w:val="single" w:sz="2" w:space="0" w:color="auto"/>
              <w:left w:val="nil"/>
              <w:bottom w:val="single" w:sz="2" w:space="0" w:color="auto"/>
              <w:right w:val="single" w:sz="2" w:space="0" w:color="auto"/>
            </w:tcBorders>
            <w:hideMark/>
          </w:tcPr>
          <w:p w14:paraId="059AC8E4" w14:textId="77777777" w:rsidR="006D03BC" w:rsidRPr="006D03BC" w:rsidRDefault="006D03BC" w:rsidP="006D03BC">
            <w:pPr>
              <w:pStyle w:val="Textbezodsazen"/>
              <w:rPr>
                <w:rStyle w:val="Tun"/>
              </w:rPr>
            </w:pPr>
            <w:r w:rsidRPr="006D03BC">
              <w:rPr>
                <w:rStyle w:val="Tun"/>
                <w:sz w:val="16"/>
                <w:szCs w:val="16"/>
              </w:rPr>
              <w:t>2. Dílčí etapa</w:t>
            </w:r>
          </w:p>
        </w:tc>
        <w:tc>
          <w:tcPr>
            <w:tcW w:w="2356" w:type="dxa"/>
            <w:tcBorders>
              <w:top w:val="single" w:sz="2" w:space="0" w:color="auto"/>
              <w:left w:val="single" w:sz="2" w:space="0" w:color="auto"/>
              <w:bottom w:val="single" w:sz="2" w:space="0" w:color="auto"/>
              <w:right w:val="single" w:sz="2" w:space="0" w:color="auto"/>
            </w:tcBorders>
            <w:vAlign w:val="top"/>
            <w:hideMark/>
          </w:tcPr>
          <w:p w14:paraId="1E197BD1" w14:textId="6B9E49B0" w:rsidR="006D03BC" w:rsidRPr="006D03BC" w:rsidRDefault="006D03BC" w:rsidP="006D03BC">
            <w:pPr>
              <w:pStyle w:val="Textbezodsazen"/>
              <w:cnfStyle w:val="000000000000" w:firstRow="0" w:lastRow="0" w:firstColumn="0" w:lastColumn="0" w:oddVBand="0" w:evenVBand="0" w:oddHBand="0" w:evenHBand="0" w:firstRowFirstColumn="0" w:firstRowLastColumn="0" w:lastRowFirstColumn="0" w:lastRowLastColumn="0"/>
              <w:rPr>
                <w:sz w:val="16"/>
                <w:szCs w:val="16"/>
              </w:rPr>
            </w:pPr>
            <w:r w:rsidRPr="006D03BC">
              <w:rPr>
                <w:b/>
                <w:bCs/>
                <w:sz w:val="16"/>
                <w:szCs w:val="16"/>
              </w:rPr>
              <w:t>Do 1 měsíce</w:t>
            </w:r>
            <w:r w:rsidRPr="006D03BC">
              <w:rPr>
                <w:sz w:val="16"/>
                <w:szCs w:val="16"/>
              </w:rPr>
              <w:t xml:space="preserve"> od dokončení 1. etapy</w:t>
            </w:r>
          </w:p>
        </w:tc>
        <w:tc>
          <w:tcPr>
            <w:tcW w:w="2431" w:type="dxa"/>
            <w:tcBorders>
              <w:top w:val="single" w:sz="2" w:space="0" w:color="auto"/>
              <w:left w:val="single" w:sz="2" w:space="0" w:color="auto"/>
              <w:bottom w:val="single" w:sz="2" w:space="0" w:color="auto"/>
              <w:right w:val="single" w:sz="2" w:space="0" w:color="auto"/>
            </w:tcBorders>
            <w:vAlign w:val="top"/>
            <w:hideMark/>
          </w:tcPr>
          <w:p w14:paraId="52AFC21D" w14:textId="208D81B1" w:rsidR="006D03BC" w:rsidRPr="006D03BC" w:rsidRDefault="006D03BC" w:rsidP="006D03BC">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6D03BC">
              <w:rPr>
                <w:sz w:val="16"/>
                <w:szCs w:val="16"/>
              </w:rPr>
              <w:t>Připomínkové řízení, zapracování připomínek.</w:t>
            </w:r>
          </w:p>
        </w:tc>
        <w:tc>
          <w:tcPr>
            <w:tcW w:w="2124" w:type="dxa"/>
            <w:tcBorders>
              <w:top w:val="single" w:sz="2" w:space="0" w:color="auto"/>
              <w:left w:val="single" w:sz="2" w:space="0" w:color="auto"/>
              <w:bottom w:val="single" w:sz="2" w:space="0" w:color="auto"/>
              <w:right w:val="nil"/>
            </w:tcBorders>
            <w:vAlign w:val="top"/>
            <w:hideMark/>
          </w:tcPr>
          <w:p w14:paraId="3BB6AD6C" w14:textId="11FE0EFD" w:rsidR="006D03BC" w:rsidRPr="006D03BC" w:rsidRDefault="006D03BC" w:rsidP="006D03BC">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6D03BC">
              <w:rPr>
                <w:sz w:val="16"/>
                <w:szCs w:val="16"/>
              </w:rPr>
              <w:t>Předání návrhu technického řešení se zapracovanými připomínkami</w:t>
            </w:r>
          </w:p>
        </w:tc>
      </w:tr>
      <w:tr w:rsidR="006D03BC" w14:paraId="35BD3FBB" w14:textId="77777777" w:rsidTr="005D0291">
        <w:tc>
          <w:tcPr>
            <w:cnfStyle w:val="001000000000" w:firstRow="0" w:lastRow="0" w:firstColumn="1" w:lastColumn="0" w:oddVBand="0" w:evenVBand="0" w:oddHBand="0" w:evenHBand="0" w:firstRowFirstColumn="0" w:firstRowLastColumn="0" w:lastRowFirstColumn="0" w:lastRowLastColumn="0"/>
            <w:tcW w:w="1791" w:type="dxa"/>
            <w:tcBorders>
              <w:top w:val="single" w:sz="2" w:space="0" w:color="auto"/>
              <w:left w:val="nil"/>
              <w:bottom w:val="single" w:sz="2" w:space="0" w:color="auto"/>
              <w:right w:val="single" w:sz="2" w:space="0" w:color="auto"/>
            </w:tcBorders>
          </w:tcPr>
          <w:p w14:paraId="18FE8EB9" w14:textId="169DABDF" w:rsidR="006D03BC" w:rsidRPr="006D03BC" w:rsidRDefault="006D03BC" w:rsidP="006D03BC">
            <w:pPr>
              <w:pStyle w:val="Textbezodsazen"/>
              <w:rPr>
                <w:rStyle w:val="Tun"/>
                <w:sz w:val="16"/>
                <w:szCs w:val="16"/>
              </w:rPr>
            </w:pPr>
            <w:r w:rsidRPr="006D03BC">
              <w:rPr>
                <w:b/>
                <w:sz w:val="16"/>
                <w:szCs w:val="16"/>
              </w:rPr>
              <w:t>Termín dokončení díla</w:t>
            </w:r>
          </w:p>
        </w:tc>
        <w:tc>
          <w:tcPr>
            <w:tcW w:w="2356" w:type="dxa"/>
            <w:tcBorders>
              <w:top w:val="single" w:sz="2" w:space="0" w:color="auto"/>
              <w:left w:val="single" w:sz="2" w:space="0" w:color="auto"/>
              <w:bottom w:val="single" w:sz="2" w:space="0" w:color="auto"/>
              <w:right w:val="single" w:sz="2" w:space="0" w:color="auto"/>
            </w:tcBorders>
            <w:vAlign w:val="top"/>
          </w:tcPr>
          <w:p w14:paraId="78B5FC50" w14:textId="359DAF76" w:rsidR="006D03BC" w:rsidRPr="006D03BC" w:rsidRDefault="006D03BC" w:rsidP="006D03BC">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6D03BC">
              <w:rPr>
                <w:b/>
                <w:bCs/>
                <w:sz w:val="16"/>
                <w:szCs w:val="16"/>
              </w:rPr>
              <w:t>Do 1 měsíc</w:t>
            </w:r>
            <w:r>
              <w:rPr>
                <w:b/>
                <w:bCs/>
                <w:sz w:val="16"/>
                <w:szCs w:val="16"/>
              </w:rPr>
              <w:t>e</w:t>
            </w:r>
            <w:r w:rsidRPr="006D03BC">
              <w:rPr>
                <w:sz w:val="16"/>
                <w:szCs w:val="16"/>
              </w:rPr>
              <w:t xml:space="preserve"> od dokončení 2. etapy</w:t>
            </w:r>
          </w:p>
        </w:tc>
        <w:tc>
          <w:tcPr>
            <w:tcW w:w="2431" w:type="dxa"/>
            <w:tcBorders>
              <w:top w:val="single" w:sz="2" w:space="0" w:color="auto"/>
              <w:left w:val="single" w:sz="2" w:space="0" w:color="auto"/>
              <w:bottom w:val="single" w:sz="2" w:space="0" w:color="auto"/>
              <w:right w:val="single" w:sz="2" w:space="0" w:color="auto"/>
            </w:tcBorders>
            <w:vAlign w:val="top"/>
          </w:tcPr>
          <w:p w14:paraId="789D703C" w14:textId="63F63F0C" w:rsidR="006D03BC" w:rsidRPr="006D03BC" w:rsidRDefault="006D03BC" w:rsidP="006D03BC">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6D03BC">
              <w:rPr>
                <w:sz w:val="16"/>
                <w:szCs w:val="16"/>
              </w:rPr>
              <w:t>Definitivní verze PDPS s náklady a oceněnými soupisy prací.</w:t>
            </w:r>
          </w:p>
        </w:tc>
        <w:tc>
          <w:tcPr>
            <w:tcW w:w="2124" w:type="dxa"/>
            <w:tcBorders>
              <w:top w:val="single" w:sz="2" w:space="0" w:color="auto"/>
              <w:left w:val="single" w:sz="2" w:space="0" w:color="auto"/>
              <w:bottom w:val="single" w:sz="2" w:space="0" w:color="auto"/>
              <w:right w:val="nil"/>
            </w:tcBorders>
            <w:vAlign w:val="top"/>
          </w:tcPr>
          <w:p w14:paraId="4AE7B2A5" w14:textId="65E53B32" w:rsidR="006D03BC" w:rsidRPr="006D03BC" w:rsidRDefault="006D03BC" w:rsidP="006D03BC">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6D03BC">
              <w:rPr>
                <w:sz w:val="16"/>
                <w:szCs w:val="16"/>
              </w:rPr>
              <w:t>Předání definitivní předání PDPS s náklady a oceněnými soupisy prací.</w:t>
            </w:r>
          </w:p>
        </w:tc>
      </w:tr>
      <w:bookmarkEnd w:id="5"/>
    </w:tbl>
    <w:p w14:paraId="616C4FCD" w14:textId="77777777" w:rsidR="0032463E" w:rsidRDefault="0032463E" w:rsidP="004D482C">
      <w:pPr>
        <w:pStyle w:val="Textbezodsazen"/>
        <w:rPr>
          <w:b/>
          <w:bCs/>
        </w:rPr>
      </w:pPr>
    </w:p>
    <w:p w14:paraId="133E605D" w14:textId="77777777" w:rsidR="0032463E" w:rsidRDefault="0032463E" w:rsidP="004D482C">
      <w:pPr>
        <w:pStyle w:val="Textbezodsazen"/>
        <w:rPr>
          <w:b/>
          <w:bCs/>
        </w:rPr>
      </w:pPr>
    </w:p>
    <w:p w14:paraId="15B3FE7D" w14:textId="160A0EE0" w:rsidR="0032463E" w:rsidRPr="00F97DBD" w:rsidRDefault="0032463E" w:rsidP="004D482C">
      <w:pPr>
        <w:pStyle w:val="Textbezodsazen"/>
        <w:rPr>
          <w:b/>
          <w:bCs/>
        </w:rPr>
      </w:pPr>
    </w:p>
    <w:sectPr w:rsidR="0032463E" w:rsidRPr="00F97DBD" w:rsidSect="00652DBA">
      <w:headerReference w:type="even" r:id="rId16"/>
      <w:headerReference w:type="default" r:id="rId17"/>
      <w:footerReference w:type="default" r:id="rId18"/>
      <w:headerReference w:type="first" r:id="rId19"/>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7C1947" w14:textId="77777777" w:rsidR="008211C9" w:rsidRDefault="008211C9" w:rsidP="00962258">
      <w:pPr>
        <w:spacing w:after="0" w:line="240" w:lineRule="auto"/>
      </w:pPr>
      <w:r>
        <w:separator/>
      </w:r>
    </w:p>
  </w:endnote>
  <w:endnote w:type="continuationSeparator" w:id="0">
    <w:p w14:paraId="55C582BE" w14:textId="77777777" w:rsidR="008211C9" w:rsidRDefault="008211C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15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080"/>
    </w:tblGrid>
    <w:tr w:rsidR="00F22A59" w14:paraId="090FE323" w14:textId="77777777" w:rsidTr="00FB219B">
      <w:tc>
        <w:tcPr>
          <w:tcW w:w="1361" w:type="dxa"/>
          <w:tcMar>
            <w:left w:w="0" w:type="dxa"/>
            <w:right w:w="0" w:type="dxa"/>
          </w:tcMar>
          <w:vAlign w:val="bottom"/>
        </w:tcPr>
        <w:p w14:paraId="3534BE46" w14:textId="078FB22A" w:rsidR="00F22A59" w:rsidRPr="00B8518B" w:rsidRDefault="00F22A59" w:rsidP="003E07C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B219B">
            <w:rPr>
              <w:rStyle w:val="slostrnky"/>
              <w:noProof/>
            </w:rPr>
            <w:t>8</w:t>
          </w:r>
          <w:r w:rsidRPr="00B8518B">
            <w:rPr>
              <w:rStyle w:val="slostrnky"/>
            </w:rPr>
            <w:fldChar w:fldCharType="end"/>
          </w:r>
          <w:r w:rsidRPr="00B8518B">
            <w:rPr>
              <w:rStyle w:val="slostrnky"/>
            </w:rPr>
            <w:t>/</w:t>
          </w:r>
          <w:r>
            <w:rPr>
              <w:b/>
              <w:color w:val="FF5200" w:themeColor="accent2"/>
              <w:sz w:val="14"/>
              <w:szCs w:val="14"/>
            </w:rPr>
            <w:fldChar w:fldCharType="begin"/>
          </w:r>
          <w:r>
            <w:rPr>
              <w:b/>
              <w:color w:val="FF5200" w:themeColor="accent2"/>
              <w:sz w:val="14"/>
              <w:szCs w:val="14"/>
            </w:rPr>
            <w:instrText xml:space="preserve"> SECTIONPAGES   \* MERGEFORMAT </w:instrText>
          </w:r>
          <w:r>
            <w:rPr>
              <w:b/>
              <w:color w:val="FF5200" w:themeColor="accent2"/>
              <w:sz w:val="14"/>
              <w:szCs w:val="14"/>
            </w:rPr>
            <w:fldChar w:fldCharType="separate"/>
          </w:r>
          <w:r w:rsidR="005537FB">
            <w:rPr>
              <w:b/>
              <w:noProof/>
              <w:color w:val="FF5200" w:themeColor="accent2"/>
              <w:sz w:val="14"/>
              <w:szCs w:val="14"/>
            </w:rPr>
            <w:t>10</w:t>
          </w:r>
          <w:r>
            <w:rPr>
              <w:b/>
              <w:color w:val="FF5200" w:themeColor="accent2"/>
              <w:sz w:val="14"/>
              <w:szCs w:val="14"/>
            </w:rPr>
            <w:fldChar w:fldCharType="end"/>
          </w:r>
        </w:p>
      </w:tc>
      <w:tc>
        <w:tcPr>
          <w:tcW w:w="284" w:type="dxa"/>
          <w:tcMar>
            <w:left w:w="0" w:type="dxa"/>
            <w:right w:w="0" w:type="dxa"/>
          </w:tcMar>
        </w:tcPr>
        <w:p w14:paraId="4374473D" w14:textId="77777777" w:rsidR="00F22A59" w:rsidRDefault="00F22A59" w:rsidP="00B8518B">
          <w:pPr>
            <w:pStyle w:val="Zpat"/>
          </w:pPr>
        </w:p>
      </w:tc>
      <w:tc>
        <w:tcPr>
          <w:tcW w:w="425" w:type="dxa"/>
          <w:tcMar>
            <w:left w:w="0" w:type="dxa"/>
            <w:right w:w="0" w:type="dxa"/>
          </w:tcMar>
        </w:tcPr>
        <w:p w14:paraId="5EDDD7C2" w14:textId="77777777" w:rsidR="00F22A59" w:rsidRDefault="00F22A59" w:rsidP="00B8518B">
          <w:pPr>
            <w:pStyle w:val="Zpat"/>
          </w:pPr>
        </w:p>
      </w:tc>
      <w:tc>
        <w:tcPr>
          <w:tcW w:w="8080" w:type="dxa"/>
        </w:tcPr>
        <w:p w14:paraId="7FAB1D31" w14:textId="77777777" w:rsidR="00F22A59" w:rsidRPr="00177DD4" w:rsidRDefault="00F22A59" w:rsidP="00F422D3">
          <w:pPr>
            <w:pStyle w:val="Zpat0"/>
            <w:rPr>
              <w:b/>
              <w:sz w:val="14"/>
            </w:rPr>
          </w:pPr>
          <w:r w:rsidRPr="00177DD4">
            <w:rPr>
              <w:b/>
              <w:sz w:val="14"/>
            </w:rPr>
            <w:t>SMLOUVA O DÍLO</w:t>
          </w:r>
        </w:p>
        <w:p w14:paraId="628BDA55" w14:textId="77777777" w:rsidR="00F22A59" w:rsidRPr="00177DD4" w:rsidRDefault="00F22A59" w:rsidP="00F422D3">
          <w:pPr>
            <w:pStyle w:val="Zpat0"/>
            <w:rPr>
              <w:sz w:val="14"/>
            </w:rPr>
          </w:pPr>
          <w:r w:rsidRPr="00177DD4">
            <w:rPr>
              <w:sz w:val="14"/>
            </w:rPr>
            <w:t>Služby</w:t>
          </w:r>
        </w:p>
        <w:p w14:paraId="2B089853" w14:textId="236F4FAC" w:rsidR="00746F9E" w:rsidRPr="00746F9E" w:rsidRDefault="00746F9E" w:rsidP="00746F9E">
          <w:pPr>
            <w:pStyle w:val="Zpat0"/>
            <w:rPr>
              <w:b/>
              <w:bCs/>
              <w:sz w:val="14"/>
            </w:rPr>
          </w:pPr>
          <w:r w:rsidRPr="00746F9E">
            <w:rPr>
              <w:b/>
              <w:bCs/>
              <w:sz w:val="14"/>
            </w:rPr>
            <w:t>Vypracování projektové dokumentace „Oprava trati v úseku Dlouhá Třebová – Ústí nad Orlicí, most v km 252,986“</w:t>
          </w:r>
        </w:p>
        <w:p w14:paraId="2A43E0B2" w14:textId="4FD50D8C" w:rsidR="00F22A59" w:rsidRDefault="00F22A59" w:rsidP="00F422D3">
          <w:pPr>
            <w:pStyle w:val="Zpat0"/>
          </w:pPr>
        </w:p>
      </w:tc>
    </w:tr>
  </w:tbl>
  <w:p w14:paraId="41895A5B" w14:textId="77777777" w:rsidR="00F22A59" w:rsidRPr="00B8518B" w:rsidRDefault="00F22A5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531B34" w14:textId="77777777" w:rsidR="00F22A59" w:rsidRPr="00B8518B" w:rsidRDefault="00F22A59" w:rsidP="00460660">
    <w:pPr>
      <w:pStyle w:val="Zpat"/>
      <w:rPr>
        <w:sz w:val="2"/>
        <w:szCs w:val="2"/>
      </w:rPr>
    </w:pPr>
  </w:p>
  <w:p w14:paraId="27479D8B" w14:textId="77777777" w:rsidR="00F22A59" w:rsidRPr="00460660" w:rsidRDefault="00F22A59">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22A59" w14:paraId="72C408CF" w14:textId="77777777" w:rsidTr="00566EF0">
      <w:tc>
        <w:tcPr>
          <w:tcW w:w="1361" w:type="dxa"/>
          <w:tcMar>
            <w:left w:w="0" w:type="dxa"/>
            <w:right w:w="0" w:type="dxa"/>
          </w:tcMar>
          <w:vAlign w:val="bottom"/>
        </w:tcPr>
        <w:p w14:paraId="28509C99" w14:textId="77777777" w:rsidR="00F22A59" w:rsidRPr="00B8518B" w:rsidRDefault="00F22A59" w:rsidP="00652DBA">
          <w:pPr>
            <w:pStyle w:val="Zpat"/>
            <w:jc w:val="right"/>
            <w:rPr>
              <w:rStyle w:val="slostrnky"/>
            </w:rPr>
          </w:pPr>
        </w:p>
      </w:tc>
      <w:tc>
        <w:tcPr>
          <w:tcW w:w="284" w:type="dxa"/>
          <w:tcMar>
            <w:left w:w="0" w:type="dxa"/>
            <w:right w:w="0" w:type="dxa"/>
          </w:tcMar>
        </w:tcPr>
        <w:p w14:paraId="379472D3" w14:textId="77777777" w:rsidR="00F22A59" w:rsidRDefault="00F22A59" w:rsidP="00566EF0">
          <w:pPr>
            <w:pStyle w:val="Zpat"/>
          </w:pPr>
        </w:p>
      </w:tc>
      <w:tc>
        <w:tcPr>
          <w:tcW w:w="425" w:type="dxa"/>
          <w:tcMar>
            <w:left w:w="0" w:type="dxa"/>
            <w:right w:w="0" w:type="dxa"/>
          </w:tcMar>
        </w:tcPr>
        <w:p w14:paraId="5505C8F1" w14:textId="77777777" w:rsidR="00F22A59" w:rsidRDefault="00F22A59" w:rsidP="00566EF0">
          <w:pPr>
            <w:pStyle w:val="Zpat"/>
          </w:pPr>
        </w:p>
      </w:tc>
      <w:tc>
        <w:tcPr>
          <w:tcW w:w="8505" w:type="dxa"/>
        </w:tcPr>
        <w:p w14:paraId="59FA998B" w14:textId="77777777" w:rsidR="00F22A59" w:rsidRPr="00177DD4" w:rsidRDefault="00F22A59" w:rsidP="00566EF0">
          <w:pPr>
            <w:pStyle w:val="Zpat0"/>
            <w:rPr>
              <w:b/>
              <w:sz w:val="14"/>
            </w:rPr>
          </w:pPr>
          <w:r w:rsidRPr="00177DD4">
            <w:rPr>
              <w:b/>
              <w:sz w:val="14"/>
            </w:rPr>
            <w:t>SMLOUVA O DÍLO</w:t>
          </w:r>
        </w:p>
        <w:p w14:paraId="7DE15B15" w14:textId="77777777" w:rsidR="00F22A59" w:rsidRPr="00177DD4" w:rsidRDefault="00F22A59" w:rsidP="00566EF0">
          <w:pPr>
            <w:pStyle w:val="Zpat0"/>
            <w:rPr>
              <w:sz w:val="14"/>
            </w:rPr>
          </w:pPr>
          <w:r w:rsidRPr="00177DD4">
            <w:rPr>
              <w:sz w:val="14"/>
            </w:rPr>
            <w:t>Služby</w:t>
          </w:r>
        </w:p>
        <w:p w14:paraId="497042EB" w14:textId="5EFC4EA3" w:rsidR="00F22A59" w:rsidRDefault="00746F9E" w:rsidP="00566EF0">
          <w:pPr>
            <w:pStyle w:val="Zpat0"/>
          </w:pPr>
          <w:r w:rsidRPr="00746F9E">
            <w:rPr>
              <w:sz w:val="14"/>
            </w:rPr>
            <w:t>Vypracování projektové dokumentace „Oprava trati v úseku Dlouhá Třebová – Ústí nad Orlicí, most v km 252,986“</w:t>
          </w:r>
        </w:p>
      </w:tc>
    </w:tr>
  </w:tbl>
  <w:p w14:paraId="6592EC6D" w14:textId="77777777" w:rsidR="00F22A59" w:rsidRPr="00B8518B" w:rsidRDefault="00F22A5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2D0896" w14:textId="77777777" w:rsidR="008211C9" w:rsidRDefault="008211C9" w:rsidP="00962258">
      <w:pPr>
        <w:spacing w:after="0" w:line="240" w:lineRule="auto"/>
      </w:pPr>
      <w:r>
        <w:separator/>
      </w:r>
    </w:p>
  </w:footnote>
  <w:footnote w:type="continuationSeparator" w:id="0">
    <w:p w14:paraId="04A64A30" w14:textId="77777777" w:rsidR="008211C9" w:rsidRDefault="008211C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22A59" w14:paraId="3221B5FE" w14:textId="77777777" w:rsidTr="00C02D0A">
      <w:trPr>
        <w:trHeight w:hRule="exact" w:val="454"/>
      </w:trPr>
      <w:tc>
        <w:tcPr>
          <w:tcW w:w="1361" w:type="dxa"/>
          <w:tcMar>
            <w:top w:w="57" w:type="dxa"/>
            <w:left w:w="0" w:type="dxa"/>
            <w:right w:w="0" w:type="dxa"/>
          </w:tcMar>
        </w:tcPr>
        <w:p w14:paraId="0421B014" w14:textId="65BF96D9" w:rsidR="00F22A59" w:rsidRPr="00B8518B" w:rsidRDefault="00F22A59" w:rsidP="00523EA7">
          <w:pPr>
            <w:pStyle w:val="Zpat"/>
            <w:rPr>
              <w:rStyle w:val="slostrnky"/>
            </w:rPr>
          </w:pPr>
        </w:p>
      </w:tc>
      <w:tc>
        <w:tcPr>
          <w:tcW w:w="3458" w:type="dxa"/>
          <w:tcMar>
            <w:top w:w="57" w:type="dxa"/>
            <w:left w:w="0" w:type="dxa"/>
            <w:right w:w="0" w:type="dxa"/>
          </w:tcMar>
        </w:tcPr>
        <w:p w14:paraId="1B6CA00C" w14:textId="77777777" w:rsidR="00F22A59" w:rsidRDefault="00F22A59" w:rsidP="00523EA7">
          <w:pPr>
            <w:pStyle w:val="Zpat"/>
          </w:pPr>
        </w:p>
      </w:tc>
      <w:tc>
        <w:tcPr>
          <w:tcW w:w="5698" w:type="dxa"/>
          <w:tcMar>
            <w:top w:w="57" w:type="dxa"/>
            <w:left w:w="0" w:type="dxa"/>
            <w:right w:w="0" w:type="dxa"/>
          </w:tcMar>
        </w:tcPr>
        <w:p w14:paraId="3144A95A" w14:textId="77777777" w:rsidR="00F22A59" w:rsidRPr="00D6163D" w:rsidRDefault="00F22A59" w:rsidP="00D6163D">
          <w:pPr>
            <w:pStyle w:val="Druhdokumentu"/>
          </w:pPr>
        </w:p>
      </w:tc>
    </w:tr>
  </w:tbl>
  <w:p w14:paraId="524F9203" w14:textId="77777777" w:rsidR="00F22A59" w:rsidRPr="00D6163D" w:rsidRDefault="00F22A5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22A59" w14:paraId="640893E4" w14:textId="77777777" w:rsidTr="00B22106">
      <w:trPr>
        <w:trHeight w:hRule="exact" w:val="936"/>
      </w:trPr>
      <w:tc>
        <w:tcPr>
          <w:tcW w:w="1361" w:type="dxa"/>
          <w:tcMar>
            <w:left w:w="0" w:type="dxa"/>
            <w:right w:w="0" w:type="dxa"/>
          </w:tcMar>
        </w:tcPr>
        <w:p w14:paraId="637A6AFE" w14:textId="2C44C829" w:rsidR="00F22A59" w:rsidRPr="00B8518B" w:rsidRDefault="00F22A59" w:rsidP="00FC6389">
          <w:pPr>
            <w:pStyle w:val="Zpat"/>
            <w:rPr>
              <w:rStyle w:val="slostrnky"/>
            </w:rPr>
          </w:pPr>
        </w:p>
      </w:tc>
      <w:tc>
        <w:tcPr>
          <w:tcW w:w="3458" w:type="dxa"/>
          <w:tcMar>
            <w:left w:w="0" w:type="dxa"/>
            <w:right w:w="0" w:type="dxa"/>
          </w:tcMar>
        </w:tcPr>
        <w:p w14:paraId="6A678968" w14:textId="77777777" w:rsidR="00F22A59" w:rsidRDefault="00F22A59" w:rsidP="00FC6389">
          <w:pPr>
            <w:pStyle w:val="Zpat"/>
          </w:pPr>
        </w:p>
      </w:tc>
      <w:tc>
        <w:tcPr>
          <w:tcW w:w="5756" w:type="dxa"/>
          <w:tcMar>
            <w:left w:w="0" w:type="dxa"/>
            <w:right w:w="0" w:type="dxa"/>
          </w:tcMar>
        </w:tcPr>
        <w:p w14:paraId="210F53A5" w14:textId="77777777" w:rsidR="00F22A59" w:rsidRPr="00D6163D" w:rsidRDefault="00F22A59" w:rsidP="00FC6389">
          <w:pPr>
            <w:pStyle w:val="Druhdokumentu"/>
          </w:pPr>
        </w:p>
      </w:tc>
    </w:tr>
    <w:tr w:rsidR="00F22A59" w14:paraId="5B86A378" w14:textId="77777777" w:rsidTr="00B22106">
      <w:trPr>
        <w:trHeight w:hRule="exact" w:val="936"/>
      </w:trPr>
      <w:tc>
        <w:tcPr>
          <w:tcW w:w="1361" w:type="dxa"/>
          <w:tcMar>
            <w:left w:w="0" w:type="dxa"/>
            <w:right w:w="0" w:type="dxa"/>
          </w:tcMar>
        </w:tcPr>
        <w:p w14:paraId="381E7F73" w14:textId="77777777" w:rsidR="00F22A59" w:rsidRPr="00B8518B" w:rsidRDefault="00F22A59" w:rsidP="00FC6389">
          <w:pPr>
            <w:pStyle w:val="Zpat"/>
            <w:rPr>
              <w:rStyle w:val="slostrnky"/>
            </w:rPr>
          </w:pPr>
        </w:p>
      </w:tc>
      <w:tc>
        <w:tcPr>
          <w:tcW w:w="3458" w:type="dxa"/>
          <w:tcMar>
            <w:left w:w="0" w:type="dxa"/>
            <w:right w:w="0" w:type="dxa"/>
          </w:tcMar>
        </w:tcPr>
        <w:p w14:paraId="050C2EA8" w14:textId="77777777" w:rsidR="00F22A59" w:rsidRDefault="00F22A59" w:rsidP="00FC6389">
          <w:pPr>
            <w:pStyle w:val="Zpat"/>
          </w:pPr>
        </w:p>
      </w:tc>
      <w:tc>
        <w:tcPr>
          <w:tcW w:w="5756" w:type="dxa"/>
          <w:tcMar>
            <w:left w:w="0" w:type="dxa"/>
            <w:right w:w="0" w:type="dxa"/>
          </w:tcMar>
        </w:tcPr>
        <w:p w14:paraId="3F668845" w14:textId="77777777" w:rsidR="00F22A59" w:rsidRPr="00D6163D" w:rsidRDefault="00F22A59" w:rsidP="00FC6389">
          <w:pPr>
            <w:pStyle w:val="Druhdokumentu"/>
          </w:pPr>
        </w:p>
      </w:tc>
    </w:tr>
  </w:tbl>
  <w:p w14:paraId="573A1BB8" w14:textId="77777777" w:rsidR="00F22A59" w:rsidRPr="00D6163D" w:rsidRDefault="00F22A59" w:rsidP="00FC6389">
    <w:pPr>
      <w:pStyle w:val="Zhlav"/>
      <w:rPr>
        <w:sz w:val="8"/>
        <w:szCs w:val="8"/>
      </w:rPr>
    </w:pPr>
    <w:r>
      <w:rPr>
        <w:noProof/>
        <w:lang w:eastAsia="cs-CZ"/>
      </w:rPr>
      <w:drawing>
        <wp:anchor distT="0" distB="0" distL="114300" distR="114300" simplePos="0" relativeHeight="251670528" behindDoc="0" locked="1" layoutInCell="1" allowOverlap="1" wp14:anchorId="64258506" wp14:editId="0E6D2ED8">
          <wp:simplePos x="0" y="0"/>
          <wp:positionH relativeFrom="page">
            <wp:posOffset>419100</wp:posOffset>
          </wp:positionH>
          <wp:positionV relativeFrom="page">
            <wp:posOffset>399415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6B46359C" w14:textId="77777777" w:rsidR="00F22A59" w:rsidRPr="00460660" w:rsidRDefault="00F22A59">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9FAE8A" w14:textId="2975EE54" w:rsidR="007476A4" w:rsidRDefault="007476A4">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22A59" w14:paraId="2ED7E681" w14:textId="77777777" w:rsidTr="00C02D0A">
      <w:trPr>
        <w:trHeight w:hRule="exact" w:val="454"/>
      </w:trPr>
      <w:tc>
        <w:tcPr>
          <w:tcW w:w="1361" w:type="dxa"/>
          <w:tcMar>
            <w:top w:w="57" w:type="dxa"/>
            <w:left w:w="0" w:type="dxa"/>
            <w:right w:w="0" w:type="dxa"/>
          </w:tcMar>
        </w:tcPr>
        <w:p w14:paraId="4A62288F" w14:textId="27F2D22E" w:rsidR="00F22A59" w:rsidRPr="00B8518B" w:rsidRDefault="00F22A59" w:rsidP="00523EA7">
          <w:pPr>
            <w:pStyle w:val="Zpat"/>
            <w:rPr>
              <w:rStyle w:val="slostrnky"/>
            </w:rPr>
          </w:pPr>
        </w:p>
      </w:tc>
      <w:tc>
        <w:tcPr>
          <w:tcW w:w="3458" w:type="dxa"/>
          <w:tcMar>
            <w:top w:w="57" w:type="dxa"/>
            <w:left w:w="0" w:type="dxa"/>
            <w:right w:w="0" w:type="dxa"/>
          </w:tcMar>
        </w:tcPr>
        <w:p w14:paraId="32BAD14A" w14:textId="77777777" w:rsidR="00F22A59" w:rsidRDefault="00F22A59" w:rsidP="00523EA7">
          <w:pPr>
            <w:pStyle w:val="Zpat"/>
          </w:pPr>
        </w:p>
      </w:tc>
      <w:tc>
        <w:tcPr>
          <w:tcW w:w="5698" w:type="dxa"/>
          <w:tcMar>
            <w:top w:w="57" w:type="dxa"/>
            <w:left w:w="0" w:type="dxa"/>
            <w:right w:w="0" w:type="dxa"/>
          </w:tcMar>
        </w:tcPr>
        <w:p w14:paraId="43FBD2EF" w14:textId="77777777" w:rsidR="00F22A59" w:rsidRPr="00D6163D" w:rsidRDefault="00F22A59" w:rsidP="00D6163D">
          <w:pPr>
            <w:pStyle w:val="Druhdokumentu"/>
          </w:pPr>
        </w:p>
      </w:tc>
    </w:tr>
  </w:tbl>
  <w:p w14:paraId="2BB2A7E0" w14:textId="77777777" w:rsidR="00F22A59" w:rsidRPr="00D6163D" w:rsidRDefault="00F22A59">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F7B316" w14:textId="3E74F549" w:rsidR="007476A4" w:rsidRDefault="007476A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7869444"/>
    <w:lvl w:ilvl="0">
      <w:start w:val="2"/>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359B9"/>
    <w:multiLevelType w:val="multilevel"/>
    <w:tmpl w:val="A3E05188"/>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BFB312D"/>
    <w:multiLevelType w:val="hybridMultilevel"/>
    <w:tmpl w:val="4B9ADFDE"/>
    <w:lvl w:ilvl="0" w:tplc="DBAE5F16">
      <w:start w:val="1"/>
      <w:numFmt w:val="lowerLetter"/>
      <w:lvlText w:val="%1)"/>
      <w:lvlJc w:val="left"/>
      <w:pPr>
        <w:ind w:left="1494" w:hanging="360"/>
      </w:pPr>
      <w:rPr>
        <w:rFonts w:hint="default"/>
      </w:rPr>
    </w:lvl>
    <w:lvl w:ilvl="1" w:tplc="04050019">
      <w:start w:val="1"/>
      <w:numFmt w:val="lowerLetter"/>
      <w:lvlText w:val="%2."/>
      <w:lvlJc w:val="left"/>
      <w:pPr>
        <w:ind w:left="2214" w:hanging="360"/>
      </w:pPr>
    </w:lvl>
    <w:lvl w:ilvl="2" w:tplc="0405001B">
      <w:start w:val="1"/>
      <w:numFmt w:val="lowerRoman"/>
      <w:lvlText w:val="%3."/>
      <w:lvlJc w:val="right"/>
      <w:pPr>
        <w:ind w:left="2934" w:hanging="180"/>
      </w:pPr>
    </w:lvl>
    <w:lvl w:ilvl="3" w:tplc="0405000F">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6" w15:restartNumberingAfterBreak="0">
    <w:nsid w:val="2AEF46A1"/>
    <w:multiLevelType w:val="multilevel"/>
    <w:tmpl w:val="866A05F4"/>
    <w:lvl w:ilvl="0">
      <w:start w:val="1"/>
      <w:numFmt w:val="bullet"/>
      <w:lvlText w:val=""/>
      <w:lvlJc w:val="left"/>
      <w:pPr>
        <w:tabs>
          <w:tab w:val="num" w:pos="737"/>
        </w:tabs>
        <w:ind w:left="737" w:hanging="737"/>
      </w:pPr>
      <w:rPr>
        <w:rFonts w:ascii="Symbol" w:hAnsi="Symbol"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1577206"/>
    <w:multiLevelType w:val="hybridMultilevel"/>
    <w:tmpl w:val="9B4E8D32"/>
    <w:lvl w:ilvl="0" w:tplc="6A7A4ACC">
      <w:start w:val="1"/>
      <w:numFmt w:val="lowerLetter"/>
      <w:lvlText w:val="%1)"/>
      <w:lvlJc w:val="left"/>
      <w:pPr>
        <w:tabs>
          <w:tab w:val="num" w:pos="2204"/>
        </w:tabs>
        <w:ind w:left="2204" w:hanging="360"/>
      </w:pPr>
      <w:rPr>
        <w:rFonts w:hint="default"/>
        <w:color w:val="auto"/>
      </w:rPr>
    </w:lvl>
    <w:lvl w:ilvl="1" w:tplc="04050001">
      <w:start w:val="1"/>
      <w:numFmt w:val="bullet"/>
      <w:lvlText w:val=""/>
      <w:lvlJc w:val="left"/>
      <w:pPr>
        <w:tabs>
          <w:tab w:val="num" w:pos="2924"/>
        </w:tabs>
        <w:ind w:left="2924" w:hanging="360"/>
      </w:pPr>
      <w:rPr>
        <w:rFonts w:ascii="Symbol" w:hAnsi="Symbol" w:hint="default"/>
        <w:color w:val="auto"/>
      </w:rPr>
    </w:lvl>
    <w:lvl w:ilvl="2" w:tplc="FFFFFFFF">
      <w:start w:val="1"/>
      <w:numFmt w:val="lowerRoman"/>
      <w:lvlText w:val="%3."/>
      <w:lvlJc w:val="right"/>
      <w:pPr>
        <w:tabs>
          <w:tab w:val="num" w:pos="3644"/>
        </w:tabs>
        <w:ind w:left="3644" w:hanging="180"/>
      </w:pPr>
    </w:lvl>
    <w:lvl w:ilvl="3" w:tplc="FFFFFFFF">
      <w:start w:val="1"/>
      <w:numFmt w:val="decimal"/>
      <w:lvlText w:val="%4."/>
      <w:lvlJc w:val="left"/>
      <w:pPr>
        <w:tabs>
          <w:tab w:val="num" w:pos="4364"/>
        </w:tabs>
        <w:ind w:left="4364" w:hanging="360"/>
      </w:pPr>
    </w:lvl>
    <w:lvl w:ilvl="4" w:tplc="FFFFFFFF" w:tentative="1">
      <w:start w:val="1"/>
      <w:numFmt w:val="lowerLetter"/>
      <w:lvlText w:val="%5."/>
      <w:lvlJc w:val="left"/>
      <w:pPr>
        <w:tabs>
          <w:tab w:val="num" w:pos="5084"/>
        </w:tabs>
        <w:ind w:left="5084" w:hanging="360"/>
      </w:pPr>
    </w:lvl>
    <w:lvl w:ilvl="5" w:tplc="FFFFFFFF" w:tentative="1">
      <w:start w:val="1"/>
      <w:numFmt w:val="lowerRoman"/>
      <w:lvlText w:val="%6."/>
      <w:lvlJc w:val="right"/>
      <w:pPr>
        <w:tabs>
          <w:tab w:val="num" w:pos="5804"/>
        </w:tabs>
        <w:ind w:left="5804" w:hanging="180"/>
      </w:pPr>
    </w:lvl>
    <w:lvl w:ilvl="6" w:tplc="FFFFFFFF" w:tentative="1">
      <w:start w:val="1"/>
      <w:numFmt w:val="decimal"/>
      <w:lvlText w:val="%7."/>
      <w:lvlJc w:val="left"/>
      <w:pPr>
        <w:tabs>
          <w:tab w:val="num" w:pos="6524"/>
        </w:tabs>
        <w:ind w:left="6524" w:hanging="360"/>
      </w:pPr>
    </w:lvl>
    <w:lvl w:ilvl="7" w:tplc="FFFFFFFF" w:tentative="1">
      <w:start w:val="1"/>
      <w:numFmt w:val="lowerLetter"/>
      <w:lvlText w:val="%8."/>
      <w:lvlJc w:val="left"/>
      <w:pPr>
        <w:tabs>
          <w:tab w:val="num" w:pos="7244"/>
        </w:tabs>
        <w:ind w:left="7244" w:hanging="360"/>
      </w:pPr>
    </w:lvl>
    <w:lvl w:ilvl="8" w:tplc="FFFFFFFF" w:tentative="1">
      <w:start w:val="1"/>
      <w:numFmt w:val="lowerRoman"/>
      <w:lvlText w:val="%9."/>
      <w:lvlJc w:val="right"/>
      <w:pPr>
        <w:tabs>
          <w:tab w:val="num" w:pos="7964"/>
        </w:tabs>
        <w:ind w:left="7964" w:hanging="180"/>
      </w:pPr>
    </w:lvl>
  </w:abstractNum>
  <w:abstractNum w:abstractNumId="14"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455176994">
    <w:abstractNumId w:val="4"/>
  </w:num>
  <w:num w:numId="2" w16cid:durableId="1766994436">
    <w:abstractNumId w:val="1"/>
  </w:num>
  <w:num w:numId="3" w16cid:durableId="854922017">
    <w:abstractNumId w:val="14"/>
  </w:num>
  <w:num w:numId="4" w16cid:durableId="2071804833">
    <w:abstractNumId w:val="7"/>
  </w:num>
  <w:num w:numId="5" w16cid:durableId="1156461456">
    <w:abstractNumId w:val="0"/>
  </w:num>
  <w:num w:numId="6" w16cid:durableId="788864682">
    <w:abstractNumId w:val="8"/>
  </w:num>
  <w:num w:numId="7" w16cid:durableId="1778940234">
    <w:abstractNumId w:val="11"/>
  </w:num>
  <w:num w:numId="8" w16cid:durableId="191382764">
    <w:abstractNumId w:val="12"/>
  </w:num>
  <w:num w:numId="9" w16cid:durableId="975450812">
    <w:abstractNumId w:val="3"/>
  </w:num>
  <w:num w:numId="10" w16cid:durableId="331760713">
    <w:abstractNumId w:val="15"/>
  </w:num>
  <w:num w:numId="11" w16cid:durableId="84495309">
    <w:abstractNumId w:val="9"/>
  </w:num>
  <w:num w:numId="12" w16cid:durableId="1523670445">
    <w:abstractNumId w:val="13"/>
  </w:num>
  <w:num w:numId="13" w16cid:durableId="1117872015">
    <w:abstractNumId w:val="2"/>
  </w:num>
  <w:num w:numId="14" w16cid:durableId="165941681">
    <w:abstractNumId w:val="5"/>
  </w:num>
  <w:num w:numId="15" w16cid:durableId="1778023233">
    <w:abstractNumId w:val="6"/>
  </w:num>
  <w:num w:numId="16" w16cid:durableId="1995258040">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00679"/>
    <w:rsid w:val="00000F1F"/>
    <w:rsid w:val="00005046"/>
    <w:rsid w:val="00007997"/>
    <w:rsid w:val="00011880"/>
    <w:rsid w:val="00017F3C"/>
    <w:rsid w:val="0002749F"/>
    <w:rsid w:val="00030145"/>
    <w:rsid w:val="00040E2B"/>
    <w:rsid w:val="00041EC8"/>
    <w:rsid w:val="00043C69"/>
    <w:rsid w:val="0004467E"/>
    <w:rsid w:val="00046BD1"/>
    <w:rsid w:val="00056BB3"/>
    <w:rsid w:val="00062483"/>
    <w:rsid w:val="0006588D"/>
    <w:rsid w:val="00067A5E"/>
    <w:rsid w:val="000719BB"/>
    <w:rsid w:val="00072A65"/>
    <w:rsid w:val="00072C1E"/>
    <w:rsid w:val="00083273"/>
    <w:rsid w:val="00092F49"/>
    <w:rsid w:val="00093642"/>
    <w:rsid w:val="00096932"/>
    <w:rsid w:val="000A06F1"/>
    <w:rsid w:val="000A4B9F"/>
    <w:rsid w:val="000B4EB8"/>
    <w:rsid w:val="000B551A"/>
    <w:rsid w:val="000B702D"/>
    <w:rsid w:val="000C41F2"/>
    <w:rsid w:val="000D22C4"/>
    <w:rsid w:val="000D27D1"/>
    <w:rsid w:val="000E1A7F"/>
    <w:rsid w:val="000F16EC"/>
    <w:rsid w:val="00112864"/>
    <w:rsid w:val="001136C2"/>
    <w:rsid w:val="00114472"/>
    <w:rsid w:val="00114988"/>
    <w:rsid w:val="00115069"/>
    <w:rsid w:val="001150F2"/>
    <w:rsid w:val="00117275"/>
    <w:rsid w:val="00143EC0"/>
    <w:rsid w:val="00145D71"/>
    <w:rsid w:val="001533EA"/>
    <w:rsid w:val="001656A2"/>
    <w:rsid w:val="00165977"/>
    <w:rsid w:val="00170EC5"/>
    <w:rsid w:val="00171486"/>
    <w:rsid w:val="001747C1"/>
    <w:rsid w:val="00177D6B"/>
    <w:rsid w:val="00177DD4"/>
    <w:rsid w:val="001913F8"/>
    <w:rsid w:val="00191F90"/>
    <w:rsid w:val="00195D66"/>
    <w:rsid w:val="001B1A21"/>
    <w:rsid w:val="001B4AA1"/>
    <w:rsid w:val="001B4E74"/>
    <w:rsid w:val="001C0EDA"/>
    <w:rsid w:val="001C2A3F"/>
    <w:rsid w:val="001C645F"/>
    <w:rsid w:val="001D6587"/>
    <w:rsid w:val="001D6FD7"/>
    <w:rsid w:val="001E5D10"/>
    <w:rsid w:val="001E678E"/>
    <w:rsid w:val="001E6B7C"/>
    <w:rsid w:val="001F0BA7"/>
    <w:rsid w:val="001F458E"/>
    <w:rsid w:val="001F72E0"/>
    <w:rsid w:val="0020183E"/>
    <w:rsid w:val="002038D5"/>
    <w:rsid w:val="002071BB"/>
    <w:rsid w:val="00207DF5"/>
    <w:rsid w:val="0021440B"/>
    <w:rsid w:val="00214C3E"/>
    <w:rsid w:val="00224A3C"/>
    <w:rsid w:val="0022516E"/>
    <w:rsid w:val="00230669"/>
    <w:rsid w:val="00230947"/>
    <w:rsid w:val="00240B81"/>
    <w:rsid w:val="00247D01"/>
    <w:rsid w:val="00251C84"/>
    <w:rsid w:val="0025477C"/>
    <w:rsid w:val="00261A5B"/>
    <w:rsid w:val="00262E5B"/>
    <w:rsid w:val="00263E6F"/>
    <w:rsid w:val="00263E8B"/>
    <w:rsid w:val="00270C89"/>
    <w:rsid w:val="002722AA"/>
    <w:rsid w:val="00275050"/>
    <w:rsid w:val="00276762"/>
    <w:rsid w:val="00276AFE"/>
    <w:rsid w:val="00280F6D"/>
    <w:rsid w:val="00284BB8"/>
    <w:rsid w:val="0029346F"/>
    <w:rsid w:val="002A3B57"/>
    <w:rsid w:val="002A40A5"/>
    <w:rsid w:val="002A43A4"/>
    <w:rsid w:val="002A5051"/>
    <w:rsid w:val="002A5468"/>
    <w:rsid w:val="002C31BF"/>
    <w:rsid w:val="002C7A28"/>
    <w:rsid w:val="002D7FD6"/>
    <w:rsid w:val="002E0CD7"/>
    <w:rsid w:val="002E0CFB"/>
    <w:rsid w:val="002E5C7B"/>
    <w:rsid w:val="002F273D"/>
    <w:rsid w:val="002F2DEE"/>
    <w:rsid w:val="002F32A9"/>
    <w:rsid w:val="002F4333"/>
    <w:rsid w:val="003225EE"/>
    <w:rsid w:val="0032463E"/>
    <w:rsid w:val="00327EEF"/>
    <w:rsid w:val="00331D39"/>
    <w:rsid w:val="0033239F"/>
    <w:rsid w:val="003358FF"/>
    <w:rsid w:val="0034274B"/>
    <w:rsid w:val="00345F01"/>
    <w:rsid w:val="0034719F"/>
    <w:rsid w:val="0035064E"/>
    <w:rsid w:val="00350A35"/>
    <w:rsid w:val="00355CB8"/>
    <w:rsid w:val="003571D8"/>
    <w:rsid w:val="00357BC6"/>
    <w:rsid w:val="00360B34"/>
    <w:rsid w:val="00361422"/>
    <w:rsid w:val="0037545D"/>
    <w:rsid w:val="00381EFC"/>
    <w:rsid w:val="00384BD5"/>
    <w:rsid w:val="00385359"/>
    <w:rsid w:val="00386966"/>
    <w:rsid w:val="00392910"/>
    <w:rsid w:val="00392EB6"/>
    <w:rsid w:val="003943D3"/>
    <w:rsid w:val="00394FF4"/>
    <w:rsid w:val="00395432"/>
    <w:rsid w:val="003956C6"/>
    <w:rsid w:val="003A197F"/>
    <w:rsid w:val="003A2DF0"/>
    <w:rsid w:val="003B2E15"/>
    <w:rsid w:val="003C33F2"/>
    <w:rsid w:val="003C3608"/>
    <w:rsid w:val="003D756E"/>
    <w:rsid w:val="003E07CB"/>
    <w:rsid w:val="003E2046"/>
    <w:rsid w:val="003E420D"/>
    <w:rsid w:val="003E4C13"/>
    <w:rsid w:val="003F0E62"/>
    <w:rsid w:val="003F2D4F"/>
    <w:rsid w:val="004053C8"/>
    <w:rsid w:val="00406CE9"/>
    <w:rsid w:val="004078F3"/>
    <w:rsid w:val="004112D1"/>
    <w:rsid w:val="00413914"/>
    <w:rsid w:val="00420B82"/>
    <w:rsid w:val="00426E96"/>
    <w:rsid w:val="00427794"/>
    <w:rsid w:val="00431B10"/>
    <w:rsid w:val="004408BD"/>
    <w:rsid w:val="0044423F"/>
    <w:rsid w:val="00450F07"/>
    <w:rsid w:val="00453966"/>
    <w:rsid w:val="00453CD3"/>
    <w:rsid w:val="0046002F"/>
    <w:rsid w:val="00460660"/>
    <w:rsid w:val="00464BA9"/>
    <w:rsid w:val="004818C3"/>
    <w:rsid w:val="00482306"/>
    <w:rsid w:val="00483969"/>
    <w:rsid w:val="00485CE8"/>
    <w:rsid w:val="00486107"/>
    <w:rsid w:val="00491827"/>
    <w:rsid w:val="004A5646"/>
    <w:rsid w:val="004A7152"/>
    <w:rsid w:val="004C4399"/>
    <w:rsid w:val="004C47D6"/>
    <w:rsid w:val="004C5D1C"/>
    <w:rsid w:val="004C787C"/>
    <w:rsid w:val="004D09FB"/>
    <w:rsid w:val="004D482C"/>
    <w:rsid w:val="004E7A1F"/>
    <w:rsid w:val="004F4B9B"/>
    <w:rsid w:val="00501B08"/>
    <w:rsid w:val="00502690"/>
    <w:rsid w:val="0050666E"/>
    <w:rsid w:val="00507A84"/>
    <w:rsid w:val="00511AB9"/>
    <w:rsid w:val="00512880"/>
    <w:rsid w:val="00517326"/>
    <w:rsid w:val="00523BB5"/>
    <w:rsid w:val="00523EA7"/>
    <w:rsid w:val="00523ECE"/>
    <w:rsid w:val="00526C23"/>
    <w:rsid w:val="005406EB"/>
    <w:rsid w:val="00540C69"/>
    <w:rsid w:val="00543261"/>
    <w:rsid w:val="00544797"/>
    <w:rsid w:val="005506BD"/>
    <w:rsid w:val="00550911"/>
    <w:rsid w:val="005511F7"/>
    <w:rsid w:val="00551486"/>
    <w:rsid w:val="00553375"/>
    <w:rsid w:val="005537FB"/>
    <w:rsid w:val="00554117"/>
    <w:rsid w:val="00555884"/>
    <w:rsid w:val="00557DDF"/>
    <w:rsid w:val="00566EF0"/>
    <w:rsid w:val="00572051"/>
    <w:rsid w:val="005736B7"/>
    <w:rsid w:val="00575E5A"/>
    <w:rsid w:val="00580245"/>
    <w:rsid w:val="00596502"/>
    <w:rsid w:val="005A1F44"/>
    <w:rsid w:val="005B5ACA"/>
    <w:rsid w:val="005C0CA7"/>
    <w:rsid w:val="005C11C2"/>
    <w:rsid w:val="005D3C39"/>
    <w:rsid w:val="005E30BE"/>
    <w:rsid w:val="005F0CB2"/>
    <w:rsid w:val="005F5080"/>
    <w:rsid w:val="00601A8C"/>
    <w:rsid w:val="0061068E"/>
    <w:rsid w:val="006115D3"/>
    <w:rsid w:val="00624262"/>
    <w:rsid w:val="00630948"/>
    <w:rsid w:val="00635446"/>
    <w:rsid w:val="006379CF"/>
    <w:rsid w:val="00642E18"/>
    <w:rsid w:val="00652DBA"/>
    <w:rsid w:val="0065340E"/>
    <w:rsid w:val="0065610E"/>
    <w:rsid w:val="00657A25"/>
    <w:rsid w:val="00660AD3"/>
    <w:rsid w:val="00672CD6"/>
    <w:rsid w:val="006732FD"/>
    <w:rsid w:val="00673471"/>
    <w:rsid w:val="006776B6"/>
    <w:rsid w:val="00691134"/>
    <w:rsid w:val="006919E1"/>
    <w:rsid w:val="00693150"/>
    <w:rsid w:val="006960BF"/>
    <w:rsid w:val="006A5570"/>
    <w:rsid w:val="006A5D07"/>
    <w:rsid w:val="006A6362"/>
    <w:rsid w:val="006A689C"/>
    <w:rsid w:val="006A7DD6"/>
    <w:rsid w:val="006B3D79"/>
    <w:rsid w:val="006B6FE4"/>
    <w:rsid w:val="006C0BB6"/>
    <w:rsid w:val="006C2343"/>
    <w:rsid w:val="006C442A"/>
    <w:rsid w:val="006C490F"/>
    <w:rsid w:val="006C7460"/>
    <w:rsid w:val="006D03BC"/>
    <w:rsid w:val="006D3D66"/>
    <w:rsid w:val="006E055F"/>
    <w:rsid w:val="006E0578"/>
    <w:rsid w:val="006E314D"/>
    <w:rsid w:val="006E59EF"/>
    <w:rsid w:val="006F5A64"/>
    <w:rsid w:val="006F7770"/>
    <w:rsid w:val="00710723"/>
    <w:rsid w:val="007145F3"/>
    <w:rsid w:val="007162F4"/>
    <w:rsid w:val="00723ED1"/>
    <w:rsid w:val="007259B4"/>
    <w:rsid w:val="007301D3"/>
    <w:rsid w:val="00731EF9"/>
    <w:rsid w:val="0073583F"/>
    <w:rsid w:val="00740AF5"/>
    <w:rsid w:val="00743525"/>
    <w:rsid w:val="00744076"/>
    <w:rsid w:val="00746F9E"/>
    <w:rsid w:val="007476A4"/>
    <w:rsid w:val="007541A2"/>
    <w:rsid w:val="00755818"/>
    <w:rsid w:val="007616C2"/>
    <w:rsid w:val="0076286B"/>
    <w:rsid w:val="00766846"/>
    <w:rsid w:val="0077673A"/>
    <w:rsid w:val="007846E1"/>
    <w:rsid w:val="007847D6"/>
    <w:rsid w:val="007A5172"/>
    <w:rsid w:val="007A67A0"/>
    <w:rsid w:val="007A6E42"/>
    <w:rsid w:val="007A7344"/>
    <w:rsid w:val="007B3F34"/>
    <w:rsid w:val="007B570C"/>
    <w:rsid w:val="007D0186"/>
    <w:rsid w:val="007D51F3"/>
    <w:rsid w:val="007D5D19"/>
    <w:rsid w:val="007D7429"/>
    <w:rsid w:val="007E447E"/>
    <w:rsid w:val="007E4A6E"/>
    <w:rsid w:val="007E4E7B"/>
    <w:rsid w:val="007F56A7"/>
    <w:rsid w:val="007F6CF0"/>
    <w:rsid w:val="00800851"/>
    <w:rsid w:val="00807DD0"/>
    <w:rsid w:val="00815359"/>
    <w:rsid w:val="008211C9"/>
    <w:rsid w:val="00821D01"/>
    <w:rsid w:val="00823CA4"/>
    <w:rsid w:val="00826B7B"/>
    <w:rsid w:val="0083038D"/>
    <w:rsid w:val="0083573F"/>
    <w:rsid w:val="00846789"/>
    <w:rsid w:val="008500BE"/>
    <w:rsid w:val="008537E0"/>
    <w:rsid w:val="00854869"/>
    <w:rsid w:val="00855710"/>
    <w:rsid w:val="00866994"/>
    <w:rsid w:val="00872C00"/>
    <w:rsid w:val="00881A03"/>
    <w:rsid w:val="00891465"/>
    <w:rsid w:val="00894ECE"/>
    <w:rsid w:val="008A2F82"/>
    <w:rsid w:val="008A3568"/>
    <w:rsid w:val="008A63A7"/>
    <w:rsid w:val="008B075C"/>
    <w:rsid w:val="008B2FF7"/>
    <w:rsid w:val="008B61F6"/>
    <w:rsid w:val="008B699A"/>
    <w:rsid w:val="008C50F3"/>
    <w:rsid w:val="008C7EFE"/>
    <w:rsid w:val="008D03B9"/>
    <w:rsid w:val="008D24EE"/>
    <w:rsid w:val="008D30C7"/>
    <w:rsid w:val="008D5A67"/>
    <w:rsid w:val="008D6793"/>
    <w:rsid w:val="008D74F5"/>
    <w:rsid w:val="008E08A3"/>
    <w:rsid w:val="008E4B0B"/>
    <w:rsid w:val="008F18D6"/>
    <w:rsid w:val="008F2C9B"/>
    <w:rsid w:val="008F4040"/>
    <w:rsid w:val="008F581D"/>
    <w:rsid w:val="008F797B"/>
    <w:rsid w:val="009020DB"/>
    <w:rsid w:val="00904780"/>
    <w:rsid w:val="0090635B"/>
    <w:rsid w:val="00922385"/>
    <w:rsid w:val="009223DF"/>
    <w:rsid w:val="00932961"/>
    <w:rsid w:val="00936091"/>
    <w:rsid w:val="00940D8A"/>
    <w:rsid w:val="009477C4"/>
    <w:rsid w:val="00962258"/>
    <w:rsid w:val="0096521F"/>
    <w:rsid w:val="009678B7"/>
    <w:rsid w:val="00967BCB"/>
    <w:rsid w:val="00971DFA"/>
    <w:rsid w:val="0098453B"/>
    <w:rsid w:val="00984906"/>
    <w:rsid w:val="00992D9C"/>
    <w:rsid w:val="009952E5"/>
    <w:rsid w:val="00996CB8"/>
    <w:rsid w:val="009A0905"/>
    <w:rsid w:val="009B0111"/>
    <w:rsid w:val="009B2E97"/>
    <w:rsid w:val="009B4201"/>
    <w:rsid w:val="009B5146"/>
    <w:rsid w:val="009B54E2"/>
    <w:rsid w:val="009C418E"/>
    <w:rsid w:val="009C442C"/>
    <w:rsid w:val="009E07F4"/>
    <w:rsid w:val="009E5A01"/>
    <w:rsid w:val="009F0867"/>
    <w:rsid w:val="009F309B"/>
    <w:rsid w:val="009F392E"/>
    <w:rsid w:val="009F53C5"/>
    <w:rsid w:val="009F638B"/>
    <w:rsid w:val="00A0163B"/>
    <w:rsid w:val="00A0740E"/>
    <w:rsid w:val="00A11838"/>
    <w:rsid w:val="00A11D1B"/>
    <w:rsid w:val="00A209AF"/>
    <w:rsid w:val="00A21A01"/>
    <w:rsid w:val="00A37B40"/>
    <w:rsid w:val="00A4070D"/>
    <w:rsid w:val="00A4222A"/>
    <w:rsid w:val="00A42788"/>
    <w:rsid w:val="00A50641"/>
    <w:rsid w:val="00A50C2E"/>
    <w:rsid w:val="00A530BF"/>
    <w:rsid w:val="00A6177B"/>
    <w:rsid w:val="00A66136"/>
    <w:rsid w:val="00A671E9"/>
    <w:rsid w:val="00A70107"/>
    <w:rsid w:val="00A71189"/>
    <w:rsid w:val="00A7364A"/>
    <w:rsid w:val="00A74DCC"/>
    <w:rsid w:val="00A753ED"/>
    <w:rsid w:val="00A77512"/>
    <w:rsid w:val="00A93F96"/>
    <w:rsid w:val="00A94C2F"/>
    <w:rsid w:val="00A967EC"/>
    <w:rsid w:val="00A97E26"/>
    <w:rsid w:val="00AA4CBB"/>
    <w:rsid w:val="00AA65FA"/>
    <w:rsid w:val="00AA7351"/>
    <w:rsid w:val="00AA7AB8"/>
    <w:rsid w:val="00AB1525"/>
    <w:rsid w:val="00AD056F"/>
    <w:rsid w:val="00AD0C7B"/>
    <w:rsid w:val="00AD34E6"/>
    <w:rsid w:val="00AD5F1A"/>
    <w:rsid w:val="00AD6731"/>
    <w:rsid w:val="00AE39F5"/>
    <w:rsid w:val="00AF1F07"/>
    <w:rsid w:val="00AF5B4C"/>
    <w:rsid w:val="00B008D5"/>
    <w:rsid w:val="00B0238F"/>
    <w:rsid w:val="00B02F73"/>
    <w:rsid w:val="00B05B31"/>
    <w:rsid w:val="00B0619F"/>
    <w:rsid w:val="00B11AEA"/>
    <w:rsid w:val="00B13A26"/>
    <w:rsid w:val="00B15D0D"/>
    <w:rsid w:val="00B22106"/>
    <w:rsid w:val="00B22FF7"/>
    <w:rsid w:val="00B2418D"/>
    <w:rsid w:val="00B417D4"/>
    <w:rsid w:val="00B42F40"/>
    <w:rsid w:val="00B5399A"/>
    <w:rsid w:val="00B5431A"/>
    <w:rsid w:val="00B548DC"/>
    <w:rsid w:val="00B61444"/>
    <w:rsid w:val="00B63A0E"/>
    <w:rsid w:val="00B65939"/>
    <w:rsid w:val="00B757BF"/>
    <w:rsid w:val="00B75EE1"/>
    <w:rsid w:val="00B77481"/>
    <w:rsid w:val="00B8518B"/>
    <w:rsid w:val="00B9055B"/>
    <w:rsid w:val="00B91BA2"/>
    <w:rsid w:val="00B955DF"/>
    <w:rsid w:val="00B97CC3"/>
    <w:rsid w:val="00BA6B83"/>
    <w:rsid w:val="00BB2130"/>
    <w:rsid w:val="00BC06C4"/>
    <w:rsid w:val="00BC3ACC"/>
    <w:rsid w:val="00BC75F1"/>
    <w:rsid w:val="00BD4220"/>
    <w:rsid w:val="00BD7E91"/>
    <w:rsid w:val="00BD7F0D"/>
    <w:rsid w:val="00BF0A90"/>
    <w:rsid w:val="00BF1819"/>
    <w:rsid w:val="00C02D0A"/>
    <w:rsid w:val="00C03A6E"/>
    <w:rsid w:val="00C044F4"/>
    <w:rsid w:val="00C11E78"/>
    <w:rsid w:val="00C152D5"/>
    <w:rsid w:val="00C226C0"/>
    <w:rsid w:val="00C3362F"/>
    <w:rsid w:val="00C37459"/>
    <w:rsid w:val="00C42371"/>
    <w:rsid w:val="00C42FE6"/>
    <w:rsid w:val="00C44F6A"/>
    <w:rsid w:val="00C45470"/>
    <w:rsid w:val="00C4797C"/>
    <w:rsid w:val="00C53E39"/>
    <w:rsid w:val="00C53E7B"/>
    <w:rsid w:val="00C6198E"/>
    <w:rsid w:val="00C63B8E"/>
    <w:rsid w:val="00C63E53"/>
    <w:rsid w:val="00C708EA"/>
    <w:rsid w:val="00C73224"/>
    <w:rsid w:val="00C778A5"/>
    <w:rsid w:val="00C84A44"/>
    <w:rsid w:val="00C95162"/>
    <w:rsid w:val="00CB02B4"/>
    <w:rsid w:val="00CB4F6D"/>
    <w:rsid w:val="00CB6A37"/>
    <w:rsid w:val="00CB7684"/>
    <w:rsid w:val="00CC7C8F"/>
    <w:rsid w:val="00CD1FC4"/>
    <w:rsid w:val="00CD316B"/>
    <w:rsid w:val="00CD5967"/>
    <w:rsid w:val="00CD7022"/>
    <w:rsid w:val="00CF3E8C"/>
    <w:rsid w:val="00D004F3"/>
    <w:rsid w:val="00D0197E"/>
    <w:rsid w:val="00D034A0"/>
    <w:rsid w:val="00D06BD0"/>
    <w:rsid w:val="00D21061"/>
    <w:rsid w:val="00D21E49"/>
    <w:rsid w:val="00D232F4"/>
    <w:rsid w:val="00D25295"/>
    <w:rsid w:val="00D32554"/>
    <w:rsid w:val="00D330ED"/>
    <w:rsid w:val="00D4108E"/>
    <w:rsid w:val="00D418B1"/>
    <w:rsid w:val="00D4328E"/>
    <w:rsid w:val="00D51AAD"/>
    <w:rsid w:val="00D604B7"/>
    <w:rsid w:val="00D6163D"/>
    <w:rsid w:val="00D61B70"/>
    <w:rsid w:val="00D6239F"/>
    <w:rsid w:val="00D62AAB"/>
    <w:rsid w:val="00D6460C"/>
    <w:rsid w:val="00D72C1C"/>
    <w:rsid w:val="00D831A3"/>
    <w:rsid w:val="00D84FB3"/>
    <w:rsid w:val="00D90E82"/>
    <w:rsid w:val="00D95B8F"/>
    <w:rsid w:val="00D97BE3"/>
    <w:rsid w:val="00DA2A68"/>
    <w:rsid w:val="00DA3711"/>
    <w:rsid w:val="00DA3765"/>
    <w:rsid w:val="00DD3E11"/>
    <w:rsid w:val="00DD46F3"/>
    <w:rsid w:val="00DD514B"/>
    <w:rsid w:val="00DE4739"/>
    <w:rsid w:val="00DE56F2"/>
    <w:rsid w:val="00DF116D"/>
    <w:rsid w:val="00DF7033"/>
    <w:rsid w:val="00E033DB"/>
    <w:rsid w:val="00E04266"/>
    <w:rsid w:val="00E05BA6"/>
    <w:rsid w:val="00E11B1E"/>
    <w:rsid w:val="00E16FF7"/>
    <w:rsid w:val="00E26D68"/>
    <w:rsid w:val="00E301D4"/>
    <w:rsid w:val="00E378A4"/>
    <w:rsid w:val="00E37FEA"/>
    <w:rsid w:val="00E41463"/>
    <w:rsid w:val="00E44045"/>
    <w:rsid w:val="00E463D2"/>
    <w:rsid w:val="00E6165E"/>
    <w:rsid w:val="00E618C4"/>
    <w:rsid w:val="00E65137"/>
    <w:rsid w:val="00E7415D"/>
    <w:rsid w:val="00E77621"/>
    <w:rsid w:val="00E8059D"/>
    <w:rsid w:val="00E83BC3"/>
    <w:rsid w:val="00E87509"/>
    <w:rsid w:val="00E878EE"/>
    <w:rsid w:val="00E901A3"/>
    <w:rsid w:val="00E956EE"/>
    <w:rsid w:val="00EA1E76"/>
    <w:rsid w:val="00EA585B"/>
    <w:rsid w:val="00EA6EC7"/>
    <w:rsid w:val="00EB07E5"/>
    <w:rsid w:val="00EB104F"/>
    <w:rsid w:val="00EB421D"/>
    <w:rsid w:val="00EB46E5"/>
    <w:rsid w:val="00EC53D5"/>
    <w:rsid w:val="00ED14BD"/>
    <w:rsid w:val="00ED29F1"/>
    <w:rsid w:val="00EF05B5"/>
    <w:rsid w:val="00F016C7"/>
    <w:rsid w:val="00F01DE8"/>
    <w:rsid w:val="00F02D99"/>
    <w:rsid w:val="00F129CF"/>
    <w:rsid w:val="00F12DEC"/>
    <w:rsid w:val="00F1715C"/>
    <w:rsid w:val="00F22A59"/>
    <w:rsid w:val="00F230C5"/>
    <w:rsid w:val="00F24489"/>
    <w:rsid w:val="00F26FD1"/>
    <w:rsid w:val="00F310F8"/>
    <w:rsid w:val="00F32519"/>
    <w:rsid w:val="00F335B2"/>
    <w:rsid w:val="00F35939"/>
    <w:rsid w:val="00F422D3"/>
    <w:rsid w:val="00F45607"/>
    <w:rsid w:val="00F4722B"/>
    <w:rsid w:val="00F54432"/>
    <w:rsid w:val="00F659EB"/>
    <w:rsid w:val="00F6726B"/>
    <w:rsid w:val="00F70006"/>
    <w:rsid w:val="00F7405C"/>
    <w:rsid w:val="00F7521D"/>
    <w:rsid w:val="00F762A8"/>
    <w:rsid w:val="00F80705"/>
    <w:rsid w:val="00F86BA6"/>
    <w:rsid w:val="00F9556C"/>
    <w:rsid w:val="00F95FBD"/>
    <w:rsid w:val="00F9776B"/>
    <w:rsid w:val="00FA4D85"/>
    <w:rsid w:val="00FB219B"/>
    <w:rsid w:val="00FB5E3C"/>
    <w:rsid w:val="00FB6342"/>
    <w:rsid w:val="00FC2F44"/>
    <w:rsid w:val="00FC5943"/>
    <w:rsid w:val="00FC6389"/>
    <w:rsid w:val="00FE6AEC"/>
    <w:rsid w:val="00FE76CE"/>
    <w:rsid w:val="00FF6C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AACB05"/>
  <w14:defaultImageDpi w14:val="32767"/>
  <w15:docId w15:val="{77266533-3974-4E58-BE72-7C4972570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225EE"/>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5"/>
      </w:numPr>
      <w:spacing w:after="120"/>
      <w:jc w:val="both"/>
    </w:pPr>
  </w:style>
  <w:style w:type="paragraph" w:customStyle="1" w:styleId="Nadpis1-1">
    <w:name w:val="_Nadpis_1-1"/>
    <w:basedOn w:val="Odstavecseseznamem"/>
    <w:next w:val="Normln"/>
    <w:link w:val="Nadpis1-1Char"/>
    <w:qFormat/>
    <w:rsid w:val="002A5468"/>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6"/>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7"/>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8"/>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styleId="Zkladntext3">
    <w:name w:val="Body Text 3"/>
    <w:basedOn w:val="Normln"/>
    <w:link w:val="Zkladntext3Char"/>
    <w:uiPriority w:val="99"/>
    <w:semiHidden/>
    <w:unhideWhenUsed/>
    <w:rsid w:val="00D84FB3"/>
    <w:pPr>
      <w:spacing w:after="120"/>
    </w:pPr>
    <w:rPr>
      <w:sz w:val="16"/>
      <w:szCs w:val="16"/>
    </w:rPr>
  </w:style>
  <w:style w:type="character" w:customStyle="1" w:styleId="Zkladntext3Char">
    <w:name w:val="Základní text 3 Char"/>
    <w:basedOn w:val="Standardnpsmoodstavce"/>
    <w:link w:val="Zkladntext3"/>
    <w:uiPriority w:val="99"/>
    <w:semiHidden/>
    <w:rsid w:val="00D84FB3"/>
    <w:rPr>
      <w:sz w:val="16"/>
      <w:szCs w:val="16"/>
    </w:rPr>
  </w:style>
  <w:style w:type="table" w:customStyle="1" w:styleId="Tabulka11">
    <w:name w:val="_Tabulka_11"/>
    <w:basedOn w:val="Mkatabulky"/>
    <w:uiPriority w:val="99"/>
    <w:rsid w:val="000B702D"/>
    <w:rPr>
      <w:rFonts w:ascii="Verdana" w:hAnsi="Verdana"/>
      <w:lang w:eastAsia="cs-CZ"/>
    </w:rP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SODslseznam-2a">
    <w:name w:val="_SOD_čísl_seznam-2_a)"/>
    <w:basedOn w:val="Odstavecseseznamem"/>
    <w:qFormat/>
    <w:rsid w:val="00BC3ACC"/>
    <w:pPr>
      <w:numPr>
        <w:numId w:val="16"/>
      </w:numPr>
      <w:tabs>
        <w:tab w:val="num" w:pos="360"/>
      </w:tabs>
      <w:spacing w:before="60" w:after="120" w:line="276" w:lineRule="auto"/>
      <w:ind w:left="1559" w:hanging="425"/>
      <w:contextualSpacing w:val="0"/>
      <w:jc w:val="both"/>
    </w:pPr>
    <w:rPr>
      <w:rFonts w:ascii="Verdana" w:hAnsi="Verdana"/>
      <w:szCs w:val="20"/>
    </w:rPr>
  </w:style>
  <w:style w:type="character" w:customStyle="1" w:styleId="normaltextrun">
    <w:name w:val="normaltextrun"/>
    <w:basedOn w:val="Standardnpsmoodstavce"/>
    <w:rsid w:val="00872C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3160583">
      <w:bodyDiv w:val="1"/>
      <w:marLeft w:val="0"/>
      <w:marRight w:val="0"/>
      <w:marTop w:val="0"/>
      <w:marBottom w:val="0"/>
      <w:divBdr>
        <w:top w:val="none" w:sz="0" w:space="0" w:color="auto"/>
        <w:left w:val="none" w:sz="0" w:space="0" w:color="auto"/>
        <w:bottom w:val="none" w:sz="0" w:space="0" w:color="auto"/>
        <w:right w:val="none" w:sz="0" w:space="0" w:color="auto"/>
      </w:divBdr>
    </w:div>
    <w:div w:id="1459226362">
      <w:bodyDiv w:val="1"/>
      <w:marLeft w:val="0"/>
      <w:marRight w:val="0"/>
      <w:marTop w:val="0"/>
      <w:marBottom w:val="0"/>
      <w:divBdr>
        <w:top w:val="none" w:sz="0" w:space="0" w:color="auto"/>
        <w:left w:val="none" w:sz="0" w:space="0" w:color="auto"/>
        <w:bottom w:val="none" w:sz="0" w:space="0" w:color="auto"/>
        <w:right w:val="none" w:sz="0" w:space="0" w:color="auto"/>
      </w:divBdr>
    </w:div>
    <w:div w:id="2015304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8301DDE1-EC41-4EDF-8935-B42E6A01A5BA}">
  <ds:schemaRefs>
    <ds:schemaRef ds:uri="http://schemas.openxmlformats.org/officeDocument/2006/bibliography"/>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ŠABL-NL_Smlouva_oboustr_tisk.dotx</Template>
  <TotalTime>0</TotalTime>
  <Pages>13</Pages>
  <Words>4872</Words>
  <Characters>28747</Characters>
  <Application>Microsoft Office Word</Application>
  <DocSecurity>0</DocSecurity>
  <Lines>239</Lines>
  <Paragraphs>67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33552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Havlová Veronika</cp:lastModifiedBy>
  <cp:revision>53</cp:revision>
  <cp:lastPrinted>2020-12-17T06:12:00Z</cp:lastPrinted>
  <dcterms:created xsi:type="dcterms:W3CDTF">2021-08-23T06:50:00Z</dcterms:created>
  <dcterms:modified xsi:type="dcterms:W3CDTF">2025-09-03T06:26:00Z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